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0DF29" w14:textId="77777777" w:rsidR="00F422D3" w:rsidRDefault="00F422D3" w:rsidP="00B42F40">
      <w:pPr>
        <w:pStyle w:val="Titul1"/>
      </w:pPr>
      <w:bookmarkStart w:id="0" w:name="_GoBack"/>
      <w:bookmarkEnd w:id="0"/>
      <w:r>
        <w:t>S</w:t>
      </w:r>
      <w:r w:rsidR="003F5723">
        <w:t xml:space="preserve">mlouva o dílo na zhotovení </w:t>
      </w:r>
    </w:p>
    <w:p w14:paraId="626E173C" w14:textId="1F2E281B" w:rsidR="003F5723" w:rsidRDefault="005F5540" w:rsidP="003F5723">
      <w:pPr>
        <w:pStyle w:val="Titul2"/>
      </w:pPr>
      <w:r>
        <w:t xml:space="preserve">Dokumentace pro územní řízení, </w:t>
      </w:r>
      <w:r w:rsidR="00897796">
        <w:t>Projektov</w:t>
      </w:r>
      <w:r w:rsidR="00E435EA">
        <w:t>é</w:t>
      </w:r>
      <w:r w:rsidR="00897796">
        <w:t xml:space="preserve"> d</w:t>
      </w:r>
      <w:r w:rsidR="003F5723">
        <w:t>okumentace pro stavební povolení, Projektové dokumentace pro prov</w:t>
      </w:r>
      <w:r w:rsidR="00897796">
        <w:t>á</w:t>
      </w:r>
      <w:r w:rsidR="003F5723">
        <w:t>d</w:t>
      </w:r>
      <w:r w:rsidR="00897796">
        <w:t>ě</w:t>
      </w:r>
      <w:r w:rsidR="003F5723">
        <w:t>ní stavby a výkon autorského dozoru</w:t>
      </w:r>
    </w:p>
    <w:p w14:paraId="347E5601" w14:textId="400CAB75" w:rsidR="00402B45" w:rsidRPr="00201582" w:rsidRDefault="00F422D3" w:rsidP="00402B45">
      <w:pPr>
        <w:pStyle w:val="Titul2"/>
        <w:rPr>
          <w:color w:val="FF0000"/>
        </w:rPr>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Fonts w:asciiTheme="minorHAnsi" w:hAnsiTheme="minorHAnsi"/>
          </w:rPr>
        </w:sdtEndPr>
        <w:sdtContent>
          <w:r w:rsidR="00402B45" w:rsidRPr="00D343A3">
            <w:rPr>
              <w:rStyle w:val="Nzevakce"/>
              <w:b/>
            </w:rPr>
            <w:t>„</w:t>
          </w:r>
          <w:r w:rsidR="00622D18" w:rsidRPr="00D343A3">
            <w:rPr>
              <w:rStyle w:val="Nzevakce"/>
              <w:b/>
            </w:rPr>
            <w:t xml:space="preserve">Rekonstrukce </w:t>
          </w:r>
          <w:proofErr w:type="spellStart"/>
          <w:r w:rsidR="00622D18" w:rsidRPr="00D343A3">
            <w:rPr>
              <w:rStyle w:val="Nzevakce"/>
              <w:b/>
            </w:rPr>
            <w:t>žst</w:t>
          </w:r>
          <w:proofErr w:type="spellEnd"/>
          <w:r w:rsidR="00622D18" w:rsidRPr="00D343A3">
            <w:rPr>
              <w:rStyle w:val="Nzevakce"/>
              <w:b/>
            </w:rPr>
            <w:t>. Děčín východ dolní nádraží</w:t>
          </w:r>
          <w:r w:rsidR="00402B45" w:rsidRPr="00D343A3">
            <w:rPr>
              <w:rStyle w:val="Nzevakce"/>
              <w:b/>
            </w:rPr>
            <w:t>“</w:t>
          </w:r>
          <w:r w:rsidR="00286AD1" w:rsidRPr="00D343A3">
            <w:rPr>
              <w:rStyle w:val="Nzevakce"/>
              <w:b/>
            </w:rPr>
            <w:t xml:space="preserve"> </w:t>
          </w:r>
        </w:sdtContent>
      </w:sdt>
    </w:p>
    <w:p w14:paraId="00BCE240" w14:textId="77777777" w:rsidR="00F422D3" w:rsidRPr="00B42F40" w:rsidRDefault="00F422D3" w:rsidP="00B42F40">
      <w:pPr>
        <w:pStyle w:val="Nadpisbezsl1-2"/>
      </w:pPr>
      <w:r w:rsidRPr="00B42F40">
        <w:t>Smluvní strany:</w:t>
      </w:r>
    </w:p>
    <w:p w14:paraId="69407090" w14:textId="77777777" w:rsidR="00F422D3" w:rsidRPr="005F5540" w:rsidRDefault="00F422D3" w:rsidP="00B42F40">
      <w:pPr>
        <w:pStyle w:val="Textbezodsazen"/>
        <w:spacing w:after="0"/>
        <w:rPr>
          <w:b/>
        </w:rPr>
      </w:pPr>
      <w:r w:rsidRPr="005F5540">
        <w:rPr>
          <w:b/>
        </w:rPr>
        <w:t>Správa</w:t>
      </w:r>
      <w:r w:rsidR="00FB4272" w:rsidRPr="005F5540">
        <w:rPr>
          <w:b/>
        </w:rPr>
        <w:t xml:space="preserve"> železnic</w:t>
      </w:r>
      <w:r w:rsidRPr="005F5540">
        <w:rPr>
          <w:b/>
        </w:rPr>
        <w:t>, státní organizace</w:t>
      </w:r>
    </w:p>
    <w:p w14:paraId="682B30CF" w14:textId="77777777" w:rsidR="00F422D3" w:rsidRDefault="00F422D3" w:rsidP="00B42F40">
      <w:pPr>
        <w:pStyle w:val="Textbezodsazen"/>
        <w:spacing w:after="0"/>
      </w:pPr>
      <w:r>
        <w:t xml:space="preserve">se sídlem: Dlážděná 1003/7, 110 00 Praha 1 - Nové Město </w:t>
      </w:r>
    </w:p>
    <w:p w14:paraId="5BFC5B1A" w14:textId="77777777" w:rsidR="00F422D3" w:rsidRDefault="00F422D3" w:rsidP="00B42F40">
      <w:pPr>
        <w:pStyle w:val="Textbezodsazen"/>
        <w:spacing w:after="0"/>
      </w:pPr>
      <w:r>
        <w:t>IČO: 70994234 DIČ: CZ70994234</w:t>
      </w:r>
    </w:p>
    <w:p w14:paraId="7B3FCF7B" w14:textId="77777777" w:rsidR="00F422D3" w:rsidRDefault="00F422D3" w:rsidP="00B42F40">
      <w:pPr>
        <w:pStyle w:val="Textbezodsazen"/>
        <w:spacing w:after="0"/>
      </w:pPr>
      <w:r>
        <w:t>zapsaná v obchodním rejstříku vedeném Městským soudem v Praze,</w:t>
      </w:r>
    </w:p>
    <w:p w14:paraId="5A07961F" w14:textId="77777777" w:rsidR="00F422D3" w:rsidRDefault="00F422D3" w:rsidP="00B42F40">
      <w:pPr>
        <w:pStyle w:val="Textbezodsazen"/>
        <w:spacing w:after="0"/>
      </w:pPr>
      <w:r>
        <w:t>spisová značka A 48384</w:t>
      </w:r>
    </w:p>
    <w:p w14:paraId="70170797" w14:textId="77777777" w:rsidR="00F422D3" w:rsidRPr="00694EC1" w:rsidRDefault="00F422D3" w:rsidP="00B42F40">
      <w:pPr>
        <w:pStyle w:val="Textbezodsazen"/>
        <w:spacing w:after="0"/>
      </w:pPr>
      <w:r>
        <w:t>zastoupena</w:t>
      </w:r>
      <w:r w:rsidRPr="00694EC1">
        <w:t xml:space="preserve">: Ing. Mojmírem Nejezchlebem, náměstkem GŘ pro modernizaci dráhy </w:t>
      </w:r>
    </w:p>
    <w:p w14:paraId="3E8B0E03" w14:textId="77777777" w:rsidR="00F422D3" w:rsidRDefault="00F422D3" w:rsidP="00B42F40">
      <w:pPr>
        <w:pStyle w:val="Textbezodsazen"/>
      </w:pPr>
      <w:r w:rsidRPr="00694EC1">
        <w:t>na základě Pověření č. 2372 ze dne 26. 2. 2018</w:t>
      </w:r>
    </w:p>
    <w:p w14:paraId="77A5612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E8C193D" w14:textId="77777777" w:rsidR="00F422D3" w:rsidRDefault="00F422D3" w:rsidP="00B42F40">
      <w:pPr>
        <w:pStyle w:val="Textbezodsazen"/>
        <w:spacing w:after="0"/>
      </w:pPr>
      <w:r w:rsidRPr="005F5540">
        <w:t>Správa</w:t>
      </w:r>
      <w:r w:rsidR="00FB4272" w:rsidRPr="005F5540">
        <w:t xml:space="preserve"> železnic</w:t>
      </w:r>
      <w:r w:rsidRPr="005F5540">
        <w:t xml:space="preserve">, státní </w:t>
      </w:r>
      <w:r>
        <w:t>organizace</w:t>
      </w:r>
    </w:p>
    <w:p w14:paraId="7FB10283" w14:textId="77777777" w:rsidR="00F422D3" w:rsidRDefault="00F422D3" w:rsidP="00B42F40">
      <w:pPr>
        <w:pStyle w:val="Textbezodsazen"/>
      </w:pPr>
      <w:r w:rsidRPr="00B42F40">
        <w:t>Stavební</w:t>
      </w:r>
      <w:r>
        <w:t xml:space="preserve"> správa </w:t>
      </w:r>
      <w:r w:rsidRPr="00694EC1">
        <w:t>západ, Sokolovská 278/1955, 190 00 Praha 9</w:t>
      </w:r>
    </w:p>
    <w:p w14:paraId="44BA5520" w14:textId="77777777" w:rsidR="00F422D3" w:rsidRDefault="00F422D3" w:rsidP="00B42F40">
      <w:pPr>
        <w:pStyle w:val="Textbezodsazen"/>
      </w:pPr>
      <w:r>
        <w:t>(</w:t>
      </w:r>
      <w:r w:rsidRPr="00B42F40">
        <w:t>dále</w:t>
      </w:r>
      <w:r>
        <w:t xml:space="preserve"> jen „</w:t>
      </w:r>
      <w:r w:rsidRPr="00F422D3">
        <w:rPr>
          <w:b/>
        </w:rPr>
        <w:t>Objednatel</w:t>
      </w:r>
      <w:r>
        <w:t>“)</w:t>
      </w:r>
    </w:p>
    <w:p w14:paraId="3B607814" w14:textId="77777777" w:rsidR="00F422D3" w:rsidRDefault="00F422D3" w:rsidP="00B42F40">
      <w:pPr>
        <w:pStyle w:val="Textbezodsazen"/>
        <w:spacing w:after="0"/>
      </w:pPr>
      <w:r>
        <w:t>číslo smlouvy: "[</w:t>
      </w:r>
      <w:r w:rsidRPr="00F422D3">
        <w:rPr>
          <w:highlight w:val="green"/>
        </w:rPr>
        <w:t>VLOŽÍ OBJEDNATEL</w:t>
      </w:r>
      <w:r>
        <w:t xml:space="preserve">]" </w:t>
      </w:r>
    </w:p>
    <w:p w14:paraId="7EEB6DBB" w14:textId="2B0EA7FD" w:rsidR="00F422D3" w:rsidRPr="00694EC1" w:rsidRDefault="00F422D3" w:rsidP="00B42F40">
      <w:pPr>
        <w:pStyle w:val="Textbezodsazen"/>
        <w:rPr>
          <w:color w:val="FF0000"/>
        </w:rPr>
      </w:pPr>
      <w:r>
        <w:t xml:space="preserve">ISPROFOND: </w:t>
      </w:r>
      <w:r w:rsidRPr="00D343A3">
        <w:rPr>
          <w:b/>
        </w:rPr>
        <w:t>5</w:t>
      </w:r>
      <w:r w:rsidR="00694EC1" w:rsidRPr="00D343A3">
        <w:rPr>
          <w:b/>
        </w:rPr>
        <w:t>42 352 0017</w:t>
      </w:r>
    </w:p>
    <w:p w14:paraId="28DD904D" w14:textId="77777777" w:rsidR="00B42F40" w:rsidRDefault="00B42F40" w:rsidP="00B42F40">
      <w:pPr>
        <w:pStyle w:val="Textbezodsazen"/>
      </w:pPr>
    </w:p>
    <w:p w14:paraId="56F5AD11" w14:textId="77777777" w:rsidR="00F422D3" w:rsidRDefault="00F422D3" w:rsidP="00B42F40">
      <w:pPr>
        <w:pStyle w:val="Textbezodsazen"/>
      </w:pPr>
      <w:r w:rsidRPr="00B42F40">
        <w:t>a</w:t>
      </w:r>
    </w:p>
    <w:p w14:paraId="29FD4FE0" w14:textId="77777777" w:rsidR="00B42F40" w:rsidRPr="00B42F40" w:rsidRDefault="00B42F40" w:rsidP="00B42F40">
      <w:pPr>
        <w:pStyle w:val="Textbezodsazen"/>
      </w:pPr>
    </w:p>
    <w:p w14:paraId="75EE110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9100C6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7B9147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25266B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E3BDD7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AAF2C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E313F2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251444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2B4B0E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8F383B4" w14:textId="77777777" w:rsidR="00F422D3" w:rsidRPr="00B42F40" w:rsidRDefault="00F422D3" w:rsidP="00B42F40">
      <w:pPr>
        <w:pStyle w:val="Textbezodsazen"/>
      </w:pPr>
      <w:r w:rsidRPr="00B42F40">
        <w:t>(dále jen „</w:t>
      </w:r>
      <w:r w:rsidRPr="00B42F40">
        <w:rPr>
          <w:rStyle w:val="Tun"/>
        </w:rPr>
        <w:t>Zhotovitel</w:t>
      </w:r>
      <w:r w:rsidRPr="00B42F40">
        <w:t>“)</w:t>
      </w:r>
    </w:p>
    <w:p w14:paraId="41107EE9"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0E1876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6BC0F7B5" w14:textId="77777777" w:rsidR="003F5723" w:rsidRPr="002E40C1" w:rsidRDefault="003F5723" w:rsidP="002E40C1">
      <w:pPr>
        <w:spacing w:after="240" w:line="264" w:lineRule="auto"/>
        <w:rPr>
          <w:rStyle w:val="Tun"/>
        </w:rPr>
      </w:pPr>
      <w:r w:rsidRPr="003F5723">
        <w:rPr>
          <w:rStyle w:val="Tun"/>
        </w:rPr>
        <w:t>Smluvní strany, vědomy si svých závazků v této Smlouvě obsažených a s úmyslem být touto Smlouvou vázány, dohodly se na následujícím znění Smlouvy:</w:t>
      </w:r>
    </w:p>
    <w:p w14:paraId="64EBC3CD" w14:textId="77777777" w:rsidR="003F5723" w:rsidRDefault="003F5723" w:rsidP="003F5723">
      <w:pPr>
        <w:pStyle w:val="Nadpis1-1"/>
      </w:pPr>
      <w:r>
        <w:t>ÚVODNÍ USTANOVENÍ</w:t>
      </w:r>
    </w:p>
    <w:p w14:paraId="43C382CA"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BE7875">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3E7D47C4"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736EF82"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18F4F1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1DA8278"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26CC1042" w14:textId="77777777" w:rsidR="003F5723" w:rsidRDefault="003F5723" w:rsidP="003F5723">
      <w:pPr>
        <w:pStyle w:val="Nadpis1-1"/>
      </w:pPr>
      <w:r>
        <w:t>ÚČEL SMLOUVY</w:t>
      </w:r>
    </w:p>
    <w:p w14:paraId="7D988592" w14:textId="4C8DC5F9" w:rsidR="003F5723" w:rsidRDefault="003F5723" w:rsidP="003F5723">
      <w:pPr>
        <w:pStyle w:val="Text1-1"/>
      </w:pPr>
      <w:r>
        <w:t xml:space="preserve">Objednatel oznámil uveřejněním oznámení o zahájení zadávacího řízení – veřejné služby ve Věstníku veřejných zakázek dne </w:t>
      </w:r>
      <w:r w:rsidRPr="005F5540">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CA158F">
        <w:rPr>
          <w:b/>
        </w:rPr>
        <w:t>„</w:t>
      </w:r>
      <w:r w:rsidR="00BA6BE3" w:rsidRPr="00CA158F">
        <w:rPr>
          <w:b/>
        </w:rPr>
        <w:t xml:space="preserve">Rekonstrukce </w:t>
      </w:r>
      <w:proofErr w:type="spellStart"/>
      <w:r w:rsidR="00BA6BE3" w:rsidRPr="00CA158F">
        <w:rPr>
          <w:b/>
        </w:rPr>
        <w:t>žst</w:t>
      </w:r>
      <w:proofErr w:type="spellEnd"/>
      <w:r w:rsidR="00BA6BE3" w:rsidRPr="00CA158F">
        <w:rPr>
          <w:b/>
        </w:rPr>
        <w:t>. Děčín východ dolní nádraží</w:t>
      </w:r>
      <w:r w:rsidR="005F5540" w:rsidRPr="00CA158F">
        <w:rPr>
          <w:b/>
        </w:rPr>
        <w:t>“</w:t>
      </w:r>
      <w:r w:rsidR="005F5540" w:rsidRPr="00BA6BE3">
        <w:rPr>
          <w:color w:val="FF0000"/>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5F492AD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14FCB30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D6BD261"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6C72A2BC"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4D9FBCA"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99D20AB" w14:textId="77777777" w:rsidR="003F5723" w:rsidRDefault="003F5723" w:rsidP="003F5723">
      <w:pPr>
        <w:pStyle w:val="Nadpis1-1"/>
      </w:pPr>
      <w:r>
        <w:lastRenderedPageBreak/>
        <w:t>PŘEDMĚT, CENA A HARMONOGRAM PLNĚNÍ SMLOUVY</w:t>
      </w:r>
    </w:p>
    <w:p w14:paraId="5BFB0102" w14:textId="121B2B9E" w:rsidR="003F5723" w:rsidRDefault="003F5723" w:rsidP="003F5723">
      <w:pPr>
        <w:pStyle w:val="Text1-1"/>
      </w:pPr>
      <w:r>
        <w:t xml:space="preserve">Zhotovitel se zavazuje v souladu s touto Smlouvou provést Dílo spočívající ve zhotovení </w:t>
      </w:r>
      <w:r w:rsidR="005F5540" w:rsidRPr="00EB7346">
        <w:t>Dokumentace pro územní řízení (dále též jen D</w:t>
      </w:r>
      <w:r w:rsidR="00BE15D3" w:rsidRPr="00EB7346">
        <w:t>U</w:t>
      </w:r>
      <w:r w:rsidR="005F5540" w:rsidRPr="00EB7346">
        <w:t>R),</w:t>
      </w:r>
      <w:r w:rsidR="008A6FCD" w:rsidRPr="00EB7346">
        <w:t xml:space="preserve">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47628F1B" w14:textId="77777777" w:rsidR="003F5723" w:rsidRDefault="003F5723" w:rsidP="003F5723">
      <w:pPr>
        <w:pStyle w:val="Text1-1"/>
      </w:pPr>
      <w:bookmarkStart w:id="1" w:name="_Ref51787733"/>
      <w:r>
        <w:t xml:space="preserve">Objednatel se zavazuje Zhotoviteli poskytnout </w:t>
      </w:r>
      <w:r w:rsidR="00964369">
        <w:t>veškerou nezbytnou součinnost k provedení Díla.</w:t>
      </w:r>
      <w:bookmarkEnd w:id="1"/>
    </w:p>
    <w:p w14:paraId="2B18CF6F" w14:textId="6ABCC513" w:rsidR="003F5723" w:rsidRDefault="003F5723" w:rsidP="003F5723">
      <w:pPr>
        <w:pStyle w:val="Text1-1"/>
      </w:pPr>
      <w:r>
        <w:t>Objednatel se zavazuje řádně provedené Dílo převzít a za řádně zhotoven</w:t>
      </w:r>
      <w:r w:rsidR="00964369">
        <w:t>ou a </w:t>
      </w:r>
      <w:r w:rsidRPr="00EB7346">
        <w:t>předanou</w:t>
      </w:r>
      <w:r w:rsidR="00BE15D3" w:rsidRPr="00EB7346">
        <w:t xml:space="preserve"> DUR,</w:t>
      </w:r>
      <w:r w:rsidRPr="00EB7346">
        <w:t xml:space="preserve"> DSP</w:t>
      </w:r>
      <w:r w:rsidR="00BE15D3" w:rsidRPr="00EB7346">
        <w:t xml:space="preserve">, </w:t>
      </w:r>
      <w:r w:rsidRPr="00EB7346">
        <w:t>PDPS a řádně provedený výkon autorského dozoru zaplatit Zhotoviteli za podmínek stanovených touto Smlou</w:t>
      </w:r>
      <w:r w:rsidR="00964369" w:rsidRPr="00EB7346">
        <w:t>vou celkovou Cenu Díla, která v </w:t>
      </w:r>
      <w:r w:rsidRPr="00EB7346">
        <w:t xml:space="preserve">součtu představuje Cenu za zpracování </w:t>
      </w:r>
      <w:r w:rsidR="00BE15D3" w:rsidRPr="00EB7346">
        <w:t>DUR,</w:t>
      </w:r>
      <w:r w:rsidR="003715E1">
        <w:t xml:space="preserve"> </w:t>
      </w:r>
      <w:r w:rsidRPr="00EB7346">
        <w:t>DSP</w:t>
      </w:r>
      <w:r w:rsidR="00BE15D3" w:rsidRPr="00EB7346">
        <w:t xml:space="preserve">, </w:t>
      </w:r>
      <w:r w:rsidRPr="00EB7346">
        <w:t xml:space="preserve">PDPS a </w:t>
      </w:r>
      <w:r>
        <w:t>cenu za výkon autorského dozoru ve výši dle Přílohy č. 4 této Smlouvy, přičemž celková Cena Díla je:</w:t>
      </w:r>
    </w:p>
    <w:p w14:paraId="71DA99E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A4E54A8"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2D363B3A" w14:textId="59558DFD" w:rsidR="001C0DE1" w:rsidRPr="005B178F" w:rsidRDefault="001C0DE1" w:rsidP="003F5723">
      <w:pPr>
        <w:pStyle w:val="Text1-1"/>
      </w:pPr>
      <w:r w:rsidRPr="005B178F">
        <w:t>Smluvní strany se ve vztahu k</w:t>
      </w:r>
      <w:r w:rsidR="00995DA0" w:rsidRPr="005B178F">
        <w:t> „FÁZI DUR</w:t>
      </w:r>
      <w:r w:rsidR="008D5600" w:rsidRPr="005B178F">
        <w:t>“,</w:t>
      </w:r>
      <w:r w:rsidR="00995DA0" w:rsidRPr="005B178F">
        <w:t xml:space="preserve"> (</w:t>
      </w:r>
      <w:r w:rsidR="00246274" w:rsidRPr="005B178F">
        <w:t>Dílčí etapy</w:t>
      </w:r>
      <w:r w:rsidR="008D5600" w:rsidRPr="005B178F">
        <w:t xml:space="preserve"> </w:t>
      </w:r>
      <w:r w:rsidR="00995DA0" w:rsidRPr="005B178F">
        <w:t>1–</w:t>
      </w:r>
      <w:r w:rsidR="00CA158F" w:rsidRPr="005B178F">
        <w:t>6</w:t>
      </w:r>
      <w:r w:rsidR="00995DA0" w:rsidRPr="005B178F">
        <w:t>)</w:t>
      </w:r>
      <w:r w:rsidRPr="005B178F">
        <w:t xml:space="preserve">" </w:t>
      </w:r>
      <w:r w:rsidR="00102B81" w:rsidRPr="005B178F">
        <w:t>a</w:t>
      </w:r>
      <w:r w:rsidRPr="005B178F">
        <w:t xml:space="preserve"> "</w:t>
      </w:r>
      <w:r w:rsidR="00995DA0" w:rsidRPr="005B178F">
        <w:t>FÁZI DSP+PDPS</w:t>
      </w:r>
      <w:r w:rsidR="008D5600" w:rsidRPr="005B178F">
        <w:t>“,</w:t>
      </w:r>
      <w:r w:rsidR="00995DA0" w:rsidRPr="005B178F">
        <w:t xml:space="preserve"> </w:t>
      </w:r>
      <w:r w:rsidR="00246274" w:rsidRPr="005B178F">
        <w:t>(Dílčí etapy</w:t>
      </w:r>
      <w:r w:rsidR="008D5600" w:rsidRPr="005B178F">
        <w:t xml:space="preserve"> </w:t>
      </w:r>
      <w:r w:rsidR="00CA158F" w:rsidRPr="005B178F">
        <w:t>8</w:t>
      </w:r>
      <w:r w:rsidR="00995DA0" w:rsidRPr="005B178F">
        <w:t>–1</w:t>
      </w:r>
      <w:r w:rsidR="00CA158F" w:rsidRPr="005B178F">
        <w:t>5</w:t>
      </w:r>
      <w:r w:rsidR="00995DA0" w:rsidRPr="005B178F">
        <w:t>)</w:t>
      </w:r>
      <w:r w:rsidRPr="005B178F">
        <w:t xml:space="preserve"> dohodly na následujících platebních podmínkách:</w:t>
      </w:r>
    </w:p>
    <w:p w14:paraId="7AD5D1AB" w14:textId="7262DCFB" w:rsidR="00C86A45" w:rsidRPr="006D1838" w:rsidRDefault="00E1319E" w:rsidP="00C86A45">
      <w:pPr>
        <w:pStyle w:val="Text1-2"/>
        <w:spacing w:after="0"/>
      </w:pPr>
      <w:r w:rsidRPr="000D50E2">
        <w:t>Objednatel uhradí Zhotoviteli za řádné dokončení</w:t>
      </w:r>
      <w:r w:rsidR="000F4786" w:rsidRPr="000D50E2">
        <w:t xml:space="preserve"> </w:t>
      </w:r>
      <w:r w:rsidR="00995DA0" w:rsidRPr="000D50E2">
        <w:t>„FÁZE DUR"</w:t>
      </w:r>
      <w:r w:rsidR="008D5600" w:rsidRPr="000D50E2">
        <w:t>,</w:t>
      </w:r>
      <w:r w:rsidR="00995DA0" w:rsidRPr="000D50E2">
        <w:t xml:space="preserve"> </w:t>
      </w:r>
      <w:r w:rsidRPr="000D50E2">
        <w:t>Cenu části Díla ve výši maximálně [</w:t>
      </w:r>
      <w:r w:rsidR="00246274" w:rsidRPr="000D50E2">
        <w:rPr>
          <w:b/>
        </w:rPr>
        <w:t>25</w:t>
      </w:r>
      <w:r w:rsidRPr="000D50E2">
        <w:t xml:space="preserve">] % Ceny </w:t>
      </w:r>
      <w:r w:rsidR="00C516A6" w:rsidRPr="000D50E2">
        <w:t>za zpracování DUR,</w:t>
      </w:r>
      <w:r w:rsidR="0046461C">
        <w:t xml:space="preserve"> </w:t>
      </w:r>
      <w:r w:rsidR="00C516A6" w:rsidRPr="000D50E2">
        <w:t>DSP a PDPS</w:t>
      </w:r>
      <w:r w:rsidRPr="000D50E2">
        <w:t xml:space="preserve">. </w:t>
      </w:r>
      <w:r w:rsidRPr="00C274BA">
        <w:t>V případě, že částka uvedená v Rozpise Ceny Díla v příloze č.</w:t>
      </w:r>
      <w:r w:rsidR="00072998" w:rsidRPr="00C274BA">
        <w:t xml:space="preserve"> 4</w:t>
      </w:r>
      <w:r w:rsidRPr="00C274BA">
        <w:t xml:space="preserve"> připadající na tuto Dílčí etapu převyšuje [</w:t>
      </w:r>
      <w:r w:rsidR="00246274" w:rsidRPr="00C274BA">
        <w:rPr>
          <w:b/>
        </w:rPr>
        <w:t>25</w:t>
      </w:r>
      <w:r w:rsidRPr="00C274BA">
        <w:t xml:space="preserve">] % Ceny </w:t>
      </w:r>
      <w:r w:rsidR="00C516A6" w:rsidRPr="00C274BA">
        <w:t>za zpracování</w:t>
      </w:r>
      <w:r w:rsidRPr="00C274BA">
        <w:t xml:space="preserve"> </w:t>
      </w:r>
      <w:r w:rsidR="00C516A6" w:rsidRPr="00C274BA">
        <w:t>DUR,</w:t>
      </w:r>
      <w:r w:rsidR="0046461C" w:rsidRPr="00C274BA">
        <w:t xml:space="preserve"> </w:t>
      </w:r>
      <w:r w:rsidR="00C516A6" w:rsidRPr="00C274BA">
        <w:t xml:space="preserve">DSP a PDPS, </w:t>
      </w:r>
      <w:r w:rsidRPr="00C274BA">
        <w:t>uhradí Objednatel Zhotoviteli Cenu části Díla ve výši [</w:t>
      </w:r>
      <w:r w:rsidR="00246274" w:rsidRPr="00C274BA">
        <w:rPr>
          <w:b/>
        </w:rPr>
        <w:t>25</w:t>
      </w:r>
      <w:r w:rsidRPr="00C274BA">
        <w:t xml:space="preserve">] % Ceny </w:t>
      </w:r>
      <w:r w:rsidR="00C516A6" w:rsidRPr="00C274BA">
        <w:t>za zpracování DUR,</w:t>
      </w:r>
      <w:r w:rsidR="0046461C" w:rsidRPr="00C274BA">
        <w:t xml:space="preserve"> </w:t>
      </w:r>
      <w:r w:rsidR="00C516A6" w:rsidRPr="00C274BA">
        <w:t xml:space="preserve">DSP a PDPS </w:t>
      </w:r>
      <w:r w:rsidRPr="00C274BA">
        <w:t>a příloha č.</w:t>
      </w:r>
      <w:r w:rsidR="00072998" w:rsidRPr="00C274BA">
        <w:t xml:space="preserve"> 4</w:t>
      </w:r>
      <w:r w:rsidRPr="00C274BA">
        <w:t xml:space="preserve"> se v takovém případě pro úhradu této Ceny části Díla nepoužije</w:t>
      </w:r>
      <w:r w:rsidRPr="000D50E2">
        <w:t xml:space="preserve">. </w:t>
      </w:r>
      <w:r w:rsidR="00834E06" w:rsidRPr="006D1838">
        <w:t>Ceny jednotliv</w:t>
      </w:r>
      <w:r w:rsidR="0046461C" w:rsidRPr="006D1838">
        <w:t>ých</w:t>
      </w:r>
      <w:r w:rsidR="00C86A45" w:rsidRPr="006D1838">
        <w:t xml:space="preserve"> </w:t>
      </w:r>
      <w:r w:rsidR="00834E06" w:rsidRPr="006D1838">
        <w:t>dílčí</w:t>
      </w:r>
      <w:r w:rsidR="0046461C" w:rsidRPr="006D1838">
        <w:t>ch</w:t>
      </w:r>
      <w:r w:rsidR="00834E06" w:rsidRPr="006D1838">
        <w:t xml:space="preserve"> etap </w:t>
      </w:r>
      <w:r w:rsidR="00C86A45" w:rsidRPr="006D1838">
        <w:t>budou stanoveny následovně:</w:t>
      </w:r>
    </w:p>
    <w:p w14:paraId="53D2C0DE" w14:textId="50312FC3" w:rsidR="00C86A45" w:rsidRPr="006D1838" w:rsidRDefault="00C86A45" w:rsidP="0046461C">
      <w:pPr>
        <w:pStyle w:val="Text1-2"/>
        <w:numPr>
          <w:ilvl w:val="0"/>
          <w:numId w:val="0"/>
        </w:numPr>
        <w:spacing w:after="0"/>
        <w:ind w:left="1531"/>
      </w:pPr>
      <w:r w:rsidRPr="006D1838">
        <w:t xml:space="preserve">Za </w:t>
      </w:r>
      <w:r w:rsidR="00834E06" w:rsidRPr="006D1838">
        <w:t>2</w:t>
      </w:r>
      <w:r w:rsidRPr="006D1838">
        <w:t>. dílčí etapu maximálně 5% z ceny DUR</w:t>
      </w:r>
      <w:r w:rsidR="00201582">
        <w:t>, DSP a PDPS</w:t>
      </w:r>
    </w:p>
    <w:p w14:paraId="1EBEBB93" w14:textId="206D8FD7" w:rsidR="00201582" w:rsidRDefault="00C86A45" w:rsidP="0046461C">
      <w:pPr>
        <w:pStyle w:val="Text1-2"/>
        <w:numPr>
          <w:ilvl w:val="0"/>
          <w:numId w:val="0"/>
        </w:numPr>
        <w:spacing w:after="0"/>
        <w:ind w:left="1531"/>
      </w:pPr>
      <w:r w:rsidRPr="006D1838">
        <w:t xml:space="preserve">Za 3. dílčí etapu maximálně </w:t>
      </w:r>
      <w:r w:rsidR="00201582">
        <w:t>1</w:t>
      </w:r>
      <w:r w:rsidRPr="006D1838">
        <w:t xml:space="preserve">0% z ceny </w:t>
      </w:r>
      <w:r w:rsidR="00201582" w:rsidRPr="006D1838">
        <w:t>DUR</w:t>
      </w:r>
      <w:r w:rsidR="00201582">
        <w:t>, DSP a PDPS</w:t>
      </w:r>
      <w:r w:rsidR="00201582" w:rsidRPr="006D1838">
        <w:t xml:space="preserve"> </w:t>
      </w:r>
    </w:p>
    <w:p w14:paraId="2F31CAAB" w14:textId="67076735" w:rsidR="004A4207" w:rsidRPr="006D1838" w:rsidRDefault="004A4207" w:rsidP="0046461C">
      <w:pPr>
        <w:pStyle w:val="Text1-2"/>
        <w:numPr>
          <w:ilvl w:val="0"/>
          <w:numId w:val="0"/>
        </w:numPr>
        <w:spacing w:after="0"/>
        <w:ind w:left="1531"/>
      </w:pPr>
      <w:r>
        <w:t>Za 5.a dílčí etapu maximálně 5% z ceny DUR, DSP a PDPS</w:t>
      </w:r>
    </w:p>
    <w:p w14:paraId="3AFC101F" w14:textId="11369DB6" w:rsidR="00C86A45" w:rsidRDefault="00B05D40" w:rsidP="0046461C">
      <w:pPr>
        <w:pStyle w:val="Text1-2"/>
        <w:numPr>
          <w:ilvl w:val="0"/>
          <w:numId w:val="0"/>
        </w:numPr>
        <w:spacing w:after="0"/>
        <w:ind w:left="1531"/>
      </w:pPr>
      <w:r>
        <w:t>Za 6. dílčí etapu maximálně 4</w:t>
      </w:r>
      <w:r w:rsidR="00C86A45" w:rsidRPr="006D1838">
        <w:t xml:space="preserve">% z ceny </w:t>
      </w:r>
      <w:r w:rsidR="00201582" w:rsidRPr="006D1838">
        <w:t>DUR</w:t>
      </w:r>
      <w:r w:rsidR="00201582">
        <w:t>, DSP a PDPS</w:t>
      </w:r>
    </w:p>
    <w:p w14:paraId="32D32F45" w14:textId="03F3CD25" w:rsidR="00B05D40" w:rsidRPr="006D1838" w:rsidRDefault="00B05D40" w:rsidP="0046461C">
      <w:pPr>
        <w:pStyle w:val="Text1-2"/>
        <w:numPr>
          <w:ilvl w:val="0"/>
          <w:numId w:val="0"/>
        </w:numPr>
        <w:spacing w:after="0"/>
        <w:ind w:left="1531"/>
      </w:pPr>
      <w:r>
        <w:t>Za 6.a dílčí etapu maximálně 1% z ceny DUR, DSP a PDPS</w:t>
      </w:r>
    </w:p>
    <w:p w14:paraId="38749A08" w14:textId="7F155EF7" w:rsidR="00E1319E" w:rsidRPr="000D50E2" w:rsidRDefault="00E1319E" w:rsidP="003818B8">
      <w:pPr>
        <w:pStyle w:val="Text1-2"/>
        <w:numPr>
          <w:ilvl w:val="0"/>
          <w:numId w:val="0"/>
        </w:numPr>
        <w:ind w:left="1531"/>
      </w:pPr>
      <w:r w:rsidRPr="000D50E2">
        <w:t>Pro vyloučení pochybností smluvní strany uvádějí, že Zhotovitel nemá v takovém případě nárok na jakékoli navýšení Ceny Díla nebo kterékoli Ceny části Díla.</w:t>
      </w:r>
    </w:p>
    <w:p w14:paraId="4074DC05" w14:textId="13DC60AB" w:rsidR="0046461C" w:rsidRDefault="00E1319E" w:rsidP="003818B8">
      <w:pPr>
        <w:pStyle w:val="Text1-2"/>
        <w:spacing w:after="0"/>
      </w:pPr>
      <w:r w:rsidRPr="001764A3">
        <w:t xml:space="preserve">Objednatel uhradí Zhotoviteli za řádné dokončení </w:t>
      </w:r>
      <w:r w:rsidR="00995DA0" w:rsidRPr="001764A3">
        <w:t>"FÁZ</w:t>
      </w:r>
      <w:r w:rsidR="008D5600" w:rsidRPr="001764A3">
        <w:t>E</w:t>
      </w:r>
      <w:r w:rsidR="00995DA0" w:rsidRPr="001764A3">
        <w:t xml:space="preserve"> DSP+PDPS</w:t>
      </w:r>
      <w:r w:rsidR="008D5600" w:rsidRPr="001764A3">
        <w:t>“</w:t>
      </w:r>
      <w:r w:rsidRPr="001764A3">
        <w:t xml:space="preserve"> Cenu části Díla ve výši maximálně [</w:t>
      </w:r>
      <w:r w:rsidR="00246274" w:rsidRPr="001764A3">
        <w:rPr>
          <w:b/>
        </w:rPr>
        <w:t>75</w:t>
      </w:r>
      <w:r w:rsidRPr="001764A3">
        <w:t xml:space="preserve">] % Ceny </w:t>
      </w:r>
      <w:r w:rsidR="00C516A6" w:rsidRPr="001764A3">
        <w:t>za zpracování DUR,</w:t>
      </w:r>
      <w:r w:rsidR="0046461C">
        <w:t xml:space="preserve"> </w:t>
      </w:r>
      <w:r w:rsidR="00C516A6" w:rsidRPr="001764A3">
        <w:t>DSP a PDPS</w:t>
      </w:r>
      <w:r w:rsidRPr="001764A3">
        <w:t xml:space="preserve">. V případě, že částka uvedená v Rozpise Ceny Díla v příloze č. </w:t>
      </w:r>
      <w:r w:rsidR="00072998" w:rsidRPr="001764A3">
        <w:t xml:space="preserve">4 </w:t>
      </w:r>
      <w:r w:rsidRPr="001764A3">
        <w:t>připadající na tuto Dílčí etapu převyšuje [</w:t>
      </w:r>
      <w:r w:rsidR="00246274" w:rsidRPr="001764A3">
        <w:rPr>
          <w:b/>
        </w:rPr>
        <w:t>75</w:t>
      </w:r>
      <w:r w:rsidRPr="001764A3">
        <w:rPr>
          <w:b/>
        </w:rPr>
        <w:t>]</w:t>
      </w:r>
      <w:r w:rsidRPr="001764A3">
        <w:t xml:space="preserve"> % Ceny </w:t>
      </w:r>
      <w:r w:rsidR="00C516A6" w:rsidRPr="001764A3">
        <w:t>za zpracování D</w:t>
      </w:r>
      <w:r w:rsidR="00196D34" w:rsidRPr="001764A3">
        <w:t>UR,</w:t>
      </w:r>
      <w:r w:rsidR="0046461C">
        <w:t xml:space="preserve"> </w:t>
      </w:r>
      <w:r w:rsidR="00196D34" w:rsidRPr="001764A3">
        <w:t>DSP a PDPS</w:t>
      </w:r>
      <w:r w:rsidRPr="001764A3">
        <w:t>, uhradí Objednatel Zhotoviteli Cenu části Díla ve výši [</w:t>
      </w:r>
      <w:r w:rsidR="00246274" w:rsidRPr="001764A3">
        <w:rPr>
          <w:rFonts w:cs="Times New Roman"/>
          <w:b/>
        </w:rPr>
        <w:t>75</w:t>
      </w:r>
      <w:r w:rsidRPr="001764A3">
        <w:t xml:space="preserve">] % Ceny </w:t>
      </w:r>
      <w:r w:rsidR="00196D34" w:rsidRPr="001764A3">
        <w:t>za zpracování DUR,</w:t>
      </w:r>
      <w:r w:rsidR="0046461C">
        <w:t xml:space="preserve"> </w:t>
      </w:r>
      <w:r w:rsidR="00196D34" w:rsidRPr="001764A3">
        <w:t xml:space="preserve">DSP a PDPS </w:t>
      </w:r>
      <w:r w:rsidRPr="001764A3">
        <w:t xml:space="preserve"> a příloha č</w:t>
      </w:r>
      <w:r w:rsidR="00072998" w:rsidRPr="001764A3">
        <w:t>. 4</w:t>
      </w:r>
      <w:r w:rsidRPr="001764A3">
        <w:t xml:space="preserve"> se v takovém případě pro úhradu této Ceny části Díla nepoužije.</w:t>
      </w:r>
    </w:p>
    <w:p w14:paraId="62CD2D2F" w14:textId="70B3C1FF" w:rsidR="0046461C" w:rsidRPr="006D1838" w:rsidRDefault="0046461C" w:rsidP="003818B8">
      <w:pPr>
        <w:pStyle w:val="Text1-2"/>
        <w:numPr>
          <w:ilvl w:val="0"/>
          <w:numId w:val="0"/>
        </w:numPr>
        <w:spacing w:after="0"/>
        <w:ind w:left="1531"/>
      </w:pPr>
      <w:r w:rsidRPr="006D1838">
        <w:t>Ceny jednotlivých dílčích etap budou stanoveny následovně:</w:t>
      </w:r>
    </w:p>
    <w:p w14:paraId="744B53DD" w14:textId="1F435398" w:rsidR="0046461C" w:rsidRPr="006D1838" w:rsidRDefault="0046461C" w:rsidP="003818B8">
      <w:pPr>
        <w:pStyle w:val="Text1-2"/>
        <w:numPr>
          <w:ilvl w:val="0"/>
          <w:numId w:val="0"/>
        </w:numPr>
        <w:spacing w:after="0"/>
        <w:ind w:left="1531"/>
      </w:pPr>
      <w:r w:rsidRPr="006D1838">
        <w:t xml:space="preserve">Za </w:t>
      </w:r>
      <w:r w:rsidR="003818B8" w:rsidRPr="006D1838">
        <w:t>9</w:t>
      </w:r>
      <w:r w:rsidRPr="006D1838">
        <w:t xml:space="preserve">. dílčí etapu maximálně 5% z ceny </w:t>
      </w:r>
      <w:r w:rsidR="00201582" w:rsidRPr="006D1838">
        <w:t>DUR</w:t>
      </w:r>
      <w:r w:rsidR="00201582">
        <w:t>, DSP a PDPS</w:t>
      </w:r>
    </w:p>
    <w:p w14:paraId="08DD45CA" w14:textId="45392C3B" w:rsidR="0046461C" w:rsidRPr="006D1838" w:rsidRDefault="0046461C" w:rsidP="003818B8">
      <w:pPr>
        <w:pStyle w:val="Text1-2"/>
        <w:numPr>
          <w:ilvl w:val="0"/>
          <w:numId w:val="0"/>
        </w:numPr>
        <w:spacing w:after="0"/>
        <w:ind w:left="1531"/>
      </w:pPr>
      <w:r w:rsidRPr="006D1838">
        <w:t xml:space="preserve">Za </w:t>
      </w:r>
      <w:r w:rsidR="003818B8" w:rsidRPr="006D1838">
        <w:t>11</w:t>
      </w:r>
      <w:r w:rsidRPr="006D1838">
        <w:t xml:space="preserve">. dílčí etapu maximálně 30% z ceny </w:t>
      </w:r>
      <w:r w:rsidR="00201582" w:rsidRPr="006D1838">
        <w:t>DUR</w:t>
      </w:r>
      <w:r w:rsidR="00201582">
        <w:t>, DSP a PDPS</w:t>
      </w:r>
    </w:p>
    <w:p w14:paraId="2BCB1DA4" w14:textId="36D880F8" w:rsidR="0046461C" w:rsidRPr="006D1838" w:rsidRDefault="0046461C" w:rsidP="003818B8">
      <w:pPr>
        <w:pStyle w:val="Text1-2"/>
        <w:numPr>
          <w:ilvl w:val="0"/>
          <w:numId w:val="0"/>
        </w:numPr>
        <w:spacing w:after="0"/>
        <w:ind w:left="1531"/>
      </w:pPr>
      <w:r w:rsidRPr="006D1838">
        <w:t xml:space="preserve">Za </w:t>
      </w:r>
      <w:r w:rsidR="003818B8" w:rsidRPr="006D1838">
        <w:t>1</w:t>
      </w:r>
      <w:r w:rsidR="0086318E">
        <w:t>2</w:t>
      </w:r>
      <w:r w:rsidRPr="006D1838">
        <w:t xml:space="preserve">. dílčí etapu maximálně 20% z ceny </w:t>
      </w:r>
      <w:r w:rsidR="00201582" w:rsidRPr="006D1838">
        <w:t>DUR</w:t>
      </w:r>
      <w:r w:rsidR="00201582">
        <w:t>, DSP a PDPS</w:t>
      </w:r>
    </w:p>
    <w:p w14:paraId="2A3CEC74" w14:textId="740D0A68" w:rsidR="0046461C" w:rsidRPr="006D1838" w:rsidRDefault="0046461C" w:rsidP="003818B8">
      <w:pPr>
        <w:pStyle w:val="Text1-2"/>
        <w:numPr>
          <w:ilvl w:val="0"/>
          <w:numId w:val="0"/>
        </w:numPr>
        <w:spacing w:after="0"/>
        <w:ind w:left="1531"/>
      </w:pPr>
      <w:r w:rsidRPr="006D1838">
        <w:t xml:space="preserve">Za </w:t>
      </w:r>
      <w:r w:rsidR="003818B8" w:rsidRPr="006D1838">
        <w:t>1</w:t>
      </w:r>
      <w:r w:rsidR="0086318E">
        <w:t>4</w:t>
      </w:r>
      <w:r w:rsidRPr="006D1838">
        <w:t>. dílčí etapu maximálně 2</w:t>
      </w:r>
      <w:r w:rsidR="002B1FFF">
        <w:t>0</w:t>
      </w:r>
      <w:r w:rsidRPr="006D1838">
        <w:t xml:space="preserve">% z ceny </w:t>
      </w:r>
      <w:r w:rsidR="00201582" w:rsidRPr="006D1838">
        <w:t>DUR</w:t>
      </w:r>
      <w:r w:rsidR="00201582">
        <w:t>, DSP a PDPS</w:t>
      </w:r>
    </w:p>
    <w:p w14:paraId="25F2B32D" w14:textId="4B2B0792" w:rsidR="00CE3031" w:rsidRPr="001764A3" w:rsidRDefault="001D3241" w:rsidP="0046461C">
      <w:pPr>
        <w:pStyle w:val="Text1-2"/>
        <w:numPr>
          <w:ilvl w:val="0"/>
          <w:numId w:val="0"/>
        </w:numPr>
        <w:ind w:left="1531"/>
      </w:pPr>
      <w:r w:rsidRPr="001764A3">
        <w:t xml:space="preserve">Pro </w:t>
      </w:r>
      <w:r w:rsidR="00E1319E" w:rsidRPr="001764A3">
        <w:t>vyloučení pochybností smluvní strany uvádějí, že Zhotovitel nemá v takovém případě nárok na jakékoli navýšení Ceny Díla nebo kterékoli Ceny části Díla.</w:t>
      </w:r>
      <w:r w:rsidR="00EE0B90" w:rsidRPr="001764A3">
        <w:t xml:space="preserve">   </w:t>
      </w:r>
    </w:p>
    <w:p w14:paraId="7CC99437" w14:textId="5782E917" w:rsidR="001C0DE1" w:rsidRDefault="001C0DE1" w:rsidP="00CE3031">
      <w:pPr>
        <w:pStyle w:val="Text1-2"/>
        <w:numPr>
          <w:ilvl w:val="0"/>
          <w:numId w:val="0"/>
        </w:numPr>
        <w:ind w:left="737"/>
      </w:pPr>
    </w:p>
    <w:p w14:paraId="5A129E0D" w14:textId="6C239C76"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17463D94"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46182091" w14:textId="04867078" w:rsidR="00284669" w:rsidRDefault="003B7A7F" w:rsidP="00284669">
      <w:pPr>
        <w:pStyle w:val="Text1-1"/>
      </w:pPr>
      <w:bookmarkStart w:id="2" w:name="_Ref53007706"/>
      <w:bookmarkStart w:id="3" w:name="_Ref51783812"/>
      <w:r>
        <w:t xml:space="preserve">Smluvní strany sjednávají, že pokud nastane kterékoli ze skutečností uvedených níže v odstavci </w:t>
      </w:r>
      <w:r>
        <w:fldChar w:fldCharType="begin"/>
      </w:r>
      <w:r>
        <w:instrText xml:space="preserve"> REF _Hlk51790924 \r \h </w:instrText>
      </w:r>
      <w:r>
        <w:fldChar w:fldCharType="separate"/>
      </w:r>
      <w:r w:rsidR="007B1956">
        <w:t>3.7.1</w:t>
      </w:r>
      <w:r>
        <w:fldChar w:fldCharType="end"/>
      </w:r>
      <w:r>
        <w:t xml:space="preserve"> (dále jen „</w:t>
      </w:r>
      <w:r w:rsidRPr="00CA1EFE">
        <w:rPr>
          <w:b/>
          <w:bCs/>
        </w:rPr>
        <w:t>Rozvazovací podmínka</w:t>
      </w:r>
      <w:r>
        <w:t xml:space="preserve">“), dojde k ukončení Smlouvy </w:t>
      </w:r>
      <w:r w:rsidR="000259BE">
        <w:t xml:space="preserve">(nebo její části – viz níže odst.3.7.1 písm.(c) ) </w:t>
      </w:r>
      <w:r>
        <w:t xml:space="preserve">a zániku závazku ze Smlouvy, a to s účinností k okamžiku </w:t>
      </w:r>
      <w:r w:rsidR="00A31817">
        <w:t>uvedeném v</w:t>
      </w:r>
      <w:r w:rsidR="000259BE">
        <w:t> odst.</w:t>
      </w:r>
      <w:r w:rsidR="00A31817">
        <w:t xml:space="preserve"> </w:t>
      </w:r>
      <w:r w:rsidR="00A31817">
        <w:fldChar w:fldCharType="begin"/>
      </w:r>
      <w:r w:rsidR="00A31817">
        <w:instrText xml:space="preserve"> REF _Ref54115844 \r \h </w:instrText>
      </w:r>
      <w:r w:rsidR="00A31817">
        <w:fldChar w:fldCharType="separate"/>
      </w:r>
      <w:r w:rsidR="007B1956">
        <w:t>3.7.2</w:t>
      </w:r>
      <w:r w:rsidR="00A31817">
        <w:fldChar w:fldCharType="end"/>
      </w:r>
      <w:r>
        <w:t>, a aniž by ukončení Smlouvy v takovém případě vyžadovalo právní jednání Objednatele nebo Zhotovitele.</w:t>
      </w:r>
      <w:bookmarkEnd w:id="2"/>
      <w:bookmarkEnd w:id="3"/>
    </w:p>
    <w:p w14:paraId="04FB8BA3" w14:textId="6AF06AAD" w:rsidR="00F16EB8" w:rsidRDefault="003B7A7F" w:rsidP="001B2FD0">
      <w:pPr>
        <w:pStyle w:val="Text1-2"/>
      </w:pPr>
      <w:bookmarkStart w:id="4" w:name="_Hlk51790924"/>
      <w:r>
        <w:t xml:space="preserve">Rozvazovací podmínkou ve smyslu tohoto </w:t>
      </w:r>
      <w:r w:rsidR="000259BE">
        <w:t>odst.</w:t>
      </w:r>
      <w:r>
        <w:t xml:space="preserve"> </w:t>
      </w:r>
      <w:r>
        <w:fldChar w:fldCharType="begin"/>
      </w:r>
      <w:r>
        <w:instrText xml:space="preserve"> REF _Ref53007706 \r \h </w:instrText>
      </w:r>
      <w:r>
        <w:fldChar w:fldCharType="separate"/>
      </w:r>
      <w:r w:rsidR="007B1956">
        <w:t>3.7</w:t>
      </w:r>
      <w:r>
        <w:fldChar w:fldCharType="end"/>
      </w:r>
      <w:r>
        <w:t xml:space="preserve"> se rozumí:</w:t>
      </w:r>
      <w:bookmarkEnd w:id="4"/>
    </w:p>
    <w:p w14:paraId="09D726F1" w14:textId="448FADEF" w:rsidR="00B527B7" w:rsidRDefault="00C3788B" w:rsidP="001674D5">
      <w:pPr>
        <w:pStyle w:val="Text1-2"/>
        <w:numPr>
          <w:ilvl w:val="0"/>
          <w:numId w:val="11"/>
        </w:numPr>
      </w:pPr>
      <w:bookmarkStart w:id="5" w:name="_Hlk51790971"/>
      <w:bookmarkStart w:id="6" w:name="_Hlk51790953"/>
      <w:r w:rsidRPr="002E4D1F">
        <w:t xml:space="preserve">po skončení "5. (páté)" </w:t>
      </w:r>
      <w:r w:rsidR="00093B07" w:rsidRPr="002E4D1F">
        <w:t xml:space="preserve">Dílčí </w:t>
      </w:r>
      <w:r w:rsidR="00093B07" w:rsidRPr="00350742">
        <w:t xml:space="preserve">etapy skutečnost že </w:t>
      </w:r>
      <w:r w:rsidR="00093B07">
        <w:t xml:space="preserve">došlo </w:t>
      </w:r>
      <w:r w:rsidR="00093B07" w:rsidRPr="002E4D1F">
        <w:t>k navýšení nákladů o více než o 10 % bez DPH ve srovnatelné cenové úrovni oproti ceně Stavby (resp. předpokládaným stavebním nákladům), schválené v Záměru projektu (aktualizaci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(aktualizaci</w:t>
      </w:r>
      <w:r w:rsidR="00093B07" w:rsidRPr="00350742">
        <w:t xml:space="preserve"> Záměru projektu), resp. oproti poslednímu stavu návrhu na přípravu a realizaci Stavby, o kterém bylo Ministerstvo dopravy informováno</w:t>
      </w:r>
      <w:r w:rsidR="00D67CF3" w:rsidRPr="00350742">
        <w:t xml:space="preserve"> </w:t>
      </w:r>
      <w:r w:rsidR="00093B07">
        <w:br/>
      </w:r>
      <w:r w:rsidR="008E1675" w:rsidRPr="00350742">
        <w:t>(v souladu se směrnicí Ministerstva dopravy V-2/2012</w:t>
      </w:r>
      <w:r w:rsidR="006D6E38" w:rsidRPr="00350742">
        <w:t>;</w:t>
      </w:r>
    </w:p>
    <w:p w14:paraId="45665DC1" w14:textId="77777777" w:rsidR="001E1B79" w:rsidRPr="002E4D1F" w:rsidRDefault="001E1B79" w:rsidP="001E1B79">
      <w:pPr>
        <w:pStyle w:val="Text1-2"/>
        <w:numPr>
          <w:ilvl w:val="0"/>
          <w:numId w:val="11"/>
        </w:numPr>
      </w:pPr>
      <w:r w:rsidRPr="005E23BE">
        <w:t xml:space="preserve">po skončení "5. (páté)" Dílčí etapy skutečnost, že Zhotovitel neobstará pravomocné územní rozhodnutí ani do [6] měsíců po lhůtě stanovené pro obstarání pravomocného územního rozhodnutí v Harmonogramu plnění, přičemž však v takovém případě je Zhotovitel povinen pokračovat v plnění Smlouvy v rozsahu </w:t>
      </w:r>
      <w:r w:rsidRPr="002E4D1F">
        <w:t>potřebném pro obstarání územního rozhodnutí, a:</w:t>
      </w:r>
    </w:p>
    <w:p w14:paraId="03278943" w14:textId="146E72C9" w:rsidR="001E1B79" w:rsidRPr="002E4D1F" w:rsidRDefault="001E1B79" w:rsidP="001E1B79">
      <w:pPr>
        <w:pStyle w:val="Text1-2"/>
        <w:numPr>
          <w:ilvl w:val="0"/>
          <w:numId w:val="12"/>
        </w:numPr>
      </w:pPr>
      <w:r w:rsidRPr="002E4D1F">
        <w:t xml:space="preserve">pokud Zhotovitel </w:t>
      </w:r>
      <w:r w:rsidRPr="002E4D1F">
        <w:rPr>
          <w:u w:val="single"/>
        </w:rPr>
        <w:t>obstará</w:t>
      </w:r>
      <w:r w:rsidRPr="002E4D1F">
        <w:t xml:space="preserve"> pravomocné územní rozhodnutí alespoň v dodatečné lhůtě [</w:t>
      </w:r>
      <w:r w:rsidRPr="002E4D1F">
        <w:rPr>
          <w:rFonts w:ascii="Verdana" w:hAnsi="Verdana" w:cs="Times New Roman"/>
        </w:rPr>
        <w:t>3</w:t>
      </w:r>
      <w:r w:rsidRPr="002E4D1F">
        <w:rPr>
          <w:rFonts w:ascii="Verdana" w:hAnsi="Verdana"/>
        </w:rPr>
        <w:t>]</w:t>
      </w:r>
      <w:r w:rsidRPr="002E4D1F">
        <w:t xml:space="preserve"> měsíců od uplynutí lhůty uvedené výše  v odstavci (</w:t>
      </w:r>
      <w:r w:rsidR="0001794A" w:rsidRPr="002E4D1F">
        <w:t>b</w:t>
      </w:r>
      <w:r w:rsidRPr="002E4D1F">
        <w:t xml:space="preserve">), platí, že Rozvazovací podmínka nastala po skončení „6. (šesté)“ Dílčí etapy“; nebo </w:t>
      </w:r>
    </w:p>
    <w:p w14:paraId="1EC98225" w14:textId="0B8795CC" w:rsidR="001E1B79" w:rsidRPr="002E4D1F" w:rsidRDefault="001E1B79" w:rsidP="001E1B79">
      <w:pPr>
        <w:pStyle w:val="Text1-2"/>
        <w:numPr>
          <w:ilvl w:val="0"/>
          <w:numId w:val="12"/>
        </w:numPr>
      </w:pPr>
      <w:r w:rsidRPr="002E4D1F">
        <w:t xml:space="preserve">pokud Zhotovitel </w:t>
      </w:r>
      <w:r w:rsidRPr="002E4D1F">
        <w:rPr>
          <w:u w:val="single"/>
        </w:rPr>
        <w:t>neobstará</w:t>
      </w:r>
      <w:r w:rsidRPr="002E4D1F">
        <w:t xml:space="preserve"> pravomocné územní rozhodnutí ani v dodatečné lhůtě [</w:t>
      </w:r>
      <w:r w:rsidRPr="002E4D1F">
        <w:rPr>
          <w:rFonts w:ascii="Verdana" w:hAnsi="Verdana" w:cs="Times New Roman"/>
        </w:rPr>
        <w:t>3</w:t>
      </w:r>
      <w:r w:rsidRPr="002E4D1F">
        <w:t>] měsíců od uplynutí lhůty uvedené výše v odstavci (</w:t>
      </w:r>
      <w:r w:rsidR="0001794A" w:rsidRPr="002E4D1F">
        <w:t>b</w:t>
      </w:r>
      <w:r w:rsidRPr="002E4D1F">
        <w:t>), platí, že Rozvazovací podmínka nastala po skončení „ 5. (páté)“ Dílčí etapy;</w:t>
      </w:r>
    </w:p>
    <w:p w14:paraId="5D8A1266" w14:textId="77777777" w:rsidR="001E1B79" w:rsidRPr="00350742" w:rsidRDefault="001E1B79" w:rsidP="001E1B79">
      <w:pPr>
        <w:pStyle w:val="Text1-2"/>
        <w:numPr>
          <w:ilvl w:val="0"/>
          <w:numId w:val="0"/>
        </w:numPr>
        <w:ind w:left="1891"/>
      </w:pPr>
    </w:p>
    <w:p w14:paraId="05539F66" w14:textId="4133ABEF" w:rsidR="006D6E38" w:rsidRPr="00350742" w:rsidRDefault="00350742" w:rsidP="001674D5">
      <w:pPr>
        <w:pStyle w:val="Text1-2"/>
        <w:numPr>
          <w:ilvl w:val="0"/>
          <w:numId w:val="11"/>
        </w:numPr>
      </w:pPr>
      <w:r w:rsidRPr="002E4D1F">
        <w:t>po skončení "6</w:t>
      </w:r>
      <w:r w:rsidR="00C3788B" w:rsidRPr="002E4D1F">
        <w:t>a</w:t>
      </w:r>
      <w:r w:rsidRPr="002E4D1F">
        <w:t>. (šesté</w:t>
      </w:r>
      <w:r w:rsidR="00C3788B" w:rsidRPr="002E4D1F">
        <w:t xml:space="preserve"> a</w:t>
      </w:r>
      <w:r w:rsidRPr="002E4D1F">
        <w:t xml:space="preserve">)" </w:t>
      </w:r>
      <w:r w:rsidRPr="00350742">
        <w:t xml:space="preserve">Dílčí etapy </w:t>
      </w:r>
      <w:r w:rsidR="00D156E0" w:rsidRPr="00350742">
        <w:t xml:space="preserve">skutečnost že </w:t>
      </w:r>
      <w:r w:rsidR="00D156E0">
        <w:t xml:space="preserve">došlo </w:t>
      </w:r>
      <w:r w:rsidR="00D156E0" w:rsidRPr="002E4D1F">
        <w:t>k navýšení nákladů o více než o 10 % bez DPH ve srovnatelné cenové úrovni oproti ceně Stavby (resp. předpokládaným stavebním nákladům), schválené v Záměru projektu (aktualizaci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w:t>
      </w:r>
      <w:r w:rsidR="00D156E0" w:rsidRPr="00350742">
        <w:t xml:space="preserve"> projektu</w:t>
      </w:r>
      <w:r w:rsidR="000F6EAB" w:rsidRPr="00350742">
        <w:t xml:space="preserve"> (aktualizaci Záměru projektu), resp. oproti poslednímu stavu </w:t>
      </w:r>
      <w:r w:rsidR="00D8214B" w:rsidRPr="00350742">
        <w:t>návrhu na přípravu a realizaci Stavby</w:t>
      </w:r>
      <w:r w:rsidR="000F6EAB" w:rsidRPr="00350742">
        <w:t>, o kterém bylo Ministerstvo dopravy informováno</w:t>
      </w:r>
      <w:r w:rsidR="00093B07">
        <w:t xml:space="preserve"> </w:t>
      </w:r>
      <w:r w:rsidR="00093B07" w:rsidRPr="00350742">
        <w:t>(v souladu se směrnicí Ministerstva dopravy V-2/2012)</w:t>
      </w:r>
      <w:r w:rsidR="000F6EAB" w:rsidRPr="00350742">
        <w:t xml:space="preserve"> a</w:t>
      </w:r>
      <w:r w:rsidR="006D6E38" w:rsidRPr="00350742">
        <w:t xml:space="preserve"> ze strany Centrální komise Ministerstva dopravy nebude v této souvislosti obdržen souhlas </w:t>
      </w:r>
      <w:r w:rsidR="000F6EAB" w:rsidRPr="00350742">
        <w:lastRenderedPageBreak/>
        <w:t xml:space="preserve">s pokračováním v další fázi přípravy </w:t>
      </w:r>
      <w:r w:rsidR="00A301EB" w:rsidRPr="00350742">
        <w:t>(</w:t>
      </w:r>
      <w:r w:rsidR="000F6EAB" w:rsidRPr="00350742">
        <w:t xml:space="preserve">prostřednictvím schválení aktualizovaného Záměru projektu) </w:t>
      </w:r>
      <w:r w:rsidR="006D6E38" w:rsidRPr="00350742">
        <w:t>ani do [</w:t>
      </w:r>
      <w:r w:rsidR="00112CF6" w:rsidRPr="00350742">
        <w:rPr>
          <w:rFonts w:cs="Times New Roman"/>
        </w:rPr>
        <w:t>6</w:t>
      </w:r>
      <w:r w:rsidR="006D6E38" w:rsidRPr="00350742">
        <w:t xml:space="preserve">] měsíců od skončení </w:t>
      </w:r>
      <w:r w:rsidR="00112CF6" w:rsidRPr="00350742">
        <w:t>"</w:t>
      </w:r>
      <w:r w:rsidRPr="00350742">
        <w:t>6</w:t>
      </w:r>
      <w:r w:rsidR="005E648C">
        <w:t>a</w:t>
      </w:r>
      <w:r w:rsidR="00112CF6" w:rsidRPr="00350742">
        <w:t>. (</w:t>
      </w:r>
      <w:r w:rsidRPr="00350742">
        <w:t>šesté</w:t>
      </w:r>
      <w:r w:rsidR="00112CF6" w:rsidRPr="00350742">
        <w:t xml:space="preserve">)" </w:t>
      </w:r>
      <w:r w:rsidR="006D6E38" w:rsidRPr="00350742">
        <w:t>Dílčí etapy;</w:t>
      </w:r>
    </w:p>
    <w:p w14:paraId="4DBF7C40" w14:textId="7FF2E9F2" w:rsidR="007A0D85" w:rsidRPr="00350742" w:rsidRDefault="007A0D85" w:rsidP="00845872">
      <w:pPr>
        <w:pStyle w:val="Text1-2"/>
        <w:numPr>
          <w:ilvl w:val="0"/>
          <w:numId w:val="0"/>
        </w:numPr>
        <w:ind w:left="2251"/>
      </w:pPr>
    </w:p>
    <w:p w14:paraId="5C65F949" w14:textId="60D1CE31" w:rsidR="00A40505" w:rsidRPr="00350742" w:rsidRDefault="003B7A7F" w:rsidP="001674D5">
      <w:pPr>
        <w:pStyle w:val="Text1-2"/>
        <w:numPr>
          <w:ilvl w:val="0"/>
          <w:numId w:val="11"/>
        </w:numPr>
      </w:pPr>
      <w:bookmarkStart w:id="7" w:name="_Hlk51790984"/>
      <w:bookmarkEnd w:id="5"/>
      <w:r w:rsidRPr="00350742">
        <w:t xml:space="preserve">skutečnost, že </w:t>
      </w:r>
      <w:r w:rsidR="00F303FF" w:rsidRPr="00350742">
        <w:t>Objednatel nejpozději v</w:t>
      </w:r>
      <w:r w:rsidR="00B350EA" w:rsidRPr="00350742">
        <w:t>e</w:t>
      </w:r>
      <w:r w:rsidR="00F303FF" w:rsidRPr="00350742">
        <w:t xml:space="preserve"> lhůtě podle </w:t>
      </w:r>
      <w:r w:rsidR="000259BE" w:rsidRPr="00350742">
        <w:t>odst.</w:t>
      </w:r>
      <w:r w:rsidR="00F303FF" w:rsidRPr="00350742">
        <w:t xml:space="preserve"> </w:t>
      </w:r>
      <w:r w:rsidR="0066452F" w:rsidRPr="00350742">
        <w:fldChar w:fldCharType="begin"/>
      </w:r>
      <w:r w:rsidR="0066452F" w:rsidRPr="00350742">
        <w:instrText xml:space="preserve"> REF _Ref54116176 \r \h </w:instrText>
      </w:r>
      <w:r w:rsidR="0066452F" w:rsidRPr="00350742">
        <w:fldChar w:fldCharType="separate"/>
      </w:r>
      <w:r w:rsidR="007B1956">
        <w:t>3.7.4</w:t>
      </w:r>
      <w:r w:rsidR="0066452F" w:rsidRPr="00350742">
        <w:fldChar w:fldCharType="end"/>
      </w:r>
      <w:r w:rsidR="00B350EA" w:rsidRPr="00350742">
        <w:t xml:space="preserve"> písemně oznámí Zhotoviteli, že</w:t>
      </w:r>
      <w:r w:rsidR="00F303FF" w:rsidRPr="00350742">
        <w:t xml:space="preserve"> </w:t>
      </w:r>
      <w:r w:rsidR="00A40505" w:rsidRPr="00350742">
        <w:t>z</w:t>
      </w:r>
      <w:r w:rsidR="00822A83" w:rsidRPr="00350742">
        <w:t xml:space="preserve"> "</w:t>
      </w:r>
      <w:r w:rsidR="00232622">
        <w:t>6</w:t>
      </w:r>
      <w:r w:rsidR="00822A83" w:rsidRPr="00350742">
        <w:t>. (</w:t>
      </w:r>
      <w:r w:rsidR="00232622">
        <w:t>šesté</w:t>
      </w:r>
      <w:r w:rsidR="00822A83" w:rsidRPr="00350742">
        <w:t>)"</w:t>
      </w:r>
      <w:r w:rsidR="00232622">
        <w:t xml:space="preserve"> </w:t>
      </w:r>
      <w:r w:rsidR="00A40505" w:rsidRPr="00350742">
        <w:t xml:space="preserve">Dílčí etapy vyplynula potřeba </w:t>
      </w:r>
      <w:r w:rsidRPr="00350742">
        <w:t>provedení natolik podstatných změn v zadání navazujících Dílčích etap, že pokračování v plnění Smlouvy není nadále pro Objednatele účelné a/nebo ekonomicky smysluplné, a to bez ohledu na to, zda se jedná o podstatnou změnu ve smyslu § 222 ZZVZ či nikoli</w:t>
      </w:r>
      <w:bookmarkEnd w:id="7"/>
      <w:r w:rsidR="00B350EA" w:rsidRPr="00350742">
        <w:t>.</w:t>
      </w:r>
    </w:p>
    <w:p w14:paraId="6F4FBD98" w14:textId="3955D3CA" w:rsidR="0066452F" w:rsidRPr="00AC536F" w:rsidRDefault="0066452F" w:rsidP="001B2FD0">
      <w:pPr>
        <w:pStyle w:val="Text1-2"/>
      </w:pPr>
      <w:bookmarkStart w:id="8" w:name="_Ref54115844"/>
      <w:bookmarkStart w:id="9" w:name="_Ref54036977"/>
      <w:bookmarkEnd w:id="6"/>
      <w:r>
        <w:t xml:space="preserve">V případě, že Centrální komise Ministerstva dopravy nerozhodne o žádosti Objednatele o schválení </w:t>
      </w:r>
      <w:r w:rsidR="00155D52">
        <w:t>změny Záměru projektu ve lhůtě</w:t>
      </w:r>
      <w:r>
        <w:t xml:space="preserve"> stanoven</w:t>
      </w:r>
      <w:r w:rsidR="00155D52">
        <w:t>é</w:t>
      </w:r>
      <w:r>
        <w:t xml:space="preserve"> v</w:t>
      </w:r>
      <w:r w:rsidR="000259BE">
        <w:t> odst.</w:t>
      </w:r>
      <w:r>
        <w:t xml:space="preserve"> </w:t>
      </w:r>
      <w:r>
        <w:fldChar w:fldCharType="begin"/>
      </w:r>
      <w:r>
        <w:instrText xml:space="preserve"> REF _Hlk51790924 \r \h </w:instrText>
      </w:r>
      <w:r>
        <w:fldChar w:fldCharType="separate"/>
      </w:r>
      <w:r w:rsidR="007B1956">
        <w:t>3.7.1</w:t>
      </w:r>
      <w:r>
        <w:fldChar w:fldCharType="end"/>
      </w:r>
      <w:r>
        <w:t xml:space="preserve"> písm. (a) </w:t>
      </w:r>
      <w:r w:rsidR="003715E1">
        <w:t>nebo</w:t>
      </w:r>
      <w:r>
        <w:t xml:space="preserve"> (</w:t>
      </w:r>
      <w:r w:rsidR="003715E1">
        <w:t>b</w:t>
      </w:r>
      <w:r w:rsidRPr="00AC536F">
        <w:t>)</w:t>
      </w:r>
      <w:r w:rsidR="00155D52" w:rsidRPr="00AC536F">
        <w:t>,</w:t>
      </w:r>
      <w:r w:rsidRPr="00AC536F">
        <w:t xml:space="preserve"> může být na písemnou žádost Zhotovitele</w:t>
      </w:r>
      <w:r w:rsidR="000259BE" w:rsidRPr="00AC536F">
        <w:t xml:space="preserve">, </w:t>
      </w:r>
      <w:r w:rsidR="00DE68DA" w:rsidRPr="00AC536F">
        <w:t xml:space="preserve">nejpozději </w:t>
      </w:r>
      <w:r w:rsidR="002B1FFF" w:rsidRPr="00AC536F">
        <w:t>7</w:t>
      </w:r>
      <w:r w:rsidR="00364336" w:rsidRPr="00AC536F">
        <w:t xml:space="preserve"> dní před uplynutím lhůty uvedené v odst.</w:t>
      </w:r>
      <w:r w:rsidR="00845872" w:rsidRPr="00AC536F">
        <w:t xml:space="preserve"> </w:t>
      </w:r>
      <w:r w:rsidR="00364336" w:rsidRPr="00AC536F">
        <w:t xml:space="preserve">3.7.1, písm.(a) nebo (b), tato lhůta prodloužena o </w:t>
      </w:r>
      <w:r w:rsidR="00AC536F" w:rsidRPr="00AC536F">
        <w:t>4</w:t>
      </w:r>
      <w:r w:rsidR="00A47A1D" w:rsidRPr="00AC536F">
        <w:rPr>
          <w:color w:val="FF0000"/>
        </w:rPr>
        <w:t xml:space="preserve"> </w:t>
      </w:r>
      <w:r w:rsidR="00364336" w:rsidRPr="00AC536F">
        <w:t>měsíc</w:t>
      </w:r>
      <w:r w:rsidR="002B1FFF" w:rsidRPr="00AC536F">
        <w:t>e</w:t>
      </w:r>
      <w:r w:rsidR="00364336" w:rsidRPr="00AC536F">
        <w:t>, přičemž Objednatel této žádosti Zhotovitele může vyhovět, a to v písemné formě nejpozději do dne uplynutí lhůty uvedené v odst.3.7.1, písm.(a) nebo (b)</w:t>
      </w:r>
      <w:r w:rsidR="004A2081" w:rsidRPr="00AC536F">
        <w:t xml:space="preserve"> </w:t>
      </w:r>
      <w:r w:rsidR="00155D52" w:rsidRPr="00AC536F">
        <w:t xml:space="preserve">ledaže jsou </w:t>
      </w:r>
      <w:r w:rsidR="00415245" w:rsidRPr="00AC536F">
        <w:t xml:space="preserve">zde </w:t>
      </w:r>
      <w:r w:rsidR="00155D52" w:rsidRPr="00AC536F">
        <w:t xml:space="preserve">objektivní závažné důvody, pro které nelze od Objednatele spravedlivě požadovat, aby dále pokračoval v plnění Smlouvy, přičemž v případě </w:t>
      </w:r>
      <w:r w:rsidR="00415245" w:rsidRPr="00AC536F">
        <w:t xml:space="preserve">zamítnutí žádosti Zhotovitele </w:t>
      </w:r>
      <w:r w:rsidR="00155D52" w:rsidRPr="00AC536F">
        <w:t>platí, že příslušná R</w:t>
      </w:r>
      <w:r w:rsidR="000259BE" w:rsidRPr="00AC536F">
        <w:t>ozvazovací podmínka podle odst.</w:t>
      </w:r>
      <w:r w:rsidR="00155D52" w:rsidRPr="00AC536F">
        <w:t xml:space="preserve"> </w:t>
      </w:r>
      <w:r w:rsidR="00155D52" w:rsidRPr="00AC536F">
        <w:fldChar w:fldCharType="begin"/>
      </w:r>
      <w:r w:rsidR="00155D52" w:rsidRPr="00AC536F">
        <w:instrText xml:space="preserve"> REF _Hlk51790924 \r \h </w:instrText>
      </w:r>
      <w:r w:rsidR="00AC536F">
        <w:instrText xml:space="preserve"> \* MERGEFORMAT </w:instrText>
      </w:r>
      <w:r w:rsidR="00155D52" w:rsidRPr="00AC536F">
        <w:fldChar w:fldCharType="separate"/>
      </w:r>
      <w:r w:rsidR="007B1956">
        <w:t>3.7.1</w:t>
      </w:r>
      <w:r w:rsidR="00155D52" w:rsidRPr="00AC536F">
        <w:fldChar w:fldCharType="end"/>
      </w:r>
      <w:r w:rsidR="00155D52" w:rsidRPr="00AC536F">
        <w:t xml:space="preserve"> písm. </w:t>
      </w:r>
      <w:r w:rsidR="00415245" w:rsidRPr="00AC536F">
        <w:t>(</w:t>
      </w:r>
      <w:r w:rsidR="00155D52" w:rsidRPr="00AC536F">
        <w:t xml:space="preserve">a) </w:t>
      </w:r>
      <w:r w:rsidR="003715E1" w:rsidRPr="00AC536F">
        <w:t>nebo</w:t>
      </w:r>
      <w:r w:rsidR="00155D52" w:rsidRPr="00AC536F">
        <w:t xml:space="preserve"> (</w:t>
      </w:r>
      <w:r w:rsidR="003715E1" w:rsidRPr="00AC536F">
        <w:t>b</w:t>
      </w:r>
      <w:r w:rsidR="00155D52" w:rsidRPr="00AC536F">
        <w:t xml:space="preserve">) (podle okolností) byla splněna. </w:t>
      </w:r>
    </w:p>
    <w:p w14:paraId="2994858C" w14:textId="2D809605" w:rsidR="00B350EA" w:rsidRPr="00AC536F" w:rsidRDefault="00B350EA" w:rsidP="001B2FD0">
      <w:pPr>
        <w:pStyle w:val="Text1-2"/>
      </w:pPr>
      <w:r w:rsidRPr="00AC536F">
        <w:t>Účinky Rozvazovací podmínky a ukončení Smlouvy nastávají vždy k okamžiku oboustranného podpisu předávacího protokolu k té Dílčí etapě, která byla takto protokolárně předána a převzata předtím, než nastala relevantní skute</w:t>
      </w:r>
      <w:r w:rsidR="000259BE" w:rsidRPr="00AC536F">
        <w:t xml:space="preserve">čnost uvedená v odst. </w:t>
      </w:r>
      <w:r w:rsidRPr="00AC536F">
        <w:fldChar w:fldCharType="begin"/>
      </w:r>
      <w:r w:rsidRPr="00AC536F">
        <w:instrText xml:space="preserve"> REF _Hlk51790924 \r \h </w:instrText>
      </w:r>
      <w:r w:rsidR="00AC536F">
        <w:instrText xml:space="preserve"> \* MERGEFORMAT </w:instrText>
      </w:r>
      <w:r w:rsidRPr="00AC536F">
        <w:fldChar w:fldCharType="separate"/>
      </w:r>
      <w:r w:rsidR="007B1956">
        <w:t>3.7.1</w:t>
      </w:r>
      <w:r w:rsidRPr="00AC536F">
        <w:fldChar w:fldCharType="end"/>
      </w:r>
      <w:r w:rsidRPr="00AC536F">
        <w:t>.</w:t>
      </w:r>
      <w:bookmarkEnd w:id="8"/>
    </w:p>
    <w:p w14:paraId="26A63F15" w14:textId="4C48DDA9" w:rsidR="00284669" w:rsidRPr="00AC536F" w:rsidRDefault="003B7A7F" w:rsidP="001B2FD0">
      <w:pPr>
        <w:pStyle w:val="Text1-2"/>
      </w:pPr>
      <w:bookmarkStart w:id="10" w:name="_Ref54116176"/>
      <w:bookmarkStart w:id="11" w:name="_Ref51787473"/>
      <w:r w:rsidRPr="00AC536F">
        <w:t xml:space="preserve">Objednatel </w:t>
      </w:r>
      <w:r w:rsidR="00E04F42" w:rsidRPr="00AC536F">
        <w:t xml:space="preserve">vždy </w:t>
      </w:r>
      <w:r w:rsidRPr="00AC536F">
        <w:t>písemně oznámí Zhotoviteli nejpozději do</w:t>
      </w:r>
      <w:r w:rsidR="00AA7DD5" w:rsidRPr="00AC536F">
        <w:t xml:space="preserve"> </w:t>
      </w:r>
      <w:r w:rsidR="002B1FFF" w:rsidRPr="00AC536F">
        <w:t xml:space="preserve">10 </w:t>
      </w:r>
      <w:r w:rsidRPr="00AC536F">
        <w:t>dnů</w:t>
      </w:r>
      <w:r w:rsidRPr="00AC536F">
        <w:rPr>
          <w:color w:val="FF0000"/>
        </w:rPr>
        <w:t xml:space="preserve"> </w:t>
      </w:r>
      <w:r w:rsidRPr="00AC536F">
        <w:t xml:space="preserve">od oboustranného podpisu předávacího protokolu k </w:t>
      </w:r>
      <w:r w:rsidR="00AC536F" w:rsidRPr="00AC536F">
        <w:t>předmětné</w:t>
      </w:r>
      <w:r w:rsidR="00E04F42" w:rsidRPr="00AC536F">
        <w:t xml:space="preserve"> Dílčí etapě</w:t>
      </w:r>
      <w:r w:rsidRPr="00AC536F">
        <w:t>,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r w:rsidR="00284669" w:rsidRPr="00AC536F">
        <w:t>.</w:t>
      </w:r>
      <w:bookmarkEnd w:id="9"/>
      <w:bookmarkEnd w:id="10"/>
      <w:bookmarkEnd w:id="11"/>
    </w:p>
    <w:p w14:paraId="18487A46" w14:textId="7135D49A" w:rsidR="001B2FD0" w:rsidRPr="00AC536F" w:rsidRDefault="003B7A7F" w:rsidP="001B2FD0">
      <w:pPr>
        <w:pStyle w:val="Text1-2"/>
      </w:pPr>
      <w:bookmarkStart w:id="12" w:name="_Ref51785178"/>
      <w:bookmarkStart w:id="13" w:name="_Ref51785293"/>
      <w:bookmarkStart w:id="14" w:name="_Ref51787774"/>
      <w:r w:rsidRPr="00AC536F">
        <w:t xml:space="preserve">V případě, že Objednatel </w:t>
      </w:r>
      <w:r w:rsidR="00E04F42" w:rsidRPr="00AC536F">
        <w:t xml:space="preserve">neoznámí Zhotoviteli ani do </w:t>
      </w:r>
      <w:r w:rsidR="002B1FFF" w:rsidRPr="00AC536F">
        <w:t>2</w:t>
      </w:r>
      <w:r w:rsidR="00A47A1D" w:rsidRPr="00AC536F">
        <w:rPr>
          <w:color w:val="FF0000"/>
        </w:rPr>
        <w:t xml:space="preserve"> </w:t>
      </w:r>
      <w:r w:rsidR="00E04F42" w:rsidRPr="00AC536F">
        <w:t>měsíců po uplynutí</w:t>
      </w:r>
      <w:r w:rsidRPr="00AC536F">
        <w:t xml:space="preserve"> lhůt</w:t>
      </w:r>
      <w:r w:rsidR="00E04F42" w:rsidRPr="00AC536F">
        <w:t>y</w:t>
      </w:r>
      <w:r w:rsidRPr="00AC536F">
        <w:t xml:space="preserve"> uvedené v článku </w:t>
      </w:r>
      <w:r w:rsidRPr="00AC536F">
        <w:fldChar w:fldCharType="begin"/>
      </w:r>
      <w:r w:rsidRPr="00AC536F">
        <w:instrText xml:space="preserve"> REF _Ref51787473 \r \h </w:instrText>
      </w:r>
      <w:r w:rsidR="006D1838" w:rsidRPr="00AC536F">
        <w:instrText xml:space="preserve"> \* MERGEFORMAT </w:instrText>
      </w:r>
      <w:r w:rsidRPr="00AC536F">
        <w:fldChar w:fldCharType="separate"/>
      </w:r>
      <w:r w:rsidR="007B1956">
        <w:t>3.7.4</w:t>
      </w:r>
      <w:r w:rsidRPr="00AC536F">
        <w:fldChar w:fldCharType="end"/>
      </w:r>
      <w:bookmarkEnd w:id="12"/>
      <w:r w:rsidRPr="00AC536F">
        <w:t xml:space="preserve">, že byla splněna Rozvazovací podmínka ani mu </w:t>
      </w:r>
      <w:r w:rsidR="00E04F42" w:rsidRPr="00AC536F">
        <w:t xml:space="preserve">v této lhůtě </w:t>
      </w:r>
      <w:r w:rsidRPr="00AC536F">
        <w:t xml:space="preserve">neoznámí, že má pokračovat v plnění Díla, </w:t>
      </w:r>
      <w:r w:rsidR="00E04F42" w:rsidRPr="00AC536F">
        <w:t>je Zhotovitel povinen zaslat Objednateli písemně žádost o sdělen</w:t>
      </w:r>
      <w:r w:rsidR="00A71660" w:rsidRPr="00AC536F">
        <w:t>í</w:t>
      </w:r>
      <w:r w:rsidR="00E04F42" w:rsidRPr="00AC536F">
        <w:t xml:space="preserve">, zda došlo k naplnění Rozvazovací podmínky. Pokud Objednatel </w:t>
      </w:r>
      <w:r w:rsidR="000B3074" w:rsidRPr="00AC536F">
        <w:t xml:space="preserve">neoznámí Zhotoviteli ani do </w:t>
      </w:r>
      <w:r w:rsidR="002B1FFF" w:rsidRPr="00AC536F">
        <w:t>10</w:t>
      </w:r>
      <w:r w:rsidR="000B3074" w:rsidRPr="00AC536F">
        <w:t xml:space="preserve"> </w:t>
      </w:r>
      <w:r w:rsidR="00A31817" w:rsidRPr="00AC536F">
        <w:t>dní</w:t>
      </w:r>
      <w:r w:rsidR="000B3074" w:rsidRPr="00AC536F">
        <w:t xml:space="preserve"> od obdržení žádosti Zhotovitele, zda byla naplněna Rozvazovací podmínka, </w:t>
      </w:r>
      <w:r w:rsidRPr="00AC536F">
        <w:t xml:space="preserve">platí, že </w:t>
      </w:r>
      <w:bookmarkEnd w:id="13"/>
      <w:r w:rsidR="000B3074" w:rsidRPr="00AC536F">
        <w:t>Rozvazovací podmínka byla naplněna a Smlouva zanikla k</w:t>
      </w:r>
      <w:r w:rsidR="00A71660" w:rsidRPr="00AC536F">
        <w:t> </w:t>
      </w:r>
      <w:r w:rsidR="000B3074" w:rsidRPr="00AC536F">
        <w:t>okamžiku</w:t>
      </w:r>
      <w:r w:rsidR="00A71660" w:rsidRPr="00AC536F">
        <w:t xml:space="preserve"> </w:t>
      </w:r>
      <w:r w:rsidR="000259BE" w:rsidRPr="00AC536F">
        <w:t>uvedeném v odst.</w:t>
      </w:r>
      <w:r w:rsidR="00A31817" w:rsidRPr="00AC536F">
        <w:t xml:space="preserve"> </w:t>
      </w:r>
      <w:r w:rsidR="00A31817" w:rsidRPr="00AC536F">
        <w:fldChar w:fldCharType="begin"/>
      </w:r>
      <w:r w:rsidR="00A31817" w:rsidRPr="00AC536F">
        <w:instrText xml:space="preserve"> REF _Ref54115844 \r \h </w:instrText>
      </w:r>
      <w:r w:rsidR="006D1838" w:rsidRPr="00AC536F">
        <w:instrText xml:space="preserve"> \* MERGEFORMAT </w:instrText>
      </w:r>
      <w:r w:rsidR="00A31817" w:rsidRPr="00AC536F">
        <w:fldChar w:fldCharType="separate"/>
      </w:r>
      <w:r w:rsidR="007B1956">
        <w:t>3.7.2</w:t>
      </w:r>
      <w:r w:rsidR="00A31817" w:rsidRPr="00AC536F">
        <w:fldChar w:fldCharType="end"/>
      </w:r>
      <w:r w:rsidR="008162E3" w:rsidRPr="00AC536F">
        <w:t>.</w:t>
      </w:r>
      <w:bookmarkEnd w:id="14"/>
    </w:p>
    <w:p w14:paraId="773367E6" w14:textId="3F1CB83E" w:rsidR="00C46E3A" w:rsidRDefault="003B7A7F" w:rsidP="00A40505">
      <w:pPr>
        <w:pStyle w:val="Text1-2"/>
      </w:pPr>
      <w:r>
        <w:t>V případě, že dojde k ukončení Smlouvy v důsledku splnění Rozvazov</w:t>
      </w:r>
      <w:r w:rsidR="000259BE">
        <w:t>ací podmínky podle tohoto odst.</w:t>
      </w:r>
      <w:r>
        <w:t xml:space="preserve"> </w:t>
      </w:r>
      <w:r>
        <w:fldChar w:fldCharType="begin"/>
      </w:r>
      <w:r>
        <w:instrText xml:space="preserve"> REF _Ref53007706 \r \h </w:instrText>
      </w:r>
      <w:r>
        <w:fldChar w:fldCharType="separate"/>
      </w:r>
      <w:r w:rsidR="007B1956">
        <w:t>3.7</w:t>
      </w:r>
      <w:r>
        <w:fldChar w:fldCharType="end"/>
      </w:r>
      <w:r>
        <w:t xml:space="preserve">,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w:t>
      </w:r>
      <w:r w:rsidR="007767A4">
        <w:t>Zhotovitel zejména nemá nárok na úhradu jakékoli Části Díla, která byla Zhotovitelem k okamžiku splnění Rozvazovací podmínky rozpracovaná, avšak nebyla Objednatelem protokolárně převzata. U</w:t>
      </w:r>
      <w:r>
        <w:t>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7CB51CF8" w14:textId="0AB1EBD9"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B255DDD" w14:textId="77777777" w:rsidR="003F5723" w:rsidRDefault="003F5723" w:rsidP="003F5723">
      <w:pPr>
        <w:pStyle w:val="Text1-1"/>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38EC637" w14:textId="77777777" w:rsidR="003F5723" w:rsidRPr="008E6FFB" w:rsidRDefault="003F5723" w:rsidP="003F5723">
      <w:pPr>
        <w:pStyle w:val="Text1-1"/>
      </w:pPr>
      <w:proofErr w:type="spellStart"/>
      <w:r>
        <w:t>Ust</w:t>
      </w:r>
      <w:proofErr w:type="spellEnd"/>
      <w:r>
        <w:t xml:space="preserve">. § 2605 odst. 1 občanského zákoníku se nepoužije. Dílo je provedeno tehdy, je-li dokončeno </w:t>
      </w:r>
      <w:r w:rsidRPr="008E6FFB">
        <w:t>řádně a včas a Objednatelem převzato sjednaným způsobem.</w:t>
      </w:r>
    </w:p>
    <w:p w14:paraId="47573181" w14:textId="6E68240D" w:rsidR="003F5723" w:rsidRPr="00232622" w:rsidRDefault="003F5723" w:rsidP="003F5723">
      <w:pPr>
        <w:pStyle w:val="Text1-1"/>
      </w:pPr>
      <w:r w:rsidRPr="008E6FFB">
        <w:t xml:space="preserve">Místem plnění </w:t>
      </w:r>
      <w:r w:rsidR="00BE15D3" w:rsidRPr="008E6FFB">
        <w:t>DUR,</w:t>
      </w:r>
      <w:r w:rsidR="003B7A7F">
        <w:t xml:space="preserve"> </w:t>
      </w:r>
      <w:r w:rsidRPr="008E6FFB">
        <w:t xml:space="preserve">DSP a PDPS je: </w:t>
      </w:r>
      <w:r w:rsidR="00DA298D" w:rsidRPr="00232622">
        <w:t xml:space="preserve">Správa železnic, státní organizace, </w:t>
      </w:r>
      <w:r w:rsidRPr="00232622">
        <w:t>Stavební správa</w:t>
      </w:r>
      <w:r w:rsidR="00DA298D" w:rsidRPr="00232622">
        <w:t xml:space="preserve"> západ, Sokolovská 278/1955, 190 00 Praha 9.</w:t>
      </w:r>
      <w:r w:rsidRPr="00232622">
        <w:t xml:space="preserve"> </w:t>
      </w:r>
    </w:p>
    <w:p w14:paraId="7712EFB6" w14:textId="77777777" w:rsidR="003F5723" w:rsidRPr="008E6FFB" w:rsidRDefault="003F5723" w:rsidP="003F5723">
      <w:pPr>
        <w:pStyle w:val="Textbezslovn"/>
      </w:pPr>
      <w:r w:rsidRPr="008E6FFB">
        <w:t>Místem výkonu autorského dozoru je místo realizace stavby, popř. další místa určená Objednatelem.</w:t>
      </w:r>
    </w:p>
    <w:p w14:paraId="2C830EC2" w14:textId="77777777" w:rsidR="003F5723" w:rsidRPr="008E6FFB" w:rsidRDefault="003F5723" w:rsidP="003F5723">
      <w:pPr>
        <w:pStyle w:val="Nadpis1-1"/>
      </w:pPr>
      <w:r w:rsidRPr="008E6FFB">
        <w:t>OSTATNÍ USTANOVENÍ</w:t>
      </w:r>
    </w:p>
    <w:p w14:paraId="3AD9E2D9" w14:textId="423EA304" w:rsidR="003F5723" w:rsidRPr="008E6FFB" w:rsidRDefault="003F5723" w:rsidP="003F5723">
      <w:pPr>
        <w:pStyle w:val="Text1-1"/>
      </w:pPr>
      <w:r w:rsidRPr="008E6FFB">
        <w:t>Bankovní záruka za provedení Díla dle čl. 11</w:t>
      </w:r>
      <w:r w:rsidR="00253CBA" w:rsidRPr="008E6FFB">
        <w:t xml:space="preserve"> Obchodních podmínek činí 10% z </w:t>
      </w:r>
      <w:r w:rsidRPr="008E6FFB">
        <w:t xml:space="preserve">Ceny za zpracování </w:t>
      </w:r>
      <w:r w:rsidR="00F31865" w:rsidRPr="008E6FFB">
        <w:t>DUR,</w:t>
      </w:r>
      <w:r w:rsidR="000D4212">
        <w:t xml:space="preserve"> </w:t>
      </w:r>
      <w:r w:rsidRPr="008E6FFB">
        <w:t>DSP a PDPS, tj.: "[</w:t>
      </w:r>
      <w:r w:rsidRPr="008E6FFB">
        <w:rPr>
          <w:b/>
          <w:highlight w:val="yellow"/>
        </w:rPr>
        <w:t>VLOŽÍ ZHOTOVITEL</w:t>
      </w:r>
      <w:r w:rsidRPr="008E6FFB">
        <w:t xml:space="preserve">]" bez DPH. Cena za zpracování </w:t>
      </w:r>
      <w:r w:rsidR="00F31865" w:rsidRPr="008E6FFB">
        <w:t xml:space="preserve">DUR, </w:t>
      </w:r>
      <w:r w:rsidRPr="008E6FFB">
        <w:t>DSP a PDPS je uvedena v Příloze č. 4 této Smlouvy.</w:t>
      </w:r>
    </w:p>
    <w:p w14:paraId="53E0656A" w14:textId="77777777" w:rsidR="003F5723" w:rsidRDefault="003F5723" w:rsidP="003F5723">
      <w:pPr>
        <w:pStyle w:val="Text1-1"/>
      </w:pPr>
      <w:r w:rsidRPr="008E6FFB">
        <w:t>Zhotovitel bude pro Objednatele zpracovávat osobní údaje třetích</w:t>
      </w:r>
      <w:r w:rsidR="00964369" w:rsidRPr="008E6FFB">
        <w:t xml:space="preserve"> stran, které jsou v </w:t>
      </w:r>
      <w:r w:rsidRPr="008E6FFB">
        <w:t xml:space="preserve">souladu s platnou </w:t>
      </w:r>
      <w:r>
        <w:t>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629F7164" w14:textId="0B3E369E"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DA298D">
        <w:t xml:space="preserve"> a o volném pohybu těchto údajů </w:t>
      </w:r>
      <w:r>
        <w:t>(dále jen GDPR), které se na něj jako na zpracovatele vztahují a plnění těchto povinností na vyžádání doložit Objednateli.</w:t>
      </w:r>
    </w:p>
    <w:p w14:paraId="18B273F4" w14:textId="3894E892" w:rsidR="002D735A" w:rsidRPr="008147B0" w:rsidRDefault="002D735A" w:rsidP="002D735A">
      <w:pPr>
        <w:pStyle w:val="Text1-1"/>
        <w:rPr>
          <w:rFonts w:eastAsia="Times New Roman" w:cs="Times New Roman"/>
          <w:strike/>
          <w:sz w:val="20"/>
          <w:szCs w:val="20"/>
        </w:rPr>
      </w:pPr>
      <w:r w:rsidRPr="002D735A">
        <w:t>Objednatel si vyhrazuje požadavek, že autorský dozor bude v průběhu realizace Stavby</w:t>
      </w:r>
      <w:r w:rsidRPr="00897AC2">
        <w:t xml:space="preserve"> zajištěn osobou (osobami) disponující(mi) elektronickým podpisem</w:t>
      </w:r>
      <w:r>
        <w:t>.</w:t>
      </w:r>
      <w:r w:rsidRPr="00897AC2">
        <w:t xml:space="preserve"> </w:t>
      </w:r>
    </w:p>
    <w:p w14:paraId="13C7F2DA" w14:textId="190EEACC" w:rsidR="002D735A" w:rsidRPr="00201582" w:rsidRDefault="002D735A" w:rsidP="002D735A">
      <w:pPr>
        <w:pStyle w:val="Text1-1"/>
        <w:rPr>
          <w:rFonts w:eastAsia="Times New Roman" w:cs="Times New Roman"/>
          <w:sz w:val="20"/>
          <w:szCs w:val="20"/>
        </w:rPr>
      </w:pPr>
      <w:r>
        <w:t xml:space="preserve">Zhotovitel se zavazuje, že v Díle nezvýhodní ani neznevýhodní určité dodavatele nebo výrobky tím, že technické podmínky dle § </w:t>
      </w:r>
      <w:r w:rsidRPr="00096995">
        <w:t xml:space="preserve">89 odst.1 zákona č. 134/2016 Sb., o zadávání </w:t>
      </w:r>
      <w:r w:rsidRPr="00201582">
        <w:t>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E03E2A6" w14:textId="53B44814" w:rsidR="00232622" w:rsidRPr="001E1274" w:rsidRDefault="00232622" w:rsidP="00032DC0">
      <w:pPr>
        <w:pStyle w:val="Text1-1"/>
        <w:rPr>
          <w:color w:val="00B050"/>
        </w:rPr>
      </w:pPr>
      <w:r w:rsidRPr="001E1274">
        <w:t xml:space="preserve">Objednatel si vyhrazuje změnu závazku v souladu s § 100 odst. 1 ZZVZ ve věci činností prováděných při zajištění zpracování </w:t>
      </w:r>
      <w:r w:rsidR="005E648C">
        <w:t>A</w:t>
      </w:r>
      <w:r w:rsidRPr="001E1274">
        <w:t xml:space="preserve">ktualizace </w:t>
      </w:r>
      <w:r w:rsidR="005E648C">
        <w:t>Z</w:t>
      </w:r>
      <w:r w:rsidRPr="001E1274">
        <w:t>áměru projektu. Specifikace činností a podmínky pro jejich provedení jsou uvedeny v Technické specifikaci – ZTP.</w:t>
      </w:r>
      <w:r w:rsidRPr="001E1274">
        <w:rPr>
          <w:rFonts w:ascii="Verdana" w:hAnsi="Verdana"/>
        </w:rPr>
        <w:t xml:space="preserve"> Zhotoviteli bude uhrazen jen skutečně </w:t>
      </w:r>
      <w:r w:rsidR="00032DC0" w:rsidRPr="001E1274">
        <w:rPr>
          <w:rFonts w:ascii="Verdana" w:hAnsi="Verdana"/>
        </w:rPr>
        <w:t>provedený rozsah tohoto plnění.</w:t>
      </w:r>
    </w:p>
    <w:p w14:paraId="74F61BE7" w14:textId="77777777" w:rsidR="007A51C3" w:rsidRPr="00B05D40" w:rsidRDefault="007A51C3" w:rsidP="007A51C3">
      <w:pPr>
        <w:pStyle w:val="Text1-1"/>
      </w:pPr>
      <w:proofErr w:type="spellStart"/>
      <w:r w:rsidRPr="00B05D40">
        <w:t>Compliance</w:t>
      </w:r>
      <w:proofErr w:type="spellEnd"/>
      <w:r w:rsidRPr="00B05D40">
        <w:t xml:space="preserve"> doložka a etické zásady </w:t>
      </w:r>
    </w:p>
    <w:p w14:paraId="16159D8D" w14:textId="62ACFC46" w:rsidR="007A51C3" w:rsidRPr="00B05D40" w:rsidRDefault="007A51C3" w:rsidP="007A51C3">
      <w:pPr>
        <w:pStyle w:val="Text1-1"/>
        <w:numPr>
          <w:ilvl w:val="0"/>
          <w:numId w:val="0"/>
        </w:numPr>
        <w:ind w:left="737"/>
      </w:pPr>
      <w:r w:rsidRPr="00B05D40">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05D40">
        <w:t>compliance</w:t>
      </w:r>
      <w:proofErr w:type="spellEnd"/>
      <w:r w:rsidRPr="00B05D40">
        <w:t xml:space="preserve"> programů a etických hodnot druhé smluvní strany, pakliže těmito dokumenty dotčené smluvní strany disponují, a jsou uveřejněny na webových stránkách smluvních stran (společností).</w:t>
      </w:r>
    </w:p>
    <w:p w14:paraId="06046768" w14:textId="64A9653A" w:rsidR="00E471D2" w:rsidRPr="00E73154" w:rsidRDefault="00E471D2" w:rsidP="00E471D2">
      <w:pPr>
        <w:pStyle w:val="Text1-1"/>
      </w:pPr>
      <w:r w:rsidRPr="00E73154">
        <w:t>Sociálně a env</w:t>
      </w:r>
      <w:r w:rsidR="00585340">
        <w:t>ironmentálně odpovědné zadávání, inovace</w:t>
      </w:r>
    </w:p>
    <w:p w14:paraId="71FFBA06" w14:textId="7BAC2FF2" w:rsidR="00E471D2" w:rsidRPr="00E73154" w:rsidRDefault="00E471D2" w:rsidP="00E471D2">
      <w:pPr>
        <w:pStyle w:val="Text1-2"/>
      </w:pPr>
      <w:r w:rsidRPr="00E73154">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w:t>
      </w:r>
      <w:r w:rsidR="00D0259C" w:rsidRPr="00E73154">
        <w:t>DUR,</w:t>
      </w:r>
      <w:r w:rsidRPr="00E73154">
        <w:t>DSP a PDPS za každý případ, minimálně však 10 000 Kč a maximálně 200 000 Kč za každý případ.</w:t>
      </w:r>
    </w:p>
    <w:p w14:paraId="7A906FB0" w14:textId="25937535" w:rsidR="00E471D2" w:rsidRPr="00E73154" w:rsidRDefault="00E471D2" w:rsidP="00E471D2">
      <w:pPr>
        <w:pStyle w:val="Text1-2"/>
      </w:pPr>
      <w:r w:rsidRPr="00E73154">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w:t>
      </w:r>
      <w:r w:rsidR="00D0259C" w:rsidRPr="00E73154">
        <w:t>ele dle předchozího odstavce</w:t>
      </w:r>
      <w:r w:rsidR="008422FB" w:rsidRPr="00E73154">
        <w:t xml:space="preserve"> 4.8.1</w:t>
      </w:r>
      <w:r w:rsidRPr="00E73154">
        <w:t>. Předkládaná smluvní dokumentace bude anonymizovaná tak, aby neobsahovala osobní údaje či obchodní tajemství Zhotovitele či smluvních partnerů Zhotovitele; musí z ní však být vždy zřejmé splnění povinnosti dle</w:t>
      </w:r>
      <w:r w:rsidR="00D0259C" w:rsidRPr="00E73154">
        <w:t xml:space="preserve"> odst.</w:t>
      </w:r>
      <w:r w:rsidR="008422FB" w:rsidRPr="00E73154">
        <w:t>4.8.1</w:t>
      </w:r>
      <w:r w:rsidRPr="00E73154">
        <w:t xml:space="preserve"> této Smlouvy. Za každý byť i započatý  den prodlení se splněním povinnosti předložit každou jednotlivou smluvní dokumentaci dle tohoto odstavce se Zhotovitel zavazuje uhradit smluvní pokutu ve výši 2 000 Kč.</w:t>
      </w:r>
    </w:p>
    <w:p w14:paraId="1219A85A" w14:textId="7921732B" w:rsidR="00E471D2" w:rsidRPr="00E73154" w:rsidRDefault="00E471D2" w:rsidP="00E471D2">
      <w:pPr>
        <w:pStyle w:val="Text1-2"/>
      </w:pPr>
      <w:r w:rsidRPr="00E73154">
        <w:t>Porady</w:t>
      </w:r>
      <w:r w:rsidR="00D0259C" w:rsidRPr="00E73154">
        <w:t xml:space="preserve"> svolávané </w:t>
      </w:r>
      <w:r w:rsidRPr="00E73154">
        <w:t xml:space="preserve">dle odst. </w:t>
      </w:r>
      <w:r w:rsidR="00D0259C" w:rsidRPr="00E73154">
        <w:t>3.2</w:t>
      </w:r>
      <w:r w:rsidRPr="00E73154">
        <w:t xml:space="preserve"> Přílohy č.3b) této Smlouvy, budou probíhat primárně distančním způsobem (elektronicky, např. MS </w:t>
      </w:r>
      <w:proofErr w:type="spellStart"/>
      <w:r w:rsidRPr="00E73154">
        <w:t>Teams</w:t>
      </w:r>
      <w:proofErr w:type="spellEnd"/>
      <w:r w:rsidRPr="00E73154">
        <w:t xml:space="preserve">, Google </w:t>
      </w:r>
      <w:proofErr w:type="spellStart"/>
      <w:r w:rsidRPr="00E73154">
        <w:t>meet</w:t>
      </w:r>
      <w:proofErr w:type="spellEnd"/>
      <w:r w:rsidRPr="00E73154">
        <w:t>, atp.), pokud nebude nutné, aby byly spojeny s místním šetřením.</w:t>
      </w:r>
    </w:p>
    <w:p w14:paraId="7D5C5072" w14:textId="1454BEEB" w:rsidR="00E471D2" w:rsidRPr="00E73154" w:rsidRDefault="00E471D2" w:rsidP="00E471D2">
      <w:pPr>
        <w:pStyle w:val="Text1-2"/>
      </w:pPr>
      <w:r w:rsidRPr="00E73154">
        <w:t xml:space="preserve">Zhotovitel se zavazuje, že v průběhu plnění Díla v rozsahu </w:t>
      </w:r>
      <w:r w:rsidR="00D0259C" w:rsidRPr="00E73154">
        <w:t xml:space="preserve">DUR, </w:t>
      </w:r>
      <w:r w:rsidRPr="00E73154">
        <w:t>DSP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598717C1" w14:textId="185BF6D8" w:rsidR="00E471D2" w:rsidRPr="00E73154" w:rsidRDefault="00E471D2" w:rsidP="00E471D2">
      <w:pPr>
        <w:pStyle w:val="Text1-2"/>
      </w:pPr>
      <w:r w:rsidRPr="00E73154">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EA72826" w14:textId="15FBCA91" w:rsidR="00E471D2" w:rsidRPr="00E73154" w:rsidRDefault="00E471D2" w:rsidP="00E471D2">
      <w:pPr>
        <w:pStyle w:val="Text1-2"/>
      </w:pPr>
      <w:r w:rsidRPr="00E73154">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DBBF5E5" w14:textId="2EE29817" w:rsidR="00E471D2" w:rsidRPr="00E73154" w:rsidRDefault="00E471D2" w:rsidP="00E471D2">
      <w:pPr>
        <w:pStyle w:val="Text1-2"/>
      </w:pPr>
      <w:r w:rsidRPr="00E73154">
        <w:t>Zhotovitel se zavazuje provést účastníky exkurze po dotčených místech dle podmínek a omezení stanovených BOZP a poskytnout účastníkům exkurze odborný výklad k aktuálně prováděným činnostem.</w:t>
      </w:r>
    </w:p>
    <w:p w14:paraId="168F68E2" w14:textId="77777777" w:rsidR="00E471D2" w:rsidRPr="00E73154" w:rsidRDefault="00E471D2" w:rsidP="00E471D2">
      <w:pPr>
        <w:pStyle w:val="Text1-2"/>
      </w:pPr>
      <w:r w:rsidRPr="00E73154">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05F00A22" w14:textId="32DABA22" w:rsidR="00E471D2" w:rsidRPr="00E73154" w:rsidRDefault="00E471D2" w:rsidP="00E471D2">
      <w:pPr>
        <w:pStyle w:val="Text1-2"/>
      </w:pPr>
      <w:r w:rsidRPr="00E73154">
        <w:t xml:space="preserve">Zhotovitel bude důsledně požadovat v Projektové dokumentaci recyklaci kameniva vyzískávaného z kolejového lože. Bližší specifikace je uvedena v odst. </w:t>
      </w:r>
      <w:r w:rsidR="00D0259C" w:rsidRPr="00E73154">
        <w:t>5.5.29</w:t>
      </w:r>
      <w:r w:rsidRPr="00E73154">
        <w:t xml:space="preserve"> přílohy č.3 b) této Smlouvy.</w:t>
      </w:r>
    </w:p>
    <w:p w14:paraId="2156F04F" w14:textId="071868F7" w:rsidR="00E471D2" w:rsidRDefault="00E471D2" w:rsidP="00E471D2">
      <w:pPr>
        <w:pStyle w:val="Text1-2"/>
      </w:pPr>
      <w:r w:rsidRPr="00E73154">
        <w:t>Ustanoveními o smluvní</w:t>
      </w:r>
      <w:r w:rsidR="00D0259C" w:rsidRPr="00E73154">
        <w:t xml:space="preserve">ch pokutách uvedenými v odst. </w:t>
      </w:r>
      <w:r w:rsidR="008422FB" w:rsidRPr="00E73154">
        <w:t xml:space="preserve">4.8 </w:t>
      </w:r>
      <w:r w:rsidRPr="00E73154">
        <w:t>není dotčeno uplatňování smluvních pokut uvedených v čl.17 Obchodních podmínek.</w:t>
      </w:r>
    </w:p>
    <w:p w14:paraId="59DB62F6" w14:textId="54FEAEB6" w:rsidR="00E471D2" w:rsidRPr="00585340" w:rsidRDefault="00585340" w:rsidP="00585340">
      <w:pPr>
        <w:pStyle w:val="Text1-2"/>
        <w:rPr>
          <w:color w:val="FF0000"/>
        </w:rPr>
      </w:pPr>
      <w:r w:rsidRPr="00585340">
        <w:rPr>
          <w:rFonts w:eastAsia="Times New Roman" w:cs="Times New Roman"/>
        </w:rPr>
        <w:t>Zhotovitel povede majetkoprávní vypořádání v majetkoprávní aplikaci v souladu s odst.3.2.8 přílohy 3b) této Smlouvy.</w:t>
      </w:r>
    </w:p>
    <w:p w14:paraId="61DB1020" w14:textId="77777777" w:rsidR="00E471D2" w:rsidRDefault="00E471D2" w:rsidP="00200844">
      <w:pPr>
        <w:pStyle w:val="Text1-1"/>
        <w:numPr>
          <w:ilvl w:val="0"/>
          <w:numId w:val="0"/>
        </w:numPr>
        <w:ind w:left="737" w:hanging="737"/>
        <w:rPr>
          <w:color w:val="FF0000"/>
        </w:rPr>
      </w:pPr>
    </w:p>
    <w:p w14:paraId="08888770" w14:textId="77777777" w:rsidR="00E471D2" w:rsidRDefault="00E471D2" w:rsidP="00200844">
      <w:pPr>
        <w:pStyle w:val="Text1-1"/>
        <w:numPr>
          <w:ilvl w:val="0"/>
          <w:numId w:val="0"/>
        </w:numPr>
        <w:ind w:left="737" w:hanging="737"/>
        <w:rPr>
          <w:color w:val="FF0000"/>
        </w:rPr>
      </w:pPr>
    </w:p>
    <w:p w14:paraId="64064EF9" w14:textId="77777777" w:rsidR="00E471D2" w:rsidRDefault="00E471D2" w:rsidP="00200844">
      <w:pPr>
        <w:pStyle w:val="Text1-1"/>
        <w:numPr>
          <w:ilvl w:val="0"/>
          <w:numId w:val="0"/>
        </w:numPr>
        <w:ind w:left="737" w:hanging="737"/>
        <w:rPr>
          <w:color w:val="FF0000"/>
        </w:rPr>
      </w:pPr>
    </w:p>
    <w:p w14:paraId="0CD3973F" w14:textId="77777777" w:rsidR="00200844" w:rsidRPr="007A51C3" w:rsidRDefault="00200844" w:rsidP="00200844">
      <w:pPr>
        <w:pStyle w:val="Text1-1"/>
        <w:numPr>
          <w:ilvl w:val="0"/>
          <w:numId w:val="0"/>
        </w:numPr>
        <w:ind w:left="737" w:hanging="737"/>
        <w:rPr>
          <w:color w:val="FF0000"/>
        </w:rPr>
      </w:pPr>
    </w:p>
    <w:p w14:paraId="1E1C04EC" w14:textId="77777777" w:rsidR="007A51C3" w:rsidRPr="00032DC0" w:rsidRDefault="007A51C3" w:rsidP="007A51C3">
      <w:pPr>
        <w:pStyle w:val="Text1-1"/>
        <w:numPr>
          <w:ilvl w:val="0"/>
          <w:numId w:val="0"/>
        </w:numPr>
        <w:ind w:left="737"/>
        <w:rPr>
          <w:color w:val="00B050"/>
          <w:highlight w:val="yellow"/>
        </w:rPr>
      </w:pPr>
    </w:p>
    <w:p w14:paraId="7051A958" w14:textId="77777777" w:rsidR="003F5723" w:rsidRDefault="003F5723" w:rsidP="003F5723">
      <w:pPr>
        <w:pStyle w:val="Nadpis1-1"/>
      </w:pPr>
      <w:r>
        <w:lastRenderedPageBreak/>
        <w:t>ZÁVĚREČNÁ USTANOVENÍ</w:t>
      </w:r>
    </w:p>
    <w:p w14:paraId="07DA8E4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69116A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71DFA5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041A1CB3"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8CBB5DF"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A0D2AB7" w14:textId="77777777"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62C8E5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65C791E" w14:textId="37A0086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w:t>
      </w:r>
      <w:r w:rsidR="00F31865">
        <w:t xml:space="preserve"> ZZVZ</w:t>
      </w:r>
      <w:r>
        <w:t>. Žádná ze stran není oprávněna převést jakákoliv práva či povinnosti nebo jejich část na třetí osobu bez předchozího písemného souhlasu druhé smluvní strany.</w:t>
      </w:r>
    </w:p>
    <w:p w14:paraId="749F3682"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AFB056D"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B0BE52A"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02634970"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3605049C" w14:textId="3CE19373"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98EB3FB" w14:textId="23C1D919" w:rsidR="003F5723" w:rsidRDefault="003F5723" w:rsidP="00124751">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29B96D2"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5F5F332" w14:textId="77777777" w:rsidR="00F422D3" w:rsidRPr="00376B87" w:rsidRDefault="00F422D3" w:rsidP="00964369">
      <w:pPr>
        <w:pStyle w:val="Text1-1"/>
        <w:rPr>
          <w:b/>
        </w:rPr>
      </w:pPr>
      <w:r w:rsidRPr="00376B87">
        <w:rPr>
          <w:b/>
        </w:rPr>
        <w:t xml:space="preserve">Přílohy, které tvoří nedílnou součást této Smlouvy o dílo: </w:t>
      </w:r>
    </w:p>
    <w:p w14:paraId="577F973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462AC035" w14:textId="0E14A75F" w:rsidR="007043B5" w:rsidRPr="001E1274" w:rsidRDefault="00F422D3" w:rsidP="001E1274">
      <w:pPr>
        <w:pStyle w:val="Textbezslovn"/>
        <w:ind w:left="0" w:firstLine="709"/>
        <w:rPr>
          <w:b/>
        </w:rPr>
      </w:pPr>
      <w:r w:rsidRPr="00964369">
        <w:t>Příloha</w:t>
      </w:r>
      <w:r>
        <w:t xml:space="preserve"> č. 2</w:t>
      </w:r>
      <w:r>
        <w:tab/>
      </w:r>
      <w:r w:rsidRPr="006923FD">
        <w:rPr>
          <w:b/>
        </w:rPr>
        <w:t>O</w:t>
      </w:r>
      <w:r w:rsidR="00124751" w:rsidRPr="006923FD">
        <w:rPr>
          <w:b/>
        </w:rPr>
        <w:t>bchodní podmínky</w:t>
      </w:r>
      <w:r w:rsidR="00124751">
        <w:t xml:space="preserve"> </w:t>
      </w:r>
      <w:r w:rsidR="007043B5" w:rsidRPr="001E1274">
        <w:rPr>
          <w:b/>
        </w:rPr>
        <w:t>OP/ DUR+DSP+PDPS/01/20</w:t>
      </w:r>
    </w:p>
    <w:p w14:paraId="54D8C87C" w14:textId="27361135" w:rsidR="00F422D3" w:rsidRDefault="00F422D3" w:rsidP="00964369">
      <w:pPr>
        <w:pStyle w:val="Textbezslovn"/>
      </w:pPr>
    </w:p>
    <w:p w14:paraId="1B901D08" w14:textId="77777777" w:rsidR="00124751" w:rsidRDefault="00F422D3" w:rsidP="00964369">
      <w:pPr>
        <w:pStyle w:val="Textbezslovn"/>
      </w:pPr>
      <w:r w:rsidRPr="00964369">
        <w:t>Příloha</w:t>
      </w:r>
      <w:r>
        <w:t xml:space="preserve"> č. 3</w:t>
      </w:r>
      <w:r>
        <w:tab/>
      </w:r>
      <w:r w:rsidR="00124751" w:rsidRPr="006923FD">
        <w:rPr>
          <w:b/>
        </w:rPr>
        <w:t>Technické podmínky</w:t>
      </w:r>
    </w:p>
    <w:p w14:paraId="02B68989" w14:textId="77777777" w:rsidR="00124751" w:rsidRPr="00964369" w:rsidRDefault="00124751" w:rsidP="00964369">
      <w:pPr>
        <w:pStyle w:val="Textbezslovn"/>
        <w:ind w:left="2127"/>
      </w:pPr>
      <w:r>
        <w:t xml:space="preserve">a) Technické </w:t>
      </w:r>
      <w:r w:rsidRPr="00964369">
        <w:t>kvalitativní podmínky staveb státních drah (TKP)</w:t>
      </w:r>
    </w:p>
    <w:p w14:paraId="7A6E49E3" w14:textId="54FD6D7E" w:rsidR="0051366C" w:rsidRPr="00201582" w:rsidRDefault="00124751" w:rsidP="00964369">
      <w:pPr>
        <w:pStyle w:val="Textbezslovn"/>
        <w:ind w:left="2127"/>
      </w:pPr>
      <w:r w:rsidRPr="00964369">
        <w:t xml:space="preserve">b) </w:t>
      </w:r>
      <w:r w:rsidRPr="00E73154">
        <w:t>Všeobecné technické podmínky</w:t>
      </w:r>
      <w:r w:rsidR="00111608">
        <w:t>_VTP_DOKUMENTACE_02</w:t>
      </w:r>
      <w:r w:rsidR="00BA6689">
        <w:t>-21</w:t>
      </w:r>
      <w:r w:rsidR="001E1274">
        <w:t xml:space="preserve"> </w:t>
      </w:r>
    </w:p>
    <w:p w14:paraId="0169B6AB" w14:textId="3F5B7A99" w:rsidR="00F422D3" w:rsidRDefault="001E080A" w:rsidP="00964369">
      <w:pPr>
        <w:pStyle w:val="Textbezslovn"/>
        <w:ind w:left="2127"/>
      </w:pPr>
      <w:r>
        <w:t>c</w:t>
      </w:r>
      <w:r w:rsidR="00124751" w:rsidRPr="00964369">
        <w:t>) Zvláštní technické</w:t>
      </w:r>
      <w:r w:rsidR="00124751">
        <w:t xml:space="preserve"> podmínky </w:t>
      </w:r>
      <w:r w:rsidR="002949CF">
        <w:t>ze dne 10. 12. 2020</w:t>
      </w:r>
    </w:p>
    <w:p w14:paraId="4F91664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180DBFC9"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28348F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193792F"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19CDC29" w14:textId="77777777" w:rsidR="00124751" w:rsidRPr="00964369" w:rsidRDefault="00124751" w:rsidP="00964369">
      <w:pPr>
        <w:pStyle w:val="Textbezslovn"/>
      </w:pPr>
      <w:r w:rsidRPr="00964369">
        <w:t>Příloha č. 8</w:t>
      </w:r>
      <w:r w:rsidRPr="00964369">
        <w:tab/>
      </w:r>
      <w:r w:rsidRPr="006923FD">
        <w:rPr>
          <w:b/>
        </w:rPr>
        <w:t>Seznam poddodavatelů</w:t>
      </w:r>
    </w:p>
    <w:p w14:paraId="29B6F3CD" w14:textId="77777777" w:rsidR="00124751" w:rsidRPr="00964369" w:rsidRDefault="00124751" w:rsidP="00964369">
      <w:pPr>
        <w:pStyle w:val="Textbezslovn"/>
      </w:pPr>
      <w:r w:rsidRPr="00964369">
        <w:t>Příloha č. 9</w:t>
      </w:r>
      <w:r w:rsidRPr="00964369">
        <w:tab/>
      </w:r>
      <w:r w:rsidRPr="006923FD">
        <w:rPr>
          <w:b/>
        </w:rPr>
        <w:t>Související dokumenty</w:t>
      </w:r>
    </w:p>
    <w:p w14:paraId="6AB3D051"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0F4BB342" w14:textId="77777777" w:rsidR="00964369" w:rsidRDefault="00964369" w:rsidP="00964369">
      <w:pPr>
        <w:pStyle w:val="Textbezslovn"/>
        <w:rPr>
          <w:highlight w:val="green"/>
        </w:rPr>
      </w:pPr>
    </w:p>
    <w:p w14:paraId="662899CE" w14:textId="77777777" w:rsidR="00964369" w:rsidRDefault="00964369" w:rsidP="00964369">
      <w:pPr>
        <w:pStyle w:val="Textbezslovn"/>
        <w:rPr>
          <w:highlight w:val="green"/>
        </w:rPr>
      </w:pPr>
    </w:p>
    <w:p w14:paraId="3EA161D5" w14:textId="77777777" w:rsidR="00964369" w:rsidRPr="00964369" w:rsidRDefault="00964369" w:rsidP="00964369">
      <w:pPr>
        <w:pStyle w:val="Textbezslovn"/>
        <w:rPr>
          <w:highlight w:val="green"/>
        </w:rPr>
      </w:pPr>
    </w:p>
    <w:p w14:paraId="5032F4B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DE3874B" w14:textId="77777777" w:rsidR="00F422D3" w:rsidRDefault="00F422D3" w:rsidP="009F0867">
      <w:pPr>
        <w:pStyle w:val="Textbezodsazen"/>
      </w:pPr>
    </w:p>
    <w:p w14:paraId="2CCA2E86" w14:textId="77777777" w:rsidR="00376B87" w:rsidRDefault="00376B87" w:rsidP="009F0867">
      <w:pPr>
        <w:pStyle w:val="Textbezodsazen"/>
      </w:pPr>
    </w:p>
    <w:p w14:paraId="6367A232" w14:textId="77777777" w:rsidR="00964369" w:rsidRDefault="00964369" w:rsidP="00E40E66">
      <w:pPr>
        <w:pStyle w:val="Textbezodsazen"/>
      </w:pPr>
    </w:p>
    <w:p w14:paraId="19C63800" w14:textId="77777777" w:rsidR="00376B87" w:rsidRDefault="00376B87" w:rsidP="00E40E66">
      <w:pPr>
        <w:pStyle w:val="Textbezodsazen"/>
      </w:pPr>
      <w:r>
        <w:lastRenderedPageBreak/>
        <w:t>V Praze dne ………………</w:t>
      </w:r>
      <w:r>
        <w:tab/>
      </w:r>
      <w:r>
        <w:tab/>
      </w:r>
      <w:r>
        <w:tab/>
      </w:r>
      <w:r>
        <w:tab/>
      </w:r>
      <w:r>
        <w:tab/>
        <w:t>V ………………….…. dne ……………..…….</w:t>
      </w:r>
    </w:p>
    <w:p w14:paraId="645F17B0" w14:textId="77777777" w:rsidR="00376B87" w:rsidRDefault="00376B87" w:rsidP="00E40E66">
      <w:pPr>
        <w:pStyle w:val="Textbezodsazen"/>
      </w:pPr>
    </w:p>
    <w:p w14:paraId="2F1CA3EA" w14:textId="77777777" w:rsidR="00376B87" w:rsidRDefault="00376B87" w:rsidP="00E40E66">
      <w:pPr>
        <w:pStyle w:val="Textbezodsazen"/>
      </w:pPr>
    </w:p>
    <w:p w14:paraId="78C90DD6" w14:textId="77777777" w:rsidR="00376B87" w:rsidRDefault="00376B87" w:rsidP="00E40E66">
      <w:pPr>
        <w:pStyle w:val="Textbezodsazen"/>
      </w:pPr>
    </w:p>
    <w:p w14:paraId="5424D608" w14:textId="77777777" w:rsidR="00376B87" w:rsidRDefault="00376B87" w:rsidP="00E40E66">
      <w:pPr>
        <w:pStyle w:val="Textbezodsazen"/>
      </w:pPr>
    </w:p>
    <w:p w14:paraId="2433E486" w14:textId="77777777" w:rsidR="00376B87" w:rsidRDefault="00376B87" w:rsidP="00E40E66">
      <w:pPr>
        <w:pStyle w:val="Textbezodsazen"/>
      </w:pPr>
      <w:r>
        <w:t>................................................</w:t>
      </w:r>
      <w:r>
        <w:tab/>
      </w:r>
      <w:r>
        <w:tab/>
      </w:r>
      <w:r>
        <w:tab/>
        <w:t>................................................</w:t>
      </w:r>
    </w:p>
    <w:p w14:paraId="75D2A691"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D4D0A3A"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7F8E2F27" w14:textId="77777777" w:rsidR="00376B87" w:rsidRPr="00803C30" w:rsidRDefault="00376B87" w:rsidP="00E40E66">
      <w:pPr>
        <w:pStyle w:val="Textbezodsazen"/>
        <w:spacing w:after="0"/>
      </w:pPr>
      <w:r w:rsidRPr="00803C30">
        <w:t>Správa</w:t>
      </w:r>
      <w:r w:rsidR="00FB4272" w:rsidRPr="00803C30">
        <w:t xml:space="preserve"> železnic</w:t>
      </w:r>
      <w:r w:rsidRPr="00803C30">
        <w:t>, státní organizace</w:t>
      </w:r>
    </w:p>
    <w:p w14:paraId="0CB3F471" w14:textId="77777777" w:rsidR="00376B87" w:rsidRDefault="00376B87" w:rsidP="00E40E66">
      <w:pPr>
        <w:pStyle w:val="Textbezodsazen"/>
      </w:pPr>
    </w:p>
    <w:p w14:paraId="6EB53D88" w14:textId="77777777" w:rsidR="00964369" w:rsidRDefault="00964369" w:rsidP="00E40E66">
      <w:pPr>
        <w:pStyle w:val="Textbezodsazen"/>
      </w:pPr>
    </w:p>
    <w:p w14:paraId="3A068A3C" w14:textId="77777777" w:rsidR="00E901A3" w:rsidRDefault="00E901A3" w:rsidP="00E40E66">
      <w:pPr>
        <w:pStyle w:val="Textbezodsazen"/>
      </w:pPr>
    </w:p>
    <w:p w14:paraId="27F1F524" w14:textId="77777777" w:rsidR="00E901A3" w:rsidRDefault="00E901A3" w:rsidP="00E40E66">
      <w:pPr>
        <w:pStyle w:val="Textbezodsazen"/>
      </w:pPr>
    </w:p>
    <w:p w14:paraId="08563BA6" w14:textId="77777777" w:rsidR="00CB4F6D" w:rsidRDefault="00CB4F6D">
      <w:r>
        <w:br w:type="page"/>
      </w:r>
    </w:p>
    <w:p w14:paraId="6F3B1369"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4864A79E" w14:textId="77777777" w:rsidR="00CB4F6D" w:rsidRDefault="00CB4F6D" w:rsidP="00F762A8">
      <w:pPr>
        <w:pStyle w:val="Nadpisbezsl1-1"/>
      </w:pPr>
      <w:r w:rsidRPr="001E1274">
        <w:lastRenderedPageBreak/>
        <w:t>Příloha č. 1</w:t>
      </w:r>
    </w:p>
    <w:p w14:paraId="587F37A2" w14:textId="77777777" w:rsidR="00CB4F6D" w:rsidRPr="00F762A8" w:rsidRDefault="00124751" w:rsidP="00F762A8">
      <w:pPr>
        <w:pStyle w:val="Nadpisbezsl1-2"/>
      </w:pPr>
      <w:r>
        <w:t>Specifikace Díla</w:t>
      </w:r>
      <w:r w:rsidR="00CB4F6D" w:rsidRPr="00F762A8">
        <w:t xml:space="preserve"> </w:t>
      </w:r>
    </w:p>
    <w:p w14:paraId="23861686" w14:textId="30C78D02" w:rsidR="007145F3" w:rsidRPr="000C59CB" w:rsidRDefault="00B57340" w:rsidP="00CB4F6D">
      <w:pPr>
        <w:pStyle w:val="Textbezodsazen"/>
        <w:rPr>
          <w:rFonts w:ascii="Verdana" w:hAnsi="Verdana"/>
        </w:rPr>
      </w:pPr>
      <w:r w:rsidRPr="000C59CB">
        <w:rPr>
          <w:rFonts w:ascii="Verdana" w:hAnsi="Verdana"/>
        </w:rPr>
        <w:t xml:space="preserve">Předmětem díla je zhotovení Dokumentace pro územní řízení, Projektové dokumentace pro stavební povolení a Projektové dokumentace pro provádění stavby „Rekonstrukce </w:t>
      </w:r>
      <w:proofErr w:type="spellStart"/>
      <w:r w:rsidRPr="000C59CB">
        <w:rPr>
          <w:rFonts w:ascii="Verdana" w:hAnsi="Verdana"/>
        </w:rPr>
        <w:t>žst</w:t>
      </w:r>
      <w:proofErr w:type="spellEnd"/>
      <w:r w:rsidRPr="000C59CB">
        <w:rPr>
          <w:rFonts w:ascii="Verdana" w:hAnsi="Verdana"/>
        </w:rPr>
        <w:t xml:space="preserve">. Děčín východ dolní nádraží“. Cílem díla je komplexní rekonstrukce </w:t>
      </w:r>
      <w:proofErr w:type="spellStart"/>
      <w:r w:rsidRPr="000C59CB">
        <w:rPr>
          <w:rFonts w:ascii="Verdana" w:hAnsi="Verdana"/>
        </w:rPr>
        <w:t>žst</w:t>
      </w:r>
      <w:proofErr w:type="spellEnd"/>
      <w:r w:rsidRPr="000C59CB">
        <w:rPr>
          <w:rFonts w:ascii="Verdana" w:hAnsi="Verdana"/>
        </w:rPr>
        <w:t xml:space="preserve">. Děčín východ dolní nádraží, kde dojde k zásadní změně konfigurace kolejiště, směřující ke zlepšení kvalitativních parametrů pro provoz nákladní dopravy, zejména dostatečné délky dopravních kolejí a jejich dostatečného počtu (délka staničních kolejí pro nákladní vlaky 780 – 800 m). </w:t>
      </w:r>
      <w:r w:rsidR="00A01599" w:rsidRPr="00A01599">
        <w:rPr>
          <w:rFonts w:ascii="Verdana" w:hAnsi="Verdana"/>
        </w:rPr>
        <w:t>Na nově navržené kolejiště bude navrženo řešení kompletního příslušného zabezpečovacího zařízení včetně přípravy pro nasazení systému  ETCS L2</w:t>
      </w:r>
      <w:r w:rsidR="00A01599">
        <w:rPr>
          <w:rFonts w:ascii="Verdana" w:hAnsi="Verdana"/>
        </w:rPr>
        <w:t>.</w:t>
      </w:r>
      <w:r w:rsidR="00A01599" w:rsidRPr="00A01599">
        <w:rPr>
          <w:rFonts w:ascii="Verdana" w:hAnsi="Verdana"/>
        </w:rPr>
        <w:t xml:space="preserve"> </w:t>
      </w:r>
      <w:r w:rsidRPr="000C59CB">
        <w:rPr>
          <w:rFonts w:ascii="Verdana" w:hAnsi="Verdana"/>
        </w:rPr>
        <w:t xml:space="preserve">Bude vybudováno nové sdělovací a zabezpečovací zařízení včetně přípravy na zavedení DOZ a dalších technologií, proběhne rekonstrukce trakčního vedení včetně přípravy na konverzi napájecí soustavy na střídavou trakci 25 </w:t>
      </w:r>
      <w:proofErr w:type="spellStart"/>
      <w:r w:rsidRPr="000C59CB">
        <w:rPr>
          <w:rFonts w:ascii="Verdana" w:hAnsi="Verdana"/>
        </w:rPr>
        <w:t>kV</w:t>
      </w:r>
      <w:proofErr w:type="spellEnd"/>
      <w:r w:rsidRPr="000C59CB">
        <w:rPr>
          <w:rFonts w:ascii="Verdana" w:hAnsi="Verdana"/>
        </w:rPr>
        <w:t>. Součástí stavby je rovněž sanace a rekonstrukce železničního spodku, svršku, mostních objektů, pro zajištění prostorové průchodnosti UIC GC a třídy zatížení D4.</w:t>
      </w:r>
    </w:p>
    <w:p w14:paraId="0C4F1E37" w14:textId="77777777" w:rsidR="000C59CB" w:rsidRPr="000C59CB" w:rsidRDefault="000C59CB" w:rsidP="000C59CB">
      <w:pPr>
        <w:spacing w:after="120" w:line="264" w:lineRule="auto"/>
        <w:jc w:val="both"/>
        <w:rPr>
          <w:rFonts w:ascii="Verdana" w:hAnsi="Verdana"/>
        </w:rPr>
      </w:pPr>
      <w:r w:rsidRPr="000C59CB">
        <w:rPr>
          <w:rFonts w:ascii="Verdana" w:hAnsi="Verdana"/>
        </w:rPr>
        <w:t>Rozsah díla:</w:t>
      </w:r>
    </w:p>
    <w:p w14:paraId="5246D37C"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 xml:space="preserve">Zhotovení </w:t>
      </w:r>
      <w:r w:rsidRPr="000C59CB">
        <w:rPr>
          <w:rFonts w:ascii="Verdana" w:hAnsi="Verdana"/>
          <w:b/>
        </w:rPr>
        <w:t>Dokumentace pro územní řízení</w:t>
      </w:r>
      <w:r w:rsidRPr="000C59CB">
        <w:rPr>
          <w:rFonts w:ascii="Verdana" w:hAnsi="Verdana"/>
        </w:rPr>
        <w:t xml:space="preserve">, která specifikuje předmět zakázky v takovém rozsahu, aby ji bylo možno projednat v územním řízení, získat územní rozhodnutí a na jejím základě bylo možno zpracovat další projektový stupeň. </w:t>
      </w:r>
    </w:p>
    <w:p w14:paraId="022C1C09" w14:textId="77777777" w:rsidR="000C59CB" w:rsidRPr="000C59CB" w:rsidRDefault="000C59CB" w:rsidP="001674D5">
      <w:pPr>
        <w:numPr>
          <w:ilvl w:val="0"/>
          <w:numId w:val="13"/>
        </w:numPr>
        <w:contextualSpacing/>
        <w:rPr>
          <w:rFonts w:ascii="Verdana" w:hAnsi="Verdana"/>
        </w:rPr>
      </w:pPr>
      <w:r w:rsidRPr="000C59CB">
        <w:rPr>
          <w:rFonts w:ascii="Verdana" w:hAnsi="Verdana"/>
        </w:rPr>
        <w:t>Zajištění všech potřebných průzkumů (inženýrskogeologický, stavebně technický, pyrotechnický, korozní atd.) nezbytných k návrhu technického řešení.</w:t>
      </w:r>
    </w:p>
    <w:p w14:paraId="713C2C87"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Zpracování Oznámení podle zákona č. 100/2001 Sb., o posuzování vlivů stavby na životní prostředí a o změně některých souvisejících zákonů (zákon EIA)</w:t>
      </w:r>
      <w:r w:rsidRPr="000C59CB">
        <w:rPr>
          <w:rFonts w:ascii="Verdana" w:hAnsi="Verdana"/>
          <w:color w:val="FF0000"/>
        </w:rPr>
        <w:t xml:space="preserve">. </w:t>
      </w:r>
      <w:r w:rsidRPr="000C59CB">
        <w:rPr>
          <w:rFonts w:ascii="Verdana" w:hAnsi="Verdana"/>
        </w:rPr>
        <w:t>Závěry z posouzení vlivu stavby na životní prostředí budou zapracovány do DUR.</w:t>
      </w:r>
    </w:p>
    <w:p w14:paraId="2C853E24"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b/>
        </w:rPr>
        <w:t xml:space="preserve">Zpracování a podání žádosti dle § 84 – 90 Územní řízení </w:t>
      </w:r>
      <w:r w:rsidRPr="000C59CB">
        <w:rPr>
          <w:rFonts w:ascii="Verdana" w:hAnsi="Verdana"/>
        </w:rPr>
        <w:t>zákona č. 183/2006 Sb., Zákon o územním plánování a stavebním řádu (stavební zákon), v platném znění, jehož výsledkem bude vydání územního rozhodnutí (případně závazného stanoviska podle § 96b) a spolupráce při vydání příslušných rozhodnutí do nabytí jejich právní moci.</w:t>
      </w:r>
    </w:p>
    <w:p w14:paraId="0EADC8AB"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Zhotovení</w:t>
      </w:r>
      <w:r w:rsidRPr="000C59CB">
        <w:rPr>
          <w:rFonts w:ascii="Verdana" w:hAnsi="Verdana"/>
          <w:b/>
        </w:rPr>
        <w:t xml:space="preserve"> Projektové dokumentace pro stavební povolení </w:t>
      </w:r>
      <w:r w:rsidRPr="000C59CB">
        <w:rPr>
          <w:rFonts w:ascii="Verdana" w:hAnsi="Verdana"/>
        </w:rPr>
        <w:t xml:space="preserve">a </w:t>
      </w:r>
      <w:r w:rsidRPr="000C59CB">
        <w:rPr>
          <w:rFonts w:ascii="Verdana" w:hAnsi="Verdana"/>
          <w:b/>
        </w:rPr>
        <w:t>Projektové dokumentace pro provádění stavby</w:t>
      </w:r>
      <w:r w:rsidRPr="000C59CB">
        <w:rPr>
          <w:rFonts w:ascii="Verdana" w:hAnsi="Verdana"/>
        </w:rPr>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3BF7F694"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 xml:space="preserve">Zhotovení </w:t>
      </w:r>
      <w:r w:rsidRPr="000C59CB">
        <w:rPr>
          <w:rFonts w:ascii="Verdana" w:hAnsi="Verdana"/>
          <w:b/>
        </w:rPr>
        <w:t>Bezpečnostního projektu</w:t>
      </w:r>
      <w:r w:rsidRPr="000C59CB">
        <w:rPr>
          <w:rFonts w:ascii="Verdana" w:hAnsi="Verdana"/>
        </w:rPr>
        <w:t>, který bude zpracován pro danou bezpečnostní kategorii a prostor.</w:t>
      </w:r>
    </w:p>
    <w:p w14:paraId="6A1ACFE5" w14:textId="038B679D" w:rsidR="007145F3" w:rsidRPr="004537F1" w:rsidRDefault="000C59CB" w:rsidP="001674D5">
      <w:pPr>
        <w:pStyle w:val="Textbezodsazen"/>
        <w:numPr>
          <w:ilvl w:val="0"/>
          <w:numId w:val="13"/>
        </w:numPr>
      </w:pPr>
      <w:r w:rsidRPr="000C59CB">
        <w:rPr>
          <w:rFonts w:ascii="Verdana" w:hAnsi="Verdana"/>
          <w:b/>
        </w:rPr>
        <w:t>Zpracování a podání žádosti dle §108 – 114 Stavební řízení</w:t>
      </w:r>
      <w:r w:rsidRPr="000C59CB">
        <w:rPr>
          <w:rFonts w:ascii="Verdana" w:hAnsi="Verdana"/>
        </w:rPr>
        <w:t xml:space="preserve"> zákona č. 183/2006 Sb., Zákon o územním plánování a stavebním řádu (stavební zákon), v platném znění, jehož výsledkem bude vydání stavebního povolení a spolupráce při vydání příslušných rozhodnutí do nabytí jejich právní moci</w:t>
      </w:r>
      <w:r>
        <w:rPr>
          <w:rFonts w:ascii="Verdana" w:hAnsi="Verdana"/>
        </w:rPr>
        <w:t>.</w:t>
      </w:r>
    </w:p>
    <w:p w14:paraId="2C6A24DE" w14:textId="77777777" w:rsidR="004537F1" w:rsidRPr="00A37A22" w:rsidRDefault="004537F1" w:rsidP="001674D5">
      <w:pPr>
        <w:pStyle w:val="Textbezodsazen"/>
        <w:numPr>
          <w:ilvl w:val="0"/>
          <w:numId w:val="13"/>
        </w:numPr>
      </w:pPr>
      <w:r w:rsidRPr="00A37A22">
        <w:t>Rozsah a členění dokumentace DUR, DSP a PDPS:</w:t>
      </w:r>
    </w:p>
    <w:p w14:paraId="7F1528E5" w14:textId="77777777" w:rsidR="004537F1" w:rsidRPr="00A37A22" w:rsidRDefault="004537F1" w:rsidP="001674D5">
      <w:pPr>
        <w:pStyle w:val="Textbezodsazen"/>
        <w:numPr>
          <w:ilvl w:val="1"/>
          <w:numId w:val="13"/>
        </w:numPr>
      </w:pPr>
      <w:r w:rsidRPr="00A37A22">
        <w:rPr>
          <w:b/>
        </w:rPr>
        <w:t xml:space="preserve">Dokumentace ve stupni DUR bude </w:t>
      </w:r>
      <w:r w:rsidRPr="00A37A22">
        <w:t>respektovat požadavky na rozsah a obsah dokumentace pro vydání rozhodnutí o umístění stavby dráhy dle přílohy č. 3 vyhlášky č. 499/2006 Sb. v platném znění, přičemž rámec požadavků vyhlášky bude tato dokumentace obsahovat všechny části definované příloh</w:t>
      </w:r>
      <w:r>
        <w:t>ou č. 1 Směrnice GŘ č. 11/2006 Dokumentace pro přípravu staveb na železničních drahách celostátních a regionálních v platném znění (dále „Směrnice GŘ č. 11/2006“).</w:t>
      </w:r>
    </w:p>
    <w:p w14:paraId="69CEC7A2" w14:textId="77777777" w:rsidR="004537F1" w:rsidRPr="00A37A22" w:rsidRDefault="004537F1" w:rsidP="001674D5">
      <w:pPr>
        <w:pStyle w:val="Textbezodsazen"/>
        <w:numPr>
          <w:ilvl w:val="1"/>
          <w:numId w:val="13"/>
        </w:numPr>
      </w:pPr>
      <w:r w:rsidRPr="00A37A22">
        <w:rPr>
          <w:b/>
        </w:rPr>
        <w:t>Dokumentace ve stupni DSP</w:t>
      </w:r>
      <w:r w:rsidRPr="00A37A22">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w:t>
      </w:r>
      <w:r>
        <w:t>,</w:t>
      </w:r>
      <w:r w:rsidRPr="00A37A22">
        <w:t xml:space="preserve"> v nezbytném rozsahu.</w:t>
      </w:r>
    </w:p>
    <w:p w14:paraId="3CCD882A" w14:textId="77777777" w:rsidR="004537F1" w:rsidRDefault="004537F1" w:rsidP="001674D5">
      <w:pPr>
        <w:pStyle w:val="Textbezodsazen"/>
        <w:numPr>
          <w:ilvl w:val="1"/>
          <w:numId w:val="13"/>
        </w:numPr>
      </w:pPr>
      <w:r w:rsidRPr="00A37A22">
        <w:rPr>
          <w:b/>
        </w:rPr>
        <w:lastRenderedPageBreak/>
        <w:t>Dokumentace ve stupni PDPS</w:t>
      </w:r>
      <w:r w:rsidRPr="00A37A22">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33ED85D4" w14:textId="77777777" w:rsidR="004537F1" w:rsidRPr="007A617B" w:rsidRDefault="004537F1" w:rsidP="001674D5">
      <w:pPr>
        <w:pStyle w:val="Odstavecseseznamem"/>
        <w:numPr>
          <w:ilvl w:val="1"/>
          <w:numId w:val="13"/>
        </w:numPr>
      </w:pPr>
      <w:r w:rsidRPr="007A617B">
        <w:t>Označení dokumentace, případně struktura objektové skladby, včetně grafické úpravy Popisového pole bude provedeno dle příloh „Manuál struktury a popisu dokumentace“ (Příloha 9.1.1</w:t>
      </w:r>
      <w:r>
        <w:t xml:space="preserve"> k ZTP</w:t>
      </w:r>
      <w:r w:rsidRPr="007A617B">
        <w:t>) a „Vzory Popisového pole a Seznamu“ (Příloha 9.1.2</w:t>
      </w:r>
      <w:r>
        <w:t xml:space="preserve"> k ZTP</w:t>
      </w:r>
      <w:r w:rsidRPr="007A617B">
        <w:t xml:space="preserve">). </w:t>
      </w:r>
    </w:p>
    <w:p w14:paraId="3A33F64D" w14:textId="6078322E" w:rsidR="004537F1" w:rsidRPr="00A37A22" w:rsidRDefault="004537F1" w:rsidP="001674D5">
      <w:pPr>
        <w:pStyle w:val="Textbezodsazen"/>
        <w:numPr>
          <w:ilvl w:val="1"/>
          <w:numId w:val="13"/>
        </w:numPr>
      </w:pPr>
      <w:r w:rsidRPr="00A37A22">
        <w:t>Nad rámec povinných příloh dle vyhlášky 146/2008 Sb. budou v Dokladové části dokumentace doložené dle přílohy č. 2 směrnice GŘ č. 11/2006 č</w:t>
      </w:r>
      <w:r w:rsidR="00750560">
        <w:t>ásti G, H a I a dle VTP/</w:t>
      </w:r>
      <w:r w:rsidR="00111608">
        <w:t>DOKUMENTACE/02</w:t>
      </w:r>
      <w:r w:rsidR="00BA6689">
        <w:t>/21</w:t>
      </w:r>
      <w:r w:rsidR="001E1274">
        <w:t xml:space="preserve"> části Dokumentace pro registr subsystému a pro posouzení shody</w:t>
      </w:r>
      <w:r w:rsidRPr="00A37A22">
        <w:t>.</w:t>
      </w:r>
    </w:p>
    <w:p w14:paraId="767CAB1B" w14:textId="77777777" w:rsidR="004537F1" w:rsidRPr="00A37A22" w:rsidRDefault="004537F1" w:rsidP="001674D5">
      <w:pPr>
        <w:pStyle w:val="Textbezodsazen"/>
        <w:numPr>
          <w:ilvl w:val="1"/>
          <w:numId w:val="13"/>
        </w:numPr>
      </w:pPr>
      <w:r w:rsidRPr="00A37A22">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322F9183" w14:textId="77777777" w:rsidR="004537F1" w:rsidRPr="004537F1" w:rsidRDefault="004537F1" w:rsidP="001674D5">
      <w:pPr>
        <w:numPr>
          <w:ilvl w:val="0"/>
          <w:numId w:val="13"/>
        </w:numPr>
        <w:spacing w:after="120" w:line="264" w:lineRule="auto"/>
        <w:jc w:val="both"/>
        <w:rPr>
          <w:rFonts w:ascii="Verdana" w:hAnsi="Verdana"/>
        </w:rPr>
      </w:pPr>
      <w:r w:rsidRPr="004537F1">
        <w:rPr>
          <w:rFonts w:ascii="Verdana" w:hAnsi="Verdana"/>
        </w:rPr>
        <w:t>Součástí dokumentace je také stanovení investičních nákladů dle platné Směrnice SŽDC č. 20 pro stanovení a členění investičních nákladů staveb státní organizace SŽDC. Platné znění včetně formulářů souhrnného rozpočtu je zveřejněno na webových stránkách SŽ (</w:t>
      </w:r>
      <w:hyperlink r:id="rId15" w:history="1">
        <w:r w:rsidRPr="004537F1">
          <w:rPr>
            <w:rFonts w:ascii="Verdana" w:hAnsi="Verdana"/>
            <w:noProof/>
            <w:color w:val="0563C1" w:themeColor="hyperlink"/>
            <w:u w:val="single"/>
          </w:rPr>
          <w:t>https://www.szdc.cz/stavby-zakazky/podklady-pro-zhotovitele/stanoveni-nakladu-staveb</w:t>
        </w:r>
      </w:hyperlink>
      <w:r w:rsidRPr="004537F1">
        <w:rPr>
          <w:rFonts w:ascii="Verdana" w:hAnsi="Verdana"/>
        </w:rPr>
        <w:t>).</w:t>
      </w:r>
    </w:p>
    <w:p w14:paraId="65EE1EE9" w14:textId="77777777" w:rsidR="004537F1" w:rsidRPr="004537F1" w:rsidRDefault="004537F1" w:rsidP="001674D5">
      <w:pPr>
        <w:numPr>
          <w:ilvl w:val="0"/>
          <w:numId w:val="13"/>
        </w:numPr>
        <w:spacing w:after="120" w:line="264" w:lineRule="auto"/>
        <w:jc w:val="both"/>
        <w:rPr>
          <w:rFonts w:ascii="Verdana" w:hAnsi="Verdana"/>
        </w:rPr>
      </w:pPr>
      <w:r w:rsidRPr="004537F1">
        <w:rPr>
          <w:rFonts w:ascii="Verdana" w:hAnsi="Verdana"/>
        </w:rPr>
        <w:t>Součástí plnění je i zajištění geodetické dokumentace stavby, případně doplnění geodetických a mapových podkladů nad rámec poskytnutých Objednatelem, nezbytných k návrhu technického řešení.</w:t>
      </w:r>
    </w:p>
    <w:p w14:paraId="7B24C60E" w14:textId="76DFA3FA" w:rsidR="004537F1" w:rsidRPr="001E1274" w:rsidRDefault="004537F1" w:rsidP="001674D5">
      <w:pPr>
        <w:numPr>
          <w:ilvl w:val="0"/>
          <w:numId w:val="14"/>
        </w:numPr>
        <w:ind w:left="360"/>
        <w:contextualSpacing/>
        <w:jc w:val="both"/>
        <w:rPr>
          <w:rFonts w:ascii="Verdana" w:hAnsi="Verdana"/>
        </w:rPr>
      </w:pPr>
      <w:r w:rsidRPr="001E1274">
        <w:rPr>
          <w:rFonts w:ascii="Verdana" w:hAnsi="Verdana"/>
        </w:rPr>
        <w:t xml:space="preserve">Požadavky na rozsah a zpracování Dokumentace pro územní řízení, Projektové dokumentace pro stavební povolení a Projektové dokumentace pro provádění stavby jsou definovány Všeobecnými technickými podmínkami – přílohy č. 3b </w:t>
      </w:r>
    </w:p>
    <w:p w14:paraId="4CCEF920" w14:textId="77777777" w:rsidR="004537F1" w:rsidRPr="004537F1" w:rsidRDefault="004537F1" w:rsidP="004537F1">
      <w:pPr>
        <w:ind w:left="360"/>
        <w:contextualSpacing/>
        <w:jc w:val="both"/>
        <w:rPr>
          <w:rFonts w:ascii="Verdana" w:hAnsi="Verdana"/>
        </w:rPr>
      </w:pPr>
    </w:p>
    <w:p w14:paraId="3B382C26" w14:textId="214059FF" w:rsidR="004537F1" w:rsidRPr="001E1274" w:rsidRDefault="004537F1" w:rsidP="001674D5">
      <w:pPr>
        <w:numPr>
          <w:ilvl w:val="0"/>
          <w:numId w:val="14"/>
        </w:numPr>
        <w:spacing w:before="240"/>
        <w:ind w:left="360"/>
        <w:contextualSpacing/>
        <w:jc w:val="both"/>
        <w:rPr>
          <w:rFonts w:ascii="Verdana" w:hAnsi="Verdana" w:cs="Calibri"/>
          <w:bCs/>
        </w:rPr>
      </w:pPr>
      <w:r w:rsidRPr="001E1274">
        <w:rPr>
          <w:rFonts w:ascii="Verdana" w:hAnsi="Verdana"/>
        </w:rPr>
        <w:t>Upřesňující podmínky pro zpracování Dokumentace pro územní řízení, Projektové dokumentace pro stavební povolení a Projektové dokumentace pro provádění stavby jsou uvedeny ve Zvláštních technic</w:t>
      </w:r>
      <w:r w:rsidR="001E1274" w:rsidRPr="001E1274">
        <w:rPr>
          <w:rFonts w:ascii="Verdana" w:hAnsi="Verdana"/>
        </w:rPr>
        <w:t>kých podmínkách – příloha č. 3c</w:t>
      </w:r>
    </w:p>
    <w:p w14:paraId="1612A823" w14:textId="77777777" w:rsidR="004537F1" w:rsidRPr="000C59CB" w:rsidRDefault="004537F1" w:rsidP="004537F1">
      <w:pPr>
        <w:pStyle w:val="Textbezodsazen"/>
        <w:ind w:left="360"/>
      </w:pPr>
    </w:p>
    <w:p w14:paraId="21A66D65" w14:textId="77777777" w:rsidR="001D60FF" w:rsidRDefault="001D60FF" w:rsidP="00CB4F6D">
      <w:pPr>
        <w:pStyle w:val="Textbezodsazen"/>
      </w:pPr>
    </w:p>
    <w:p w14:paraId="08BF7012" w14:textId="77777777" w:rsidR="001D60FF" w:rsidRDefault="001D60FF" w:rsidP="00CB4F6D">
      <w:pPr>
        <w:pStyle w:val="Textbezodsazen"/>
      </w:pPr>
    </w:p>
    <w:p w14:paraId="333B14BE" w14:textId="77777777" w:rsidR="001D60FF" w:rsidRDefault="001D60FF" w:rsidP="00CB4F6D">
      <w:pPr>
        <w:pStyle w:val="Textbezodsazen"/>
      </w:pPr>
    </w:p>
    <w:p w14:paraId="7C978B52" w14:textId="77777777" w:rsidR="00CB4F6D" w:rsidRDefault="00CB4F6D" w:rsidP="00866994">
      <w:pPr>
        <w:pStyle w:val="Textbezodsazen"/>
      </w:pPr>
    </w:p>
    <w:p w14:paraId="5CC8C1D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CC2763C" w14:textId="77777777" w:rsidR="00124751" w:rsidRDefault="00124751" w:rsidP="00124751">
      <w:pPr>
        <w:pStyle w:val="Nadpisbezsl1-1"/>
      </w:pPr>
      <w:r>
        <w:lastRenderedPageBreak/>
        <w:t>Příloha č. 2</w:t>
      </w:r>
    </w:p>
    <w:p w14:paraId="6B3E96B0" w14:textId="77777777" w:rsidR="00124751" w:rsidRDefault="00124751" w:rsidP="00124751">
      <w:pPr>
        <w:pStyle w:val="Nadpisbezsl1-2"/>
      </w:pPr>
      <w:r>
        <w:t>Obchodní podmínky</w:t>
      </w:r>
    </w:p>
    <w:p w14:paraId="5B27D54C" w14:textId="77777777" w:rsidR="00124751" w:rsidRDefault="00124751" w:rsidP="00124751">
      <w:pPr>
        <w:pStyle w:val="Nadpisbezsl1-2"/>
      </w:pPr>
    </w:p>
    <w:p w14:paraId="738C9BE9" w14:textId="3165F408" w:rsidR="00124751" w:rsidRDefault="001E1274" w:rsidP="001D60FF">
      <w:pPr>
        <w:pStyle w:val="Textbezodsazen"/>
      </w:pPr>
      <w:r w:rsidRPr="001E1274">
        <w:rPr>
          <w:b/>
        </w:rPr>
        <w:t>OP/ DUR+DSP+PDPS/01/20</w:t>
      </w:r>
    </w:p>
    <w:p w14:paraId="74462444" w14:textId="77777777" w:rsidR="001D60FF" w:rsidRDefault="001D60FF" w:rsidP="001D60FF">
      <w:pPr>
        <w:pStyle w:val="Textbezodsazen"/>
      </w:pPr>
    </w:p>
    <w:p w14:paraId="41EA30D3" w14:textId="77777777" w:rsidR="001D60FF" w:rsidRDefault="001D60FF" w:rsidP="001D60FF">
      <w:pPr>
        <w:pStyle w:val="Textbezodsazen"/>
      </w:pPr>
    </w:p>
    <w:p w14:paraId="505FECB0" w14:textId="77777777" w:rsidR="001D60FF" w:rsidRDefault="001D60FF" w:rsidP="001D60FF">
      <w:pPr>
        <w:pStyle w:val="Textbezodsazen"/>
      </w:pPr>
    </w:p>
    <w:p w14:paraId="0B07F435" w14:textId="77777777" w:rsidR="001D60FF" w:rsidRDefault="001D60FF" w:rsidP="001D60FF">
      <w:pPr>
        <w:pStyle w:val="Textbezodsazen"/>
      </w:pPr>
    </w:p>
    <w:p w14:paraId="4B3047AE" w14:textId="77777777" w:rsidR="001D60FF" w:rsidRDefault="001D60FF" w:rsidP="001D60FF">
      <w:pPr>
        <w:pStyle w:val="Textbezodsazen"/>
      </w:pPr>
    </w:p>
    <w:p w14:paraId="163AC16B" w14:textId="77777777" w:rsidR="001D60FF" w:rsidRDefault="001D60FF" w:rsidP="001D60FF">
      <w:pPr>
        <w:pStyle w:val="Textbezodsazen"/>
      </w:pPr>
    </w:p>
    <w:p w14:paraId="671AEC3A"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EE55C6B" w14:textId="77777777" w:rsidR="00124751" w:rsidRDefault="00124751" w:rsidP="00124751">
      <w:pPr>
        <w:pStyle w:val="Nadpisbezsl1-1"/>
      </w:pPr>
      <w:r>
        <w:lastRenderedPageBreak/>
        <w:t>Příloha č. 3</w:t>
      </w:r>
    </w:p>
    <w:p w14:paraId="10172534" w14:textId="77777777" w:rsidR="00124751" w:rsidRDefault="00124751" w:rsidP="00124751">
      <w:pPr>
        <w:pStyle w:val="Nadpisbezsl1-2"/>
      </w:pPr>
      <w:r>
        <w:t xml:space="preserve">Technické podmínky: </w:t>
      </w:r>
    </w:p>
    <w:p w14:paraId="62FAF56F" w14:textId="77777777" w:rsidR="00124751" w:rsidRDefault="00124751" w:rsidP="00124751">
      <w:pPr>
        <w:pStyle w:val="Nadpisbezsl1-1"/>
      </w:pPr>
    </w:p>
    <w:p w14:paraId="50A69058" w14:textId="77777777" w:rsidR="00124751" w:rsidRDefault="00124751" w:rsidP="00124751">
      <w:pPr>
        <w:pStyle w:val="Nadpisbezsl1-2"/>
      </w:pPr>
      <w:r>
        <w:t>a)</w:t>
      </w:r>
      <w:r>
        <w:tab/>
        <w:t xml:space="preserve">Technické kvalitativní podmínky staveb státních drah (TKP) </w:t>
      </w:r>
    </w:p>
    <w:p w14:paraId="20FC64D3"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0DB4B8DD"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6E908CE" w14:textId="3B85AF7D" w:rsidR="00E73154" w:rsidRDefault="00124751" w:rsidP="00124751">
      <w:pPr>
        <w:pStyle w:val="Nadpisbezsl1-2"/>
      </w:pPr>
      <w:r>
        <w:t>b)</w:t>
      </w:r>
      <w:r>
        <w:tab/>
        <w:t xml:space="preserve">Všeobecné technické podmínky </w:t>
      </w:r>
      <w:r w:rsidR="00111608">
        <w:t>– VTP_DOKUMENTACE_02</w:t>
      </w:r>
      <w:r w:rsidR="00BA6689">
        <w:t>-21</w:t>
      </w:r>
    </w:p>
    <w:p w14:paraId="655988E3" w14:textId="7D3F0D2A" w:rsidR="00124751" w:rsidRDefault="00124751" w:rsidP="00124751">
      <w:pPr>
        <w:pStyle w:val="Nadpisbezsl1-2"/>
      </w:pPr>
      <w:r>
        <w:t>c)</w:t>
      </w:r>
      <w:r>
        <w:tab/>
        <w:t xml:space="preserve">Zvláštní technické podmínky </w:t>
      </w:r>
      <w:r w:rsidR="002949CF">
        <w:t>ze dne 10. 12. 2020</w:t>
      </w:r>
    </w:p>
    <w:p w14:paraId="16DD97F5" w14:textId="77777777" w:rsidR="008A4D1B" w:rsidRDefault="008A4D1B" w:rsidP="008A4D1B">
      <w:pPr>
        <w:pStyle w:val="Textbezslovn"/>
        <w:jc w:val="left"/>
      </w:pPr>
    </w:p>
    <w:p w14:paraId="4E1B45C7" w14:textId="77777777" w:rsidR="008A4D1B" w:rsidRDefault="008A4D1B" w:rsidP="001D60FF">
      <w:pPr>
        <w:pStyle w:val="Textbezodsazen"/>
      </w:pPr>
    </w:p>
    <w:p w14:paraId="0750D0D8" w14:textId="77777777" w:rsidR="001D60FF" w:rsidRDefault="001D60FF" w:rsidP="001D60FF">
      <w:pPr>
        <w:pStyle w:val="Textbezodsazen"/>
      </w:pPr>
    </w:p>
    <w:p w14:paraId="42689103" w14:textId="77777777" w:rsidR="001D60FF" w:rsidRDefault="001D60FF" w:rsidP="001D60FF">
      <w:pPr>
        <w:pStyle w:val="Textbezodsazen"/>
      </w:pPr>
    </w:p>
    <w:p w14:paraId="408FEFD0" w14:textId="77777777" w:rsidR="001D60FF" w:rsidRDefault="001D60FF" w:rsidP="001D60FF">
      <w:pPr>
        <w:pStyle w:val="Textbezodsazen"/>
      </w:pPr>
    </w:p>
    <w:p w14:paraId="6CEFE297" w14:textId="77777777" w:rsidR="008A4D1B" w:rsidRDefault="008A4D1B" w:rsidP="008A4D1B">
      <w:pPr>
        <w:pStyle w:val="Textbezslovn"/>
        <w:jc w:val="left"/>
      </w:pPr>
    </w:p>
    <w:p w14:paraId="49D4A780"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E2AC206" w14:textId="77777777" w:rsidR="008A4D1B" w:rsidRDefault="008A4D1B" w:rsidP="008A4D1B">
      <w:pPr>
        <w:pStyle w:val="Nadpisbezsl1-1"/>
      </w:pPr>
      <w:r>
        <w:lastRenderedPageBreak/>
        <w:t>Příloha č. 4</w:t>
      </w:r>
    </w:p>
    <w:p w14:paraId="496248EE" w14:textId="77777777" w:rsidR="008A4D1B" w:rsidRDefault="008A4D1B" w:rsidP="008A4D1B">
      <w:pPr>
        <w:pStyle w:val="Nadpisbezsl1-2"/>
      </w:pPr>
      <w:r>
        <w:t>Rozpis Ceny Díla</w:t>
      </w:r>
    </w:p>
    <w:p w14:paraId="5A94A9E7" w14:textId="2605DFFA" w:rsidR="008A4D1B" w:rsidRDefault="008A4D1B" w:rsidP="008A4D1B">
      <w:pPr>
        <w:pStyle w:val="Textbezodsazen"/>
      </w:pPr>
      <w:r>
        <w:t xml:space="preserve">Cena za zpracování </w:t>
      </w:r>
      <w:r w:rsidR="00705D99">
        <w:t>DUR,</w:t>
      </w:r>
      <w:r>
        <w:t>DSP a PDPS (podle členění na základní a dodatečné služby) a autorského dozoru:</w:t>
      </w:r>
    </w:p>
    <w:p w14:paraId="3DD6B98A" w14:textId="0B088B22" w:rsidR="00705D99" w:rsidRDefault="00705D99" w:rsidP="00705D99">
      <w:pPr>
        <w:pStyle w:val="Nadpisbezsl1-2"/>
      </w:pPr>
      <w:r>
        <w:t>1.</w:t>
      </w:r>
      <w:r>
        <w:tab/>
        <w:t xml:space="preserve">Základní služby na zpracování </w:t>
      </w:r>
      <w:r w:rsidR="00470D04">
        <w:t>DUR, DSP a PDPS</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705D99" w:rsidRPr="002344F6" w14:paraId="44D215F5" w14:textId="77777777" w:rsidTr="008A6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7198B208" w14:textId="77777777" w:rsidR="00705D99" w:rsidRPr="002344F6" w:rsidRDefault="00705D99" w:rsidP="008A6FCD">
            <w:pPr>
              <w:pStyle w:val="Tabulka-8"/>
              <w:rPr>
                <w:b/>
              </w:rPr>
            </w:pPr>
            <w:r w:rsidRPr="002344F6">
              <w:rPr>
                <w:b/>
              </w:rPr>
              <w:t>Položka</w:t>
            </w:r>
          </w:p>
        </w:tc>
        <w:tc>
          <w:tcPr>
            <w:tcW w:w="3402" w:type="dxa"/>
            <w:gridSpan w:val="2"/>
          </w:tcPr>
          <w:p w14:paraId="09F2C104"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40E35D57"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6D80B6DB"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7DF3F11B"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12759B43"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D47C9B" w:rsidRPr="00110376" w14:paraId="36EBFC6C"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4AA12FD2" w14:textId="4D5C2AEE" w:rsidR="00D47C9B" w:rsidRPr="00110376" w:rsidRDefault="00D47C9B" w:rsidP="00D47C9B">
            <w:pPr>
              <w:pStyle w:val="Tabulka-8"/>
            </w:pPr>
            <w:r w:rsidRPr="009166BA">
              <w:t>1</w:t>
            </w:r>
          </w:p>
        </w:tc>
        <w:tc>
          <w:tcPr>
            <w:tcW w:w="8054" w:type="dxa"/>
            <w:gridSpan w:val="6"/>
            <w:vAlign w:val="top"/>
          </w:tcPr>
          <w:p w14:paraId="24B460A2" w14:textId="4FD450F1"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DUR</w:t>
            </w:r>
          </w:p>
        </w:tc>
      </w:tr>
      <w:tr w:rsidR="00D47C9B" w:rsidRPr="00110376" w14:paraId="4DC56B8F"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63F7F59" w14:textId="77777777" w:rsidR="00D47C9B" w:rsidRPr="00110376" w:rsidRDefault="00D47C9B" w:rsidP="00D47C9B">
            <w:pPr>
              <w:pStyle w:val="Tabulka-8"/>
            </w:pPr>
          </w:p>
        </w:tc>
        <w:tc>
          <w:tcPr>
            <w:tcW w:w="567" w:type="dxa"/>
            <w:vAlign w:val="top"/>
          </w:tcPr>
          <w:p w14:paraId="1D053115" w14:textId="600719D5"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1.1</w:t>
            </w:r>
          </w:p>
        </w:tc>
        <w:tc>
          <w:tcPr>
            <w:tcW w:w="2835" w:type="dxa"/>
            <w:vAlign w:val="top"/>
          </w:tcPr>
          <w:p w14:paraId="6B38AB7F" w14:textId="6A31016B"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vyjma příloh G, H a I, včetně všech dílčích odevzdání, dle Směrnice GŘ SŽDC č. 11/2006 v platném znění dle VTP a ZTP</w:t>
            </w:r>
          </w:p>
        </w:tc>
        <w:tc>
          <w:tcPr>
            <w:tcW w:w="992" w:type="dxa"/>
            <w:vAlign w:val="top"/>
          </w:tcPr>
          <w:p w14:paraId="7818222A" w14:textId="0E57390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50E3AF5A"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9CAE08B"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7150DF7"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74D0664A"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29BC3AF2" w14:textId="77777777" w:rsidR="00D47C9B" w:rsidRPr="00110376" w:rsidRDefault="00D47C9B" w:rsidP="00D47C9B">
            <w:pPr>
              <w:pStyle w:val="Tabulka-8"/>
            </w:pPr>
          </w:p>
        </w:tc>
        <w:tc>
          <w:tcPr>
            <w:tcW w:w="567" w:type="dxa"/>
            <w:vAlign w:val="top"/>
          </w:tcPr>
          <w:p w14:paraId="352E2244" w14:textId="39174EF3"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1.2</w:t>
            </w:r>
          </w:p>
        </w:tc>
        <w:tc>
          <w:tcPr>
            <w:tcW w:w="2835" w:type="dxa"/>
            <w:vAlign w:val="top"/>
          </w:tcPr>
          <w:p w14:paraId="45E56810" w14:textId="03731F49"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 příloha G v rozsahu stanovení nákladů stavby a rozpočtů jednotlivých SO a PS dle směrnice GŘ SŽDC č. 11/2006 v platném znění a dle požadavku VTP a ZTP</w:t>
            </w:r>
          </w:p>
        </w:tc>
        <w:tc>
          <w:tcPr>
            <w:tcW w:w="992" w:type="dxa"/>
            <w:vAlign w:val="top"/>
          </w:tcPr>
          <w:p w14:paraId="0CD61418" w14:textId="4850212C"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0BCD8DE0"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7C883D8"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276DB8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5536EAA6"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79F11113" w14:textId="77777777" w:rsidR="00D47C9B" w:rsidRPr="00110376" w:rsidRDefault="00D47C9B" w:rsidP="00D47C9B">
            <w:pPr>
              <w:pStyle w:val="Tabulka-8"/>
            </w:pPr>
          </w:p>
        </w:tc>
        <w:tc>
          <w:tcPr>
            <w:tcW w:w="567" w:type="dxa"/>
            <w:vAlign w:val="top"/>
          </w:tcPr>
          <w:p w14:paraId="30291132" w14:textId="6260654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1.3</w:t>
            </w:r>
          </w:p>
        </w:tc>
        <w:tc>
          <w:tcPr>
            <w:tcW w:w="2835" w:type="dxa"/>
            <w:vAlign w:val="top"/>
          </w:tcPr>
          <w:p w14:paraId="3285786B" w14:textId="4478BF58"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 příloha H v rozsahu dokladové části dle směrnice GŘ SŽDC č. 11/2006 v platném zněn a dle požadavku VTP a ZTP včetně inženýrské činnosti</w:t>
            </w:r>
          </w:p>
        </w:tc>
        <w:tc>
          <w:tcPr>
            <w:tcW w:w="992" w:type="dxa"/>
            <w:vAlign w:val="top"/>
          </w:tcPr>
          <w:p w14:paraId="45695EC3" w14:textId="39329999"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76653A0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46FFA8F"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6EBF585"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2675A00F"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36D4BB8C" w14:textId="77777777" w:rsidR="00D47C9B" w:rsidRPr="00110376" w:rsidRDefault="00D47C9B" w:rsidP="00D47C9B">
            <w:pPr>
              <w:pStyle w:val="Tabulka-8"/>
            </w:pPr>
          </w:p>
        </w:tc>
        <w:tc>
          <w:tcPr>
            <w:tcW w:w="567" w:type="dxa"/>
            <w:vAlign w:val="top"/>
          </w:tcPr>
          <w:p w14:paraId="1A2BAA27" w14:textId="2EE2C91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1.4</w:t>
            </w:r>
          </w:p>
        </w:tc>
        <w:tc>
          <w:tcPr>
            <w:tcW w:w="2835" w:type="dxa"/>
            <w:vAlign w:val="top"/>
          </w:tcPr>
          <w:p w14:paraId="182B47CD" w14:textId="1E921D82"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 příloha I v rozsahu geodetické části dle směrnice GŘ SŽDC č. 11/2006 v platném znění a dle požadavku VTP a ZTP) včetně inženýrské činnosti</w:t>
            </w:r>
          </w:p>
        </w:tc>
        <w:tc>
          <w:tcPr>
            <w:tcW w:w="992" w:type="dxa"/>
            <w:vAlign w:val="top"/>
          </w:tcPr>
          <w:p w14:paraId="4F6E4EB3" w14:textId="4382DB63"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55CE10F4"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D6D3801"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20A76A0"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5DA17A7C"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03BEFF52" w14:textId="0FFAD508" w:rsidR="00D47C9B" w:rsidRPr="00110376" w:rsidRDefault="00D47C9B" w:rsidP="00D47C9B">
            <w:pPr>
              <w:pStyle w:val="Tabulka-8"/>
            </w:pPr>
            <w:r w:rsidRPr="009166BA">
              <w:t>2</w:t>
            </w:r>
          </w:p>
        </w:tc>
        <w:tc>
          <w:tcPr>
            <w:tcW w:w="8054" w:type="dxa"/>
            <w:gridSpan w:val="6"/>
            <w:vAlign w:val="top"/>
          </w:tcPr>
          <w:p w14:paraId="5155A4D6" w14:textId="0F81056D"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 xml:space="preserve">DSP </w:t>
            </w:r>
            <w:r w:rsidR="005E648C" w:rsidRPr="005E648C">
              <w:rPr>
                <w:color w:val="FF0000"/>
              </w:rPr>
              <w:t>a</w:t>
            </w:r>
            <w:r w:rsidR="005E648C">
              <w:t xml:space="preserve"> </w:t>
            </w:r>
            <w:r w:rsidRPr="009166BA">
              <w:t>PDPS</w:t>
            </w:r>
          </w:p>
        </w:tc>
      </w:tr>
      <w:tr w:rsidR="00D47C9B" w:rsidRPr="00110376" w14:paraId="5DF16288"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6E4D199" w14:textId="77777777" w:rsidR="00D47C9B" w:rsidRPr="00110376" w:rsidRDefault="00D47C9B" w:rsidP="00D47C9B">
            <w:pPr>
              <w:pStyle w:val="Tabulka-8"/>
            </w:pPr>
          </w:p>
        </w:tc>
        <w:tc>
          <w:tcPr>
            <w:tcW w:w="567" w:type="dxa"/>
            <w:vAlign w:val="top"/>
          </w:tcPr>
          <w:p w14:paraId="6349994C" w14:textId="098EB3CD"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2.1</w:t>
            </w:r>
          </w:p>
        </w:tc>
        <w:tc>
          <w:tcPr>
            <w:tcW w:w="2835" w:type="dxa"/>
            <w:vAlign w:val="top"/>
          </w:tcPr>
          <w:p w14:paraId="198AD3BA" w14:textId="521C3C31"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DSP dle vyhlášky č.499/2006 Sb. v platném znění dle VTP a ZTP</w:t>
            </w:r>
          </w:p>
        </w:tc>
        <w:tc>
          <w:tcPr>
            <w:tcW w:w="992" w:type="dxa"/>
            <w:vAlign w:val="top"/>
          </w:tcPr>
          <w:p w14:paraId="7DE9353F" w14:textId="07E46F79"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76ACB84E"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B278371"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5EA70AD"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429058CF"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05DD267" w14:textId="77777777" w:rsidR="00D47C9B" w:rsidRPr="00110376" w:rsidRDefault="00D47C9B" w:rsidP="00D47C9B">
            <w:pPr>
              <w:pStyle w:val="Tabulka-8"/>
            </w:pPr>
          </w:p>
        </w:tc>
        <w:tc>
          <w:tcPr>
            <w:tcW w:w="567" w:type="dxa"/>
            <w:vAlign w:val="top"/>
          </w:tcPr>
          <w:p w14:paraId="7A5D6878" w14:textId="34A9E010"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2.2</w:t>
            </w:r>
          </w:p>
        </w:tc>
        <w:tc>
          <w:tcPr>
            <w:tcW w:w="2835" w:type="dxa"/>
            <w:vAlign w:val="top"/>
          </w:tcPr>
          <w:p w14:paraId="6C7DC67E" w14:textId="158E6992"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PDPS (v rozsahu dopracování příloh DSP do podrobnosti PDPS) vyjma příloh G,H,I, včetně všech dílčích odevzdání dle přílohy č.2 Směrnice GŘ č.11/2006 v platném znění dle VTP a ZTP</w:t>
            </w:r>
          </w:p>
        </w:tc>
        <w:tc>
          <w:tcPr>
            <w:tcW w:w="992" w:type="dxa"/>
            <w:vAlign w:val="top"/>
          </w:tcPr>
          <w:p w14:paraId="3034B634" w14:textId="7EDE5B8E"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713EA80D"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BC1FFA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C793FC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2F87A11D"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36ABDAC9" w14:textId="77777777" w:rsidR="00D47C9B" w:rsidRPr="00110376" w:rsidRDefault="00D47C9B" w:rsidP="00D47C9B">
            <w:pPr>
              <w:pStyle w:val="Tabulka-8"/>
            </w:pPr>
          </w:p>
        </w:tc>
        <w:tc>
          <w:tcPr>
            <w:tcW w:w="567" w:type="dxa"/>
            <w:vAlign w:val="top"/>
          </w:tcPr>
          <w:p w14:paraId="79F525D6" w14:textId="3660A6F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2.3</w:t>
            </w:r>
          </w:p>
        </w:tc>
        <w:tc>
          <w:tcPr>
            <w:tcW w:w="2835" w:type="dxa"/>
            <w:vAlign w:val="top"/>
          </w:tcPr>
          <w:p w14:paraId="4CB97442" w14:textId="5AB4EB74"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Stanovení nákladů stavby v rozsahu položkových rozpočtů jednotlivých SO a PS a souhrnného rozpočtu stavby (v rozsahu požadavků Směrnice SŽDC č.20 v platném znění a dle požadavku VTP a ZTP) příloha dokumentace část G</w:t>
            </w:r>
          </w:p>
        </w:tc>
        <w:tc>
          <w:tcPr>
            <w:tcW w:w="992" w:type="dxa"/>
            <w:vAlign w:val="top"/>
          </w:tcPr>
          <w:p w14:paraId="01ADE903" w14:textId="12446C4C"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07D0D430"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168DC7A"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EDF1724"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11D1510E"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013C91A2" w14:textId="77777777" w:rsidR="00D47C9B" w:rsidRPr="00110376" w:rsidRDefault="00D47C9B" w:rsidP="00D47C9B">
            <w:pPr>
              <w:pStyle w:val="Tabulka-8"/>
            </w:pPr>
          </w:p>
        </w:tc>
        <w:tc>
          <w:tcPr>
            <w:tcW w:w="567" w:type="dxa"/>
            <w:vAlign w:val="top"/>
          </w:tcPr>
          <w:p w14:paraId="0BAB9AE5" w14:textId="75282ABD"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2.4</w:t>
            </w:r>
          </w:p>
        </w:tc>
        <w:tc>
          <w:tcPr>
            <w:tcW w:w="2835" w:type="dxa"/>
            <w:vAlign w:val="top"/>
          </w:tcPr>
          <w:p w14:paraId="5161E8A8" w14:textId="151E51A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 xml:space="preserve">Kompletní dokladová část (dle požadavku </w:t>
            </w:r>
            <w:proofErr w:type="spellStart"/>
            <w:r w:rsidRPr="009166BA">
              <w:t>VTPa</w:t>
            </w:r>
            <w:proofErr w:type="spellEnd"/>
            <w:r w:rsidRPr="009166BA">
              <w:t xml:space="preserve"> ZTP) včetně </w:t>
            </w:r>
            <w:r w:rsidRPr="009166BA">
              <w:lastRenderedPageBreak/>
              <w:t>inženýrské činnosti – příloha dokumentace část H</w:t>
            </w:r>
          </w:p>
        </w:tc>
        <w:tc>
          <w:tcPr>
            <w:tcW w:w="992" w:type="dxa"/>
            <w:vAlign w:val="top"/>
          </w:tcPr>
          <w:p w14:paraId="3427537B" w14:textId="78C6938C"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lastRenderedPageBreak/>
              <w:t>hod</w:t>
            </w:r>
          </w:p>
        </w:tc>
        <w:tc>
          <w:tcPr>
            <w:tcW w:w="993" w:type="dxa"/>
            <w:vAlign w:val="top"/>
          </w:tcPr>
          <w:p w14:paraId="63BA5AC4"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F38FD2C"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855775F"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470D04" w:rsidRPr="00110376" w14:paraId="2B6FCF65"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3D13F6F6" w14:textId="77777777" w:rsidR="00470D04" w:rsidRPr="00110376" w:rsidRDefault="00470D04" w:rsidP="001B2FD0">
            <w:pPr>
              <w:pStyle w:val="Tabulka-8"/>
            </w:pPr>
          </w:p>
        </w:tc>
        <w:tc>
          <w:tcPr>
            <w:tcW w:w="567" w:type="dxa"/>
            <w:vAlign w:val="top"/>
          </w:tcPr>
          <w:p w14:paraId="41F60818" w14:textId="0C0383A0" w:rsidR="00470D04" w:rsidRPr="00110376" w:rsidRDefault="00470D04" w:rsidP="00470D04">
            <w:pPr>
              <w:pStyle w:val="Tabulka-8"/>
              <w:cnfStyle w:val="000000000000" w:firstRow="0" w:lastRow="0" w:firstColumn="0" w:lastColumn="0" w:oddVBand="0" w:evenVBand="0" w:oddHBand="0" w:evenHBand="0" w:firstRowFirstColumn="0" w:firstRowLastColumn="0" w:lastRowFirstColumn="0" w:lastRowLastColumn="0"/>
            </w:pPr>
            <w:r w:rsidRPr="009166BA">
              <w:t>2.</w:t>
            </w:r>
            <w:r>
              <w:t>5</w:t>
            </w:r>
          </w:p>
        </w:tc>
        <w:tc>
          <w:tcPr>
            <w:tcW w:w="2835" w:type="dxa"/>
            <w:vAlign w:val="top"/>
          </w:tcPr>
          <w:p w14:paraId="16A15A90" w14:textId="4503E1AF" w:rsidR="00470D04" w:rsidRPr="00110376" w:rsidRDefault="00470D04" w:rsidP="00470D04">
            <w:pPr>
              <w:pStyle w:val="Tabulka-8"/>
              <w:cnfStyle w:val="000000000000" w:firstRow="0" w:lastRow="0" w:firstColumn="0" w:lastColumn="0" w:oddVBand="0" w:evenVBand="0" w:oddHBand="0" w:evenHBand="0" w:firstRowFirstColumn="0" w:firstRowLastColumn="0" w:lastRowFirstColumn="0" w:lastRowLastColumn="0"/>
            </w:pPr>
            <w:r w:rsidRPr="009166BA">
              <w:t xml:space="preserve">Kompletní </w:t>
            </w:r>
            <w:r>
              <w:t>geodetická část</w:t>
            </w:r>
            <w:r w:rsidRPr="009166BA">
              <w:t xml:space="preserve"> (</w:t>
            </w:r>
            <w:r>
              <w:t>v rozsahu přílohy I-dle přílohy č.2 Směrnice GŘ SŽDC č.11/2006 v platném znění a dle požadavku VTP a ZTP)včetně inženýrské činnosti</w:t>
            </w:r>
          </w:p>
        </w:tc>
        <w:tc>
          <w:tcPr>
            <w:tcW w:w="992" w:type="dxa"/>
            <w:vAlign w:val="top"/>
          </w:tcPr>
          <w:p w14:paraId="471BF19F"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16113A27"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DF0B865"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6DEC673"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r>
      <w:tr w:rsidR="00470D04" w:rsidRPr="00110376" w14:paraId="12503D3B"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41A2147" w14:textId="77777777" w:rsidR="00470D04" w:rsidRDefault="00470D04" w:rsidP="001B2FD0">
            <w:pPr>
              <w:pStyle w:val="Tabulka-8"/>
            </w:pPr>
          </w:p>
          <w:p w14:paraId="497B68B9" w14:textId="77777777" w:rsidR="00470D04" w:rsidRPr="00110376" w:rsidRDefault="00470D04" w:rsidP="001B2FD0">
            <w:pPr>
              <w:pStyle w:val="Tabulka-8"/>
            </w:pPr>
            <w:r w:rsidRPr="009166BA">
              <w:t>3</w:t>
            </w:r>
          </w:p>
        </w:tc>
        <w:tc>
          <w:tcPr>
            <w:tcW w:w="3402" w:type="dxa"/>
            <w:gridSpan w:val="2"/>
            <w:vAlign w:val="top"/>
          </w:tcPr>
          <w:p w14:paraId="1E6D696F" w14:textId="73A2C0FB" w:rsidR="00470D04" w:rsidRPr="00110376" w:rsidRDefault="00470D04"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rsidR="0085754E">
              <w:t>DSP</w:t>
            </w:r>
            <w:r>
              <w:t xml:space="preserve"> </w:t>
            </w:r>
            <w:r w:rsidRPr="009166BA">
              <w:t>dle SOD v</w:t>
            </w:r>
            <w:r>
              <w:t> listinné formě (dle požadavku VTP a ZTP)</w:t>
            </w:r>
            <w:r w:rsidRPr="009166BA">
              <w:t xml:space="preserve"> </w:t>
            </w:r>
          </w:p>
        </w:tc>
        <w:tc>
          <w:tcPr>
            <w:tcW w:w="992" w:type="dxa"/>
            <w:vAlign w:val="top"/>
          </w:tcPr>
          <w:p w14:paraId="66729433"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r w:rsidRPr="009166BA">
              <w:t>komplet</w:t>
            </w:r>
          </w:p>
        </w:tc>
        <w:tc>
          <w:tcPr>
            <w:tcW w:w="993" w:type="dxa"/>
            <w:vAlign w:val="top"/>
          </w:tcPr>
          <w:p w14:paraId="54AC504D"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r w:rsidRPr="009166BA">
              <w:t>1</w:t>
            </w:r>
          </w:p>
        </w:tc>
        <w:tc>
          <w:tcPr>
            <w:tcW w:w="1275" w:type="dxa"/>
            <w:vAlign w:val="top"/>
          </w:tcPr>
          <w:p w14:paraId="719189C3"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75EFE57"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14C94BB1"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507088E0" w14:textId="08D58F57" w:rsidR="00D47C9B" w:rsidRDefault="00470D04" w:rsidP="00D47C9B">
            <w:pPr>
              <w:pStyle w:val="Tabulka-8"/>
            </w:pPr>
            <w:r>
              <w:t>4</w:t>
            </w:r>
          </w:p>
        </w:tc>
        <w:tc>
          <w:tcPr>
            <w:tcW w:w="3402" w:type="dxa"/>
            <w:gridSpan w:val="2"/>
            <w:vAlign w:val="top"/>
          </w:tcPr>
          <w:p w14:paraId="083FCE7F" w14:textId="7F5B2042" w:rsidR="00D47C9B" w:rsidRPr="00110376" w:rsidRDefault="00470D04"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rsidR="0085754E">
              <w:t>DSP</w:t>
            </w:r>
            <w:r>
              <w:t xml:space="preserve"> </w:t>
            </w:r>
            <w:r w:rsidRPr="009166BA">
              <w:t>dle SOD v</w:t>
            </w:r>
            <w:r>
              <w:t> elektronické formě (dle požadavku VTP a ZTP)</w:t>
            </w:r>
          </w:p>
        </w:tc>
        <w:tc>
          <w:tcPr>
            <w:tcW w:w="992" w:type="dxa"/>
            <w:vAlign w:val="top"/>
          </w:tcPr>
          <w:p w14:paraId="12E19ECE" w14:textId="52A6EB5B" w:rsidR="00D47C9B" w:rsidRDefault="00470D04" w:rsidP="00D47C9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vAlign w:val="top"/>
          </w:tcPr>
          <w:p w14:paraId="7495EEF1" w14:textId="47B2F605" w:rsidR="00D47C9B" w:rsidRDefault="00470D04" w:rsidP="00D47C9B">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vAlign w:val="top"/>
          </w:tcPr>
          <w:p w14:paraId="36FC96E7"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335DF6E"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85754E" w:rsidRPr="00110376" w14:paraId="783A15AE"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54EB965A" w14:textId="583DEB70" w:rsidR="0085754E" w:rsidRDefault="0085754E" w:rsidP="00D47C9B">
            <w:pPr>
              <w:pStyle w:val="Tabulka-8"/>
            </w:pPr>
            <w:r>
              <w:t>5</w:t>
            </w:r>
          </w:p>
        </w:tc>
        <w:tc>
          <w:tcPr>
            <w:tcW w:w="3402" w:type="dxa"/>
            <w:gridSpan w:val="2"/>
            <w:vAlign w:val="top"/>
          </w:tcPr>
          <w:p w14:paraId="6CF3CF36" w14:textId="26E7A728" w:rsidR="0085754E" w:rsidRPr="009166BA" w:rsidRDefault="0085754E"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t xml:space="preserve">PDPS </w:t>
            </w:r>
            <w:r w:rsidRPr="009166BA">
              <w:t>dle SOD v</w:t>
            </w:r>
            <w:r>
              <w:t> listinné formě (dle požadavku VTP a ZTP)</w:t>
            </w:r>
          </w:p>
        </w:tc>
        <w:tc>
          <w:tcPr>
            <w:tcW w:w="992" w:type="dxa"/>
            <w:vAlign w:val="top"/>
          </w:tcPr>
          <w:p w14:paraId="6061469F" w14:textId="12942245"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vAlign w:val="top"/>
          </w:tcPr>
          <w:p w14:paraId="0EDF3348" w14:textId="0FD26E32"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vAlign w:val="top"/>
          </w:tcPr>
          <w:p w14:paraId="23BF0BC1"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332A03C"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r>
      <w:tr w:rsidR="0085754E" w:rsidRPr="00110376" w14:paraId="0A09387C"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2A79412B" w14:textId="777D6A42" w:rsidR="0085754E" w:rsidRDefault="0085754E" w:rsidP="00D47C9B">
            <w:pPr>
              <w:pStyle w:val="Tabulka-8"/>
            </w:pPr>
            <w:r>
              <w:t>6</w:t>
            </w:r>
          </w:p>
        </w:tc>
        <w:tc>
          <w:tcPr>
            <w:tcW w:w="3402" w:type="dxa"/>
            <w:gridSpan w:val="2"/>
            <w:vAlign w:val="top"/>
          </w:tcPr>
          <w:p w14:paraId="08C5D50F" w14:textId="57DBE99C" w:rsidR="0085754E" w:rsidRPr="009166BA" w:rsidRDefault="0085754E"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t xml:space="preserve">PDPS </w:t>
            </w:r>
            <w:r w:rsidRPr="009166BA">
              <w:t>dle SOD v</w:t>
            </w:r>
            <w:r>
              <w:t> elektronické formě (dle požadavku VTP a ZTP)</w:t>
            </w:r>
          </w:p>
        </w:tc>
        <w:tc>
          <w:tcPr>
            <w:tcW w:w="992" w:type="dxa"/>
            <w:vAlign w:val="top"/>
          </w:tcPr>
          <w:p w14:paraId="288B4A09" w14:textId="150D946B"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vAlign w:val="top"/>
          </w:tcPr>
          <w:p w14:paraId="02A40DD8" w14:textId="5F24563E"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vAlign w:val="top"/>
          </w:tcPr>
          <w:p w14:paraId="6AB3D163"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F74AC78"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86EEB50" w14:textId="77777777" w:rsidTr="008A6FCD">
        <w:tc>
          <w:tcPr>
            <w:cnfStyle w:val="001000000000" w:firstRow="0" w:lastRow="0" w:firstColumn="1" w:lastColumn="0" w:oddVBand="0" w:evenVBand="0" w:oddHBand="0" w:evenHBand="0" w:firstRowFirstColumn="0" w:firstRowLastColumn="0" w:lastRowFirstColumn="0" w:lastRowLastColumn="0"/>
            <w:tcW w:w="4190" w:type="dxa"/>
            <w:gridSpan w:val="3"/>
          </w:tcPr>
          <w:p w14:paraId="1A891898" w14:textId="2D56C966" w:rsidR="0085754E" w:rsidRDefault="0085754E" w:rsidP="008A6FCD">
            <w:pPr>
              <w:pStyle w:val="Tabulka-8"/>
            </w:pPr>
          </w:p>
          <w:p w14:paraId="3E805399" w14:textId="46C1F963" w:rsidR="00705D99" w:rsidRPr="00110376" w:rsidRDefault="00705D99" w:rsidP="008A6FCD">
            <w:pPr>
              <w:pStyle w:val="Tabulka-8"/>
            </w:pPr>
            <w:r w:rsidRPr="00110376">
              <w:t>Celkem za základní služby:</w:t>
            </w:r>
          </w:p>
        </w:tc>
        <w:tc>
          <w:tcPr>
            <w:tcW w:w="992" w:type="dxa"/>
          </w:tcPr>
          <w:p w14:paraId="5C13F4C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04A2CBE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475A460"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02FE4F1"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bl>
    <w:p w14:paraId="15C347D1" w14:textId="77777777" w:rsidR="00705D99" w:rsidRDefault="00705D99" w:rsidP="00705D99">
      <w:pPr>
        <w:pStyle w:val="Textbezodsazen"/>
      </w:pPr>
      <w:r>
        <w:t>*) nevyplněné údaje [</w:t>
      </w:r>
      <w:r w:rsidRPr="008A4D1B">
        <w:rPr>
          <w:highlight w:val="yellow"/>
        </w:rPr>
        <w:t>VLOŽÍ ZHOTOVITEL]</w:t>
      </w:r>
    </w:p>
    <w:p w14:paraId="7FA6CAEE" w14:textId="77777777" w:rsidR="00705D99" w:rsidRDefault="00705D99" w:rsidP="00705D99">
      <w:pPr>
        <w:pStyle w:val="Textbezodsazen"/>
      </w:pPr>
      <w:r>
        <w:t>Všechny ceny jsou uvedené v Kč bez DPH.</w:t>
      </w:r>
    </w:p>
    <w:p w14:paraId="36FBC465" w14:textId="3B26FA44" w:rsidR="00705D99" w:rsidRDefault="00705D99" w:rsidP="00705D99">
      <w:pPr>
        <w:pStyle w:val="Nadpisbezsl1-2"/>
      </w:pPr>
      <w:r>
        <w:t>2.</w:t>
      </w:r>
      <w:r>
        <w:tab/>
        <w:t>Dodatečné služby na zpracování DUR</w:t>
      </w:r>
      <w:r w:rsidR="00470D04">
        <w:t>, DSP a PDPS</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705D99" w:rsidRPr="00110376" w14:paraId="587773EE" w14:textId="77777777" w:rsidTr="008A6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3AA1E65" w14:textId="77777777" w:rsidR="00705D99" w:rsidRPr="00110376" w:rsidRDefault="00705D99" w:rsidP="008A6FCD">
            <w:pPr>
              <w:pStyle w:val="Tabulka-8"/>
              <w:rPr>
                <w:rStyle w:val="Tun"/>
                <w:szCs w:val="16"/>
              </w:rPr>
            </w:pPr>
            <w:r w:rsidRPr="00110376">
              <w:rPr>
                <w:rStyle w:val="Tun"/>
                <w:szCs w:val="16"/>
              </w:rPr>
              <w:t>Položka</w:t>
            </w:r>
          </w:p>
        </w:tc>
        <w:tc>
          <w:tcPr>
            <w:tcW w:w="3402" w:type="dxa"/>
          </w:tcPr>
          <w:p w14:paraId="605D0260"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6B30F61D"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505E9D30"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58C10E95"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0159434C"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705D99" w:rsidRPr="00110376" w14:paraId="2B99ABE6"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79A74993" w14:textId="3A7F9ECE" w:rsidR="00705D99" w:rsidRPr="00110376" w:rsidRDefault="0085754E" w:rsidP="008A6FCD">
            <w:pPr>
              <w:pStyle w:val="Tabulka-8"/>
            </w:pPr>
            <w:r>
              <w:t>7</w:t>
            </w:r>
          </w:p>
        </w:tc>
        <w:tc>
          <w:tcPr>
            <w:tcW w:w="3402" w:type="dxa"/>
          </w:tcPr>
          <w:p w14:paraId="21BE8916"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259DCE10"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31F6F0B7"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97D5918"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8CFEBE7"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2CE494F"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41646C1F" w14:textId="2BDEE67E" w:rsidR="00705D99" w:rsidRPr="00110376" w:rsidRDefault="0085754E" w:rsidP="008A6FCD">
            <w:pPr>
              <w:pStyle w:val="Tabulka-8"/>
            </w:pPr>
            <w:r>
              <w:t>8</w:t>
            </w:r>
          </w:p>
        </w:tc>
        <w:tc>
          <w:tcPr>
            <w:tcW w:w="3402" w:type="dxa"/>
          </w:tcPr>
          <w:p w14:paraId="4494CBB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1B58C969"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38337A04"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9DCC020"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4C348D8"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F4A157F"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5EDF1013" w14:textId="0D1216F0" w:rsidR="00705D99" w:rsidRPr="00110376" w:rsidRDefault="0085754E" w:rsidP="008A6FCD">
            <w:pPr>
              <w:pStyle w:val="Tabulka-8"/>
            </w:pPr>
            <w:r>
              <w:t>9</w:t>
            </w:r>
          </w:p>
        </w:tc>
        <w:tc>
          <w:tcPr>
            <w:tcW w:w="3402" w:type="dxa"/>
          </w:tcPr>
          <w:p w14:paraId="2E788178"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600BA6E4"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3A0E71E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734E5D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363308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72277F88"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48276A2D" w14:textId="296FBEB4" w:rsidR="00705D99" w:rsidRPr="00110376" w:rsidRDefault="0085754E" w:rsidP="008A6FCD">
            <w:pPr>
              <w:pStyle w:val="Tabulka-8"/>
            </w:pPr>
            <w:r>
              <w:t>10</w:t>
            </w:r>
          </w:p>
        </w:tc>
        <w:tc>
          <w:tcPr>
            <w:tcW w:w="3402" w:type="dxa"/>
          </w:tcPr>
          <w:p w14:paraId="2B210D4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2E080B5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05A8675F"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8925BA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34C6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7447950A"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70547C5D" w14:textId="42CAEFE2" w:rsidR="00705D99" w:rsidRPr="00110376" w:rsidRDefault="0085754E" w:rsidP="008A6FCD">
            <w:pPr>
              <w:pStyle w:val="Tabulka-8"/>
            </w:pPr>
            <w:r>
              <w:t>11</w:t>
            </w:r>
          </w:p>
        </w:tc>
        <w:tc>
          <w:tcPr>
            <w:tcW w:w="3402" w:type="dxa"/>
          </w:tcPr>
          <w:p w14:paraId="7433F4A4"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083D3756"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F80862E"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0A8656E"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7481B2F"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3D8D1656"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792D9EF5" w14:textId="4A3F6301" w:rsidR="00705D99" w:rsidRPr="00110376" w:rsidRDefault="0085754E" w:rsidP="008A6FCD">
            <w:pPr>
              <w:pStyle w:val="Tabulka-8"/>
            </w:pPr>
            <w:r>
              <w:t>12</w:t>
            </w:r>
          </w:p>
        </w:tc>
        <w:tc>
          <w:tcPr>
            <w:tcW w:w="3402" w:type="dxa"/>
          </w:tcPr>
          <w:p w14:paraId="663826C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3353B73"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C366E5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F34B97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4BC797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5C7C4C9D"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689EB2FD" w14:textId="1F084761" w:rsidR="00705D99" w:rsidRPr="00110376" w:rsidRDefault="0085754E" w:rsidP="008A6FCD">
            <w:pPr>
              <w:pStyle w:val="Tabulka-8"/>
            </w:pPr>
            <w:r>
              <w:t>13</w:t>
            </w:r>
          </w:p>
        </w:tc>
        <w:tc>
          <w:tcPr>
            <w:tcW w:w="3402" w:type="dxa"/>
          </w:tcPr>
          <w:p w14:paraId="2B457445" w14:textId="10110E6E"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 xml:space="preserve">Zpracování </w:t>
            </w:r>
            <w:r w:rsidR="00A45497">
              <w:t xml:space="preserve">příloh k </w:t>
            </w:r>
            <w:r w:rsidRPr="00110376">
              <w:t>žádosti o spolufinancování stavby dle požadavku VTP a ZTP</w:t>
            </w:r>
          </w:p>
        </w:tc>
        <w:tc>
          <w:tcPr>
            <w:tcW w:w="992" w:type="dxa"/>
          </w:tcPr>
          <w:p w14:paraId="228A452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D8C751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75A1FF"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D4598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B558D2" w:rsidRPr="00110376" w14:paraId="2B6DC708"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6B72568D" w14:textId="1C15E247" w:rsidR="00B558D2" w:rsidRDefault="0085754E" w:rsidP="008A6FCD">
            <w:pPr>
              <w:pStyle w:val="Tabulka-8"/>
            </w:pPr>
            <w:r>
              <w:t>14</w:t>
            </w:r>
          </w:p>
        </w:tc>
        <w:tc>
          <w:tcPr>
            <w:tcW w:w="3402" w:type="dxa"/>
          </w:tcPr>
          <w:p w14:paraId="1C6F608D" w14:textId="6C81EDDF"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Zajištění vydání osvědčení o shodě notifikovanou osobou v přípravě</w:t>
            </w:r>
          </w:p>
        </w:tc>
        <w:tc>
          <w:tcPr>
            <w:tcW w:w="992" w:type="dxa"/>
          </w:tcPr>
          <w:p w14:paraId="77D7C87A" w14:textId="4EC8EF41"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C32E68F"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7C3C7B4"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D1105E"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r>
      <w:tr w:rsidR="00B558D2" w:rsidRPr="00110376" w14:paraId="00F05C02"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3C385FD9" w14:textId="052FA723" w:rsidR="00B558D2" w:rsidRDefault="0085754E" w:rsidP="008A6FCD">
            <w:pPr>
              <w:pStyle w:val="Tabulka-8"/>
            </w:pPr>
            <w:r>
              <w:t>15</w:t>
            </w:r>
          </w:p>
        </w:tc>
        <w:tc>
          <w:tcPr>
            <w:tcW w:w="3402" w:type="dxa"/>
          </w:tcPr>
          <w:p w14:paraId="59C1C8F2" w14:textId="36DAEAF4"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Koordinátor BOZP v přípravě</w:t>
            </w:r>
          </w:p>
        </w:tc>
        <w:tc>
          <w:tcPr>
            <w:tcW w:w="992" w:type="dxa"/>
          </w:tcPr>
          <w:p w14:paraId="7A46BFD5" w14:textId="717051C4"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073A3901"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FA9A11F"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997003A"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r>
      <w:tr w:rsidR="00A45497" w:rsidRPr="00110376" w14:paraId="0DED166A"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056A5602" w14:textId="064505DA" w:rsidR="00A45497" w:rsidRDefault="0085754E" w:rsidP="008A6FCD">
            <w:pPr>
              <w:pStyle w:val="Tabulka-8"/>
            </w:pPr>
            <w:r>
              <w:t>16</w:t>
            </w:r>
          </w:p>
        </w:tc>
        <w:tc>
          <w:tcPr>
            <w:tcW w:w="3402" w:type="dxa"/>
          </w:tcPr>
          <w:p w14:paraId="5B7246D2" w14:textId="7FE73CD6" w:rsidR="00A45497"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Zajištění technických podkladů pro vypracování zadávací dokumentace na výběr zhotovitele Stavby dle požadavku VTP a ZTP</w:t>
            </w:r>
          </w:p>
        </w:tc>
        <w:tc>
          <w:tcPr>
            <w:tcW w:w="992" w:type="dxa"/>
          </w:tcPr>
          <w:p w14:paraId="4A13CAAF" w14:textId="0F775A41" w:rsidR="00A45497"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4537569" w14:textId="77777777" w:rsidR="00A45497" w:rsidRPr="00110376" w:rsidRDefault="00A45497"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0CC352E" w14:textId="77777777" w:rsidR="00A45497" w:rsidRPr="00110376" w:rsidRDefault="00A45497"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520FF3F" w14:textId="77777777" w:rsidR="00A45497" w:rsidRPr="00110376" w:rsidRDefault="00A45497" w:rsidP="008A6FCD">
            <w:pPr>
              <w:pStyle w:val="Tabulka-8"/>
              <w:cnfStyle w:val="000000000000" w:firstRow="0" w:lastRow="0" w:firstColumn="0" w:lastColumn="0" w:oddVBand="0" w:evenVBand="0" w:oddHBand="0" w:evenHBand="0" w:firstRowFirstColumn="0" w:firstRowLastColumn="0" w:lastRowFirstColumn="0" w:lastRowLastColumn="0"/>
            </w:pPr>
          </w:p>
        </w:tc>
      </w:tr>
      <w:tr w:rsidR="003547BC" w:rsidRPr="00110376" w14:paraId="3C58C7A4"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0F10C6B9" w14:textId="4E97362F" w:rsidR="003547BC" w:rsidRDefault="003547BC" w:rsidP="008A6FCD">
            <w:pPr>
              <w:pStyle w:val="Tabulka-8"/>
            </w:pPr>
            <w:r>
              <w:t>17</w:t>
            </w:r>
          </w:p>
        </w:tc>
        <w:tc>
          <w:tcPr>
            <w:tcW w:w="3402" w:type="dxa"/>
          </w:tcPr>
          <w:p w14:paraId="11A44E2C" w14:textId="3E486A4A" w:rsidR="003547BC" w:rsidRDefault="003547BC" w:rsidP="008A6FCD">
            <w:pPr>
              <w:pStyle w:val="Tabulka-8"/>
              <w:cnfStyle w:val="000000000000" w:firstRow="0" w:lastRow="0" w:firstColumn="0" w:lastColumn="0" w:oddVBand="0" w:evenVBand="0" w:oddHBand="0" w:evenHBand="0" w:firstRowFirstColumn="0" w:firstRowLastColumn="0" w:lastRowFirstColumn="0" w:lastRowLastColumn="0"/>
            </w:pPr>
            <w:r>
              <w:t>Aktualizace Záměru projektu</w:t>
            </w:r>
          </w:p>
        </w:tc>
        <w:tc>
          <w:tcPr>
            <w:tcW w:w="992" w:type="dxa"/>
          </w:tcPr>
          <w:p w14:paraId="6757B2D7" w14:textId="33790B0A" w:rsidR="003547BC" w:rsidRDefault="003547BC" w:rsidP="008A6FCD">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2A74DF89" w14:textId="5795F2F6" w:rsidR="003547BC" w:rsidRPr="00110376" w:rsidRDefault="00075B1C" w:rsidP="008A6FCD">
            <w:pPr>
              <w:pStyle w:val="Tabulka-8"/>
              <w:cnfStyle w:val="000000000000" w:firstRow="0" w:lastRow="0" w:firstColumn="0" w:lastColumn="0" w:oddVBand="0" w:evenVBand="0" w:oddHBand="0" w:evenHBand="0" w:firstRowFirstColumn="0" w:firstRowLastColumn="0" w:lastRowFirstColumn="0" w:lastRowLastColumn="0"/>
            </w:pPr>
            <w:r>
              <w:t>2</w:t>
            </w:r>
          </w:p>
        </w:tc>
        <w:tc>
          <w:tcPr>
            <w:tcW w:w="1276" w:type="dxa"/>
          </w:tcPr>
          <w:p w14:paraId="60B06728" w14:textId="77777777" w:rsidR="003547BC" w:rsidRPr="00110376" w:rsidRDefault="003547BC"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A7241F2" w14:textId="77777777" w:rsidR="003547BC" w:rsidRPr="00110376" w:rsidRDefault="003547BC"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2FDB96E" w14:textId="77777777" w:rsidTr="008A6FCD">
        <w:tc>
          <w:tcPr>
            <w:cnfStyle w:val="001000000000" w:firstRow="0" w:lastRow="0" w:firstColumn="1" w:lastColumn="0" w:oddVBand="0" w:evenVBand="0" w:oddHBand="0" w:evenHBand="0" w:firstRowFirstColumn="0" w:firstRowLastColumn="0" w:lastRowFirstColumn="0" w:lastRowLastColumn="0"/>
            <w:tcW w:w="4332" w:type="dxa"/>
            <w:gridSpan w:val="2"/>
          </w:tcPr>
          <w:p w14:paraId="279418E6" w14:textId="77777777" w:rsidR="00705D99" w:rsidRPr="00110376" w:rsidRDefault="00705D99" w:rsidP="008A6FCD">
            <w:pPr>
              <w:pStyle w:val="Tabulka-8"/>
            </w:pPr>
            <w:r w:rsidRPr="00110376">
              <w:t>Celkem za dodatečné služby:</w:t>
            </w:r>
          </w:p>
        </w:tc>
        <w:tc>
          <w:tcPr>
            <w:tcW w:w="992" w:type="dxa"/>
          </w:tcPr>
          <w:p w14:paraId="778BFEA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50B62BD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7BD57E2"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5E16573"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bl>
    <w:p w14:paraId="7ABF83D4" w14:textId="77777777" w:rsidR="00705D99" w:rsidRDefault="00705D99" w:rsidP="00705D99">
      <w:pPr>
        <w:pStyle w:val="Textbezodsazen"/>
      </w:pPr>
    </w:p>
    <w:p w14:paraId="2031582D" w14:textId="77777777" w:rsidR="00705D99" w:rsidRDefault="00705D99" w:rsidP="00705D99">
      <w:pPr>
        <w:pStyle w:val="Textbezodsazen"/>
      </w:pPr>
      <w:r>
        <w:t xml:space="preserve">*) nevyplněné údaje </w:t>
      </w:r>
      <w:r w:rsidRPr="00236DCC">
        <w:rPr>
          <w:highlight w:val="yellow"/>
        </w:rPr>
        <w:t>VLOŽÍ ZHOTOVITEL</w:t>
      </w:r>
    </w:p>
    <w:p w14:paraId="20106914" w14:textId="77777777" w:rsidR="00705D99" w:rsidRPr="00153D42" w:rsidRDefault="00705D99" w:rsidP="00705D99">
      <w:pPr>
        <w:pStyle w:val="Textbezodsazen"/>
      </w:pPr>
      <w:r>
        <w:t>Všechny ceny jsou uvedené v Kč bez DPH.</w:t>
      </w:r>
    </w:p>
    <w:p w14:paraId="76E10072" w14:textId="370458FF" w:rsidR="008A4D1B" w:rsidRPr="007666A4" w:rsidRDefault="00B558D2" w:rsidP="00760192">
      <w:pPr>
        <w:pStyle w:val="Nadpisbezsl1-1"/>
        <w:rPr>
          <w:sz w:val="20"/>
          <w:szCs w:val="20"/>
        </w:rPr>
      </w:pPr>
      <w:r>
        <w:rPr>
          <w:sz w:val="20"/>
          <w:szCs w:val="20"/>
        </w:rPr>
        <w:t>3</w:t>
      </w:r>
      <w:r w:rsidR="00760192" w:rsidRPr="007666A4">
        <w:rPr>
          <w:sz w:val="20"/>
          <w:szCs w:val="20"/>
        </w:rPr>
        <w:t>.</w:t>
      </w:r>
      <w:r w:rsidR="00760192" w:rsidRPr="007666A4">
        <w:rPr>
          <w:sz w:val="20"/>
          <w:szCs w:val="20"/>
        </w:rPr>
        <w:tab/>
      </w:r>
      <w:r w:rsidR="008A4D1B" w:rsidRPr="007666A4">
        <w:rPr>
          <w:sz w:val="20"/>
          <w:szCs w:val="20"/>
        </w:rPr>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2CC1BD15"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0DB1086" w14:textId="77777777" w:rsidR="00236DCC" w:rsidRPr="007666A4" w:rsidRDefault="00236DCC" w:rsidP="00236DCC">
            <w:pPr>
              <w:pStyle w:val="Textbezodsazen"/>
              <w:jc w:val="center"/>
              <w:rPr>
                <w:rStyle w:val="Tun"/>
                <w:sz w:val="16"/>
                <w:szCs w:val="16"/>
              </w:rPr>
            </w:pPr>
            <w:r w:rsidRPr="007666A4">
              <w:rPr>
                <w:rStyle w:val="Tun"/>
                <w:sz w:val="16"/>
                <w:szCs w:val="16"/>
              </w:rPr>
              <w:t>Položka</w:t>
            </w:r>
          </w:p>
        </w:tc>
        <w:tc>
          <w:tcPr>
            <w:tcW w:w="3260" w:type="dxa"/>
          </w:tcPr>
          <w:p w14:paraId="5F15A8F0" w14:textId="77777777" w:rsidR="00236DCC" w:rsidRPr="007666A4"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Popis</w:t>
            </w:r>
          </w:p>
        </w:tc>
        <w:tc>
          <w:tcPr>
            <w:tcW w:w="1134" w:type="dxa"/>
          </w:tcPr>
          <w:p w14:paraId="5CFEEB3C"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Měrná jednotka</w:t>
            </w:r>
          </w:p>
        </w:tc>
        <w:tc>
          <w:tcPr>
            <w:tcW w:w="992" w:type="dxa"/>
          </w:tcPr>
          <w:p w14:paraId="3A9333CA"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Množství *)</w:t>
            </w:r>
          </w:p>
        </w:tc>
        <w:tc>
          <w:tcPr>
            <w:tcW w:w="1276" w:type="dxa"/>
          </w:tcPr>
          <w:p w14:paraId="3C36A1CD"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Jednotková cena *)</w:t>
            </w:r>
          </w:p>
        </w:tc>
        <w:tc>
          <w:tcPr>
            <w:tcW w:w="1077" w:type="dxa"/>
          </w:tcPr>
          <w:p w14:paraId="16EA1203"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Cena celkem *)</w:t>
            </w:r>
          </w:p>
        </w:tc>
      </w:tr>
      <w:tr w:rsidR="00236DCC" w:rsidRPr="00517090" w14:paraId="4AC8FEF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F7F86C1" w14:textId="1887DC8C" w:rsidR="00236DCC" w:rsidRPr="007666A4" w:rsidRDefault="00236DCC" w:rsidP="008E6FFB">
            <w:pPr>
              <w:pStyle w:val="Textbezodsazen"/>
              <w:jc w:val="center"/>
              <w:rPr>
                <w:sz w:val="16"/>
                <w:szCs w:val="16"/>
              </w:rPr>
            </w:pPr>
            <w:r w:rsidRPr="007666A4">
              <w:rPr>
                <w:sz w:val="16"/>
                <w:szCs w:val="16"/>
              </w:rPr>
              <w:t>1</w:t>
            </w:r>
            <w:r w:rsidR="003547BC">
              <w:rPr>
                <w:sz w:val="16"/>
                <w:szCs w:val="16"/>
              </w:rPr>
              <w:t>8</w:t>
            </w:r>
          </w:p>
        </w:tc>
        <w:tc>
          <w:tcPr>
            <w:tcW w:w="3260" w:type="dxa"/>
          </w:tcPr>
          <w:p w14:paraId="7A614F76" w14:textId="77777777" w:rsidR="00236DCC" w:rsidRPr="007666A4" w:rsidRDefault="00236DCC" w:rsidP="0051709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666A4">
              <w:rPr>
                <w:sz w:val="16"/>
                <w:szCs w:val="16"/>
              </w:rPr>
              <w:t>rozsah činnosti při výkonu autorského dozoru projektanta v rámci realizace Stavby dle čl. 4 Obchodních podmínek</w:t>
            </w:r>
          </w:p>
        </w:tc>
        <w:tc>
          <w:tcPr>
            <w:tcW w:w="1134" w:type="dxa"/>
          </w:tcPr>
          <w:p w14:paraId="0232484C"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666A4">
              <w:rPr>
                <w:sz w:val="16"/>
                <w:szCs w:val="16"/>
              </w:rPr>
              <w:t>hod</w:t>
            </w:r>
          </w:p>
        </w:tc>
        <w:tc>
          <w:tcPr>
            <w:tcW w:w="992" w:type="dxa"/>
          </w:tcPr>
          <w:p w14:paraId="5E0C4AC6"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189D6C7F"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77" w:type="dxa"/>
          </w:tcPr>
          <w:p w14:paraId="6A57F117"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1BE9E3A8" w14:textId="77777777" w:rsidR="00760192" w:rsidRDefault="00760192" w:rsidP="00236DCC">
      <w:pPr>
        <w:pStyle w:val="Textbezodsazen"/>
      </w:pPr>
    </w:p>
    <w:p w14:paraId="76CF7806" w14:textId="77777777" w:rsidR="008A4D1B" w:rsidRDefault="008A4D1B" w:rsidP="00236DCC">
      <w:pPr>
        <w:pStyle w:val="Textbezodsazen"/>
      </w:pPr>
      <w:r>
        <w:t xml:space="preserve">*) nevyplněné údaje </w:t>
      </w:r>
      <w:r w:rsidRPr="00236DCC">
        <w:rPr>
          <w:highlight w:val="yellow"/>
        </w:rPr>
        <w:t>VLOŽÍ ZHOTOVITEL</w:t>
      </w:r>
    </w:p>
    <w:p w14:paraId="103C6FC6" w14:textId="77777777" w:rsidR="008A4D1B" w:rsidRDefault="008A4D1B" w:rsidP="00236DCC">
      <w:pPr>
        <w:pStyle w:val="Textbezodsazen"/>
      </w:pPr>
      <w:r>
        <w:t>Všechny ceny jsou uvedené v Kč bez DPH.</w:t>
      </w:r>
    </w:p>
    <w:p w14:paraId="741D7923" w14:textId="17F9634E" w:rsidR="008A4D1B" w:rsidRDefault="008A4D1B" w:rsidP="00236DCC">
      <w:pPr>
        <w:pStyle w:val="Textbezodsazen"/>
      </w:pPr>
      <w:r>
        <w:t xml:space="preserve">Uvedená cena za výkon autorského dozoru zahrnuje veškeré náklady na výkon autorského dozoru po celou předpokládanou dobu </w:t>
      </w:r>
      <w:r w:rsidR="00E3767E">
        <w:t>realizace Stavby (předpoklad 29</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5173AAA0" w14:textId="3A7A98DB" w:rsidR="00236DCC" w:rsidRPr="007666A4" w:rsidRDefault="00B558D2" w:rsidP="00760192">
      <w:pPr>
        <w:pStyle w:val="Nadpisbezsl1-1"/>
        <w:rPr>
          <w:sz w:val="20"/>
          <w:szCs w:val="20"/>
        </w:rPr>
      </w:pPr>
      <w:r>
        <w:rPr>
          <w:sz w:val="20"/>
          <w:szCs w:val="20"/>
        </w:rPr>
        <w:t>4</w:t>
      </w:r>
      <w:r w:rsidR="00760192" w:rsidRPr="007666A4">
        <w:rPr>
          <w:sz w:val="20"/>
          <w:szCs w:val="20"/>
        </w:rPr>
        <w:t>.</w:t>
      </w:r>
      <w:r w:rsidR="00760192" w:rsidRPr="007666A4">
        <w:rPr>
          <w:sz w:val="20"/>
          <w:szCs w:val="20"/>
        </w:rPr>
        <w:tab/>
      </w:r>
      <w:r w:rsidR="00236DCC" w:rsidRPr="007666A4">
        <w:rPr>
          <w:sz w:val="20"/>
          <w:szCs w:val="20"/>
        </w:rPr>
        <w:t>Cena Díla:</w:t>
      </w:r>
    </w:p>
    <w:tbl>
      <w:tblPr>
        <w:tblStyle w:val="Tabulka10"/>
        <w:tblW w:w="0" w:type="auto"/>
        <w:tblLook w:val="04A0" w:firstRow="1" w:lastRow="0" w:firstColumn="1" w:lastColumn="0" w:noHBand="0" w:noVBand="1"/>
      </w:tblPr>
      <w:tblGrid>
        <w:gridCol w:w="2910"/>
        <w:gridCol w:w="2910"/>
        <w:gridCol w:w="2910"/>
      </w:tblGrid>
      <w:tr w:rsidR="00236DCC" w:rsidRPr="00236DCC" w14:paraId="3EB174D6" w14:textId="77777777" w:rsidTr="00DE4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0" w:type="dxa"/>
          </w:tcPr>
          <w:p w14:paraId="20841062" w14:textId="77777777" w:rsidR="00236DCC" w:rsidRPr="00236DCC" w:rsidRDefault="00236DCC" w:rsidP="00517090">
            <w:pPr>
              <w:pStyle w:val="Tabulka"/>
              <w:rPr>
                <w:rStyle w:val="Tun"/>
              </w:rPr>
            </w:pPr>
            <w:r w:rsidRPr="00236DCC">
              <w:rPr>
                <w:rStyle w:val="Tun"/>
              </w:rPr>
              <w:t>Cena Díla (bez DPH)</w:t>
            </w:r>
          </w:p>
        </w:tc>
        <w:tc>
          <w:tcPr>
            <w:tcW w:w="2910" w:type="dxa"/>
          </w:tcPr>
          <w:p w14:paraId="057542AB"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0" w:type="dxa"/>
          </w:tcPr>
          <w:p w14:paraId="7E8B3D09"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B51B59A"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38DC053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6BC1EAA5"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14:paraId="0953B4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FF426E5"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54FFF5DE" w14:textId="77777777" w:rsidR="00236DCC" w:rsidRPr="007666A4" w:rsidRDefault="00236DCC" w:rsidP="00517090">
            <w:pPr>
              <w:pStyle w:val="Tabulka"/>
              <w:rPr>
                <w:b/>
              </w:rPr>
            </w:pPr>
            <w:r w:rsidRPr="007666A4">
              <w:rPr>
                <w:b/>
              </w:rPr>
              <w:t xml:space="preserve">z toho: </w:t>
            </w:r>
          </w:p>
          <w:tbl>
            <w:tblPr>
              <w:tblStyle w:val="Tabulka10"/>
              <w:tblW w:w="0" w:type="auto"/>
              <w:tblLook w:val="04A0" w:firstRow="1" w:lastRow="0" w:firstColumn="1" w:lastColumn="0" w:noHBand="0" w:noVBand="1"/>
            </w:tblPr>
            <w:tblGrid>
              <w:gridCol w:w="2857"/>
              <w:gridCol w:w="2857"/>
              <w:gridCol w:w="2858"/>
            </w:tblGrid>
            <w:tr w:rsidR="007666A4" w:rsidRPr="007666A4" w14:paraId="15205A80" w14:textId="77777777" w:rsidTr="008A6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2" w:type="dxa"/>
                  <w:gridSpan w:val="3"/>
                </w:tcPr>
                <w:p w14:paraId="716A4685" w14:textId="738A6320" w:rsidR="007666A4" w:rsidRPr="007666A4" w:rsidRDefault="007666A4" w:rsidP="007666A4">
                  <w:pPr>
                    <w:pStyle w:val="Tabulka"/>
                    <w:rPr>
                      <w:b/>
                    </w:rPr>
                  </w:pPr>
                  <w:r w:rsidRPr="007666A4">
                    <w:rPr>
                      <w:b/>
                    </w:rPr>
                    <w:t>Cena za zpracování</w:t>
                  </w:r>
                  <w:r>
                    <w:rPr>
                      <w:b/>
                    </w:rPr>
                    <w:t xml:space="preserve"> DUR</w:t>
                  </w:r>
                  <w:r w:rsidRPr="007666A4">
                    <w:rPr>
                      <w:b/>
                    </w:rPr>
                    <w:t xml:space="preserve">: </w:t>
                  </w:r>
                </w:p>
              </w:tc>
            </w:tr>
            <w:tr w:rsidR="007666A4" w:rsidRPr="007666A4" w14:paraId="7D22A350" w14:textId="77777777" w:rsidTr="008A6FCD">
              <w:tc>
                <w:tcPr>
                  <w:cnfStyle w:val="001000000000" w:firstRow="0" w:lastRow="0" w:firstColumn="1" w:lastColumn="0" w:oddVBand="0" w:evenVBand="0" w:oddHBand="0" w:evenHBand="0" w:firstRowFirstColumn="0" w:firstRowLastColumn="0" w:lastRowFirstColumn="0" w:lastRowLastColumn="0"/>
                  <w:tcW w:w="2947" w:type="dxa"/>
                </w:tcPr>
                <w:p w14:paraId="153C8F7C" w14:textId="77777777" w:rsidR="007666A4" w:rsidRPr="007666A4" w:rsidRDefault="007666A4" w:rsidP="007666A4">
                  <w:pPr>
                    <w:pStyle w:val="Tabulka"/>
                  </w:pPr>
                  <w:r w:rsidRPr="007666A4">
                    <w:t>"[</w:t>
                  </w:r>
                  <w:r w:rsidRPr="007666A4">
                    <w:rPr>
                      <w:highlight w:val="yellow"/>
                    </w:rPr>
                    <w:t>VLOŽÍ ZHOTOVITEL</w:t>
                  </w:r>
                  <w:r w:rsidRPr="007666A4">
                    <w:t>]" Kč</w:t>
                  </w:r>
                </w:p>
              </w:tc>
              <w:tc>
                <w:tcPr>
                  <w:tcW w:w="2947" w:type="dxa"/>
                </w:tcPr>
                <w:p w14:paraId="4F593740" w14:textId="77777777" w:rsidR="007666A4" w:rsidRPr="007666A4" w:rsidRDefault="007666A4" w:rsidP="007666A4">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c>
                <w:tcPr>
                  <w:tcW w:w="2948" w:type="dxa"/>
                </w:tcPr>
                <w:p w14:paraId="2CA97CB9" w14:textId="77777777" w:rsidR="007666A4" w:rsidRPr="007666A4" w:rsidRDefault="007666A4" w:rsidP="007666A4">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r>
          </w:tbl>
          <w:p w14:paraId="38B0C14B" w14:textId="3A61CCF0" w:rsidR="007666A4" w:rsidRPr="007666A4" w:rsidRDefault="007666A4" w:rsidP="00517090">
            <w:pPr>
              <w:pStyle w:val="Tabulka"/>
              <w:rPr>
                <w:b/>
              </w:rPr>
            </w:pPr>
          </w:p>
        </w:tc>
      </w:tr>
      <w:tr w:rsidR="00236DCC" w:rsidRPr="00236DCC" w14:paraId="0106E38B"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0485186E" w14:textId="53560FAE" w:rsidR="00236DCC" w:rsidRPr="007666A4" w:rsidRDefault="00236DCC" w:rsidP="00B558D2">
            <w:pPr>
              <w:pStyle w:val="Tabulka"/>
              <w:rPr>
                <w:b/>
              </w:rPr>
            </w:pPr>
            <w:r w:rsidRPr="007666A4">
              <w:rPr>
                <w:b/>
              </w:rPr>
              <w:t>Cena za zpracování DSP</w:t>
            </w:r>
            <w:r w:rsidR="00B06D17" w:rsidRPr="007666A4">
              <w:rPr>
                <w:b/>
              </w:rPr>
              <w:t>:</w:t>
            </w:r>
            <w:r w:rsidRPr="007666A4">
              <w:rPr>
                <w:b/>
              </w:rPr>
              <w:t xml:space="preserve"> </w:t>
            </w:r>
          </w:p>
        </w:tc>
      </w:tr>
      <w:tr w:rsidR="00236DCC" w:rsidRPr="007666A4" w14:paraId="0D22B9FB"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00540C17" w14:textId="77777777" w:rsidR="00236DCC" w:rsidRPr="007666A4" w:rsidRDefault="00236DCC" w:rsidP="00517090">
            <w:pPr>
              <w:pStyle w:val="Tabulka"/>
            </w:pPr>
            <w:r w:rsidRPr="007666A4">
              <w:t>"[</w:t>
            </w:r>
            <w:r w:rsidRPr="007666A4">
              <w:rPr>
                <w:highlight w:val="yellow"/>
              </w:rPr>
              <w:t>VLOŽÍ ZHOTOVITEL</w:t>
            </w:r>
            <w:r w:rsidRPr="007666A4">
              <w:t>]" Kč</w:t>
            </w:r>
          </w:p>
        </w:tc>
        <w:tc>
          <w:tcPr>
            <w:tcW w:w="2910" w:type="dxa"/>
          </w:tcPr>
          <w:p w14:paraId="33607180" w14:textId="77777777" w:rsidR="00236DCC" w:rsidRPr="007666A4"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c>
          <w:tcPr>
            <w:tcW w:w="2910" w:type="dxa"/>
          </w:tcPr>
          <w:p w14:paraId="15EF01BF" w14:textId="77777777" w:rsidR="00236DCC" w:rsidRPr="007666A4"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r>
      <w:tr w:rsidR="008E6FFB" w:rsidRPr="007666A4" w14:paraId="5FB986C0"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3BC71691" w14:textId="729286EA" w:rsidR="008E6FFB" w:rsidRPr="007666A4" w:rsidRDefault="008E6FFB" w:rsidP="008E6FFB">
            <w:pPr>
              <w:pStyle w:val="Tabulka"/>
              <w:rPr>
                <w:b/>
              </w:rPr>
            </w:pPr>
            <w:r w:rsidRPr="007666A4">
              <w:rPr>
                <w:b/>
              </w:rPr>
              <w:t>Cena za zpracování</w:t>
            </w:r>
            <w:r>
              <w:rPr>
                <w:b/>
              </w:rPr>
              <w:t xml:space="preserve"> PDPS</w:t>
            </w:r>
            <w:r w:rsidRPr="007666A4">
              <w:rPr>
                <w:b/>
              </w:rPr>
              <w:t xml:space="preserve">: </w:t>
            </w:r>
          </w:p>
        </w:tc>
      </w:tr>
      <w:tr w:rsidR="008E6FFB" w:rsidRPr="007666A4" w14:paraId="52A3F388"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6B7357ED" w14:textId="77777777" w:rsidR="008E6FFB" w:rsidRPr="007666A4" w:rsidRDefault="008E6FFB" w:rsidP="001B2FD0">
            <w:pPr>
              <w:pStyle w:val="Tabulka"/>
            </w:pPr>
            <w:r w:rsidRPr="007666A4">
              <w:t>"[</w:t>
            </w:r>
            <w:r w:rsidRPr="007666A4">
              <w:rPr>
                <w:highlight w:val="yellow"/>
              </w:rPr>
              <w:t>VLOŽÍ ZHOTOVITEL</w:t>
            </w:r>
            <w:r w:rsidRPr="007666A4">
              <w:t>]" Kč</w:t>
            </w:r>
          </w:p>
        </w:tc>
        <w:tc>
          <w:tcPr>
            <w:tcW w:w="2910" w:type="dxa"/>
          </w:tcPr>
          <w:p w14:paraId="430119AE" w14:textId="77777777" w:rsidR="008E6FFB" w:rsidRPr="007666A4"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c>
          <w:tcPr>
            <w:tcW w:w="2910" w:type="dxa"/>
          </w:tcPr>
          <w:p w14:paraId="1C430859" w14:textId="77777777" w:rsidR="008E6FFB" w:rsidRPr="007666A4"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r>
      <w:tr w:rsidR="008E6FFB" w:rsidRPr="007666A4" w14:paraId="1ED7BEE4"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76C280E5" w14:textId="77777777" w:rsidR="008E6FFB" w:rsidRPr="007666A4" w:rsidRDefault="008E6FFB" w:rsidP="001B2FD0">
            <w:pPr>
              <w:pStyle w:val="Tabulka"/>
              <w:rPr>
                <w:b/>
              </w:rPr>
            </w:pPr>
            <w:r w:rsidRPr="007666A4">
              <w:rPr>
                <w:b/>
              </w:rPr>
              <w:t>Cena za výkon autorského dozoru:</w:t>
            </w:r>
          </w:p>
        </w:tc>
      </w:tr>
      <w:tr w:rsidR="008E6FFB" w:rsidRPr="00236DCC" w14:paraId="15B61904"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55C2E14E" w14:textId="77777777" w:rsidR="008E6FFB" w:rsidRPr="00236DCC" w:rsidRDefault="008E6FFB" w:rsidP="001B2FD0">
            <w:pPr>
              <w:pStyle w:val="Tabulka"/>
            </w:pPr>
            <w:r w:rsidRPr="00236DCC">
              <w:t>"[</w:t>
            </w:r>
            <w:r w:rsidRPr="00236DCC">
              <w:rPr>
                <w:highlight w:val="yellow"/>
              </w:rPr>
              <w:t>VLOŽÍ ZHOTOVITEL</w:t>
            </w:r>
            <w:r w:rsidRPr="00236DCC">
              <w:t>]" Kč</w:t>
            </w:r>
          </w:p>
        </w:tc>
        <w:tc>
          <w:tcPr>
            <w:tcW w:w="2910" w:type="dxa"/>
          </w:tcPr>
          <w:p w14:paraId="304A5B2F" w14:textId="77777777" w:rsidR="008E6FFB" w:rsidRPr="00236DCC"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14:paraId="2F98D87E" w14:textId="77777777" w:rsidR="008E6FFB" w:rsidRPr="00236DCC"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183DB06C" w14:textId="116E334F"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01932">
        <w:rPr>
          <w:rStyle w:val="Tun-ZRUIT"/>
        </w:rPr>
        <w:t xml:space="preserve">DUR, </w:t>
      </w:r>
      <w:r w:rsidRPr="00236DCC">
        <w:rPr>
          <w:rStyle w:val="Tun-ZRUIT"/>
        </w:rPr>
        <w:t>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3421E4C0"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A5E2D3" w14:textId="77777777" w:rsidR="00B72613" w:rsidRPr="00B72613" w:rsidRDefault="00B72613" w:rsidP="00517090">
            <w:pPr>
              <w:pStyle w:val="Tabulka"/>
              <w:rPr>
                <w:rStyle w:val="Tun"/>
              </w:rPr>
            </w:pPr>
            <w:r w:rsidRPr="00B72613">
              <w:rPr>
                <w:rStyle w:val="Tun"/>
              </w:rPr>
              <w:t>Specifikace položky</w:t>
            </w:r>
          </w:p>
        </w:tc>
        <w:tc>
          <w:tcPr>
            <w:tcW w:w="2977" w:type="dxa"/>
          </w:tcPr>
          <w:p w14:paraId="23FB65FC"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844A43"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26491A" w:rsidRPr="00B72613" w14:paraId="1D6DCF5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4FF1D88" w14:textId="1C9B1FF7" w:rsidR="0026491A" w:rsidRPr="0026491A" w:rsidRDefault="0026491A" w:rsidP="0026491A">
            <w:pPr>
              <w:pStyle w:val="Tabulka"/>
              <w:rPr>
                <w:rStyle w:val="Tun"/>
              </w:rPr>
            </w:pPr>
            <w:r w:rsidRPr="0026491A">
              <w:rPr>
                <w:rStyle w:val="Tun"/>
              </w:rPr>
              <w:t>1. Dílčí etapa</w:t>
            </w:r>
          </w:p>
        </w:tc>
        <w:tc>
          <w:tcPr>
            <w:tcW w:w="2977" w:type="dxa"/>
          </w:tcPr>
          <w:p w14:paraId="4A1C9F3B" w14:textId="24FFC556"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47157672" w14:textId="3A4301A1"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26491A" w:rsidRPr="00B72613" w14:paraId="07072B0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516FB2" w14:textId="1F488170" w:rsidR="0026491A" w:rsidRPr="00B06D17" w:rsidRDefault="0026491A" w:rsidP="0026491A">
            <w:pPr>
              <w:pStyle w:val="Tabulka"/>
              <w:rPr>
                <w:rStyle w:val="Tun"/>
                <w:highlight w:val="yellow"/>
              </w:rPr>
            </w:pPr>
            <w:r>
              <w:rPr>
                <w:rStyle w:val="Tun"/>
                <w:highlight w:val="yellow"/>
              </w:rPr>
              <w:t>2.</w:t>
            </w:r>
            <w:r w:rsidRPr="00B06D17">
              <w:rPr>
                <w:rStyle w:val="Tun"/>
                <w:highlight w:val="yellow"/>
              </w:rPr>
              <w:t xml:space="preserve"> Dílčí etapa</w:t>
            </w:r>
          </w:p>
        </w:tc>
        <w:tc>
          <w:tcPr>
            <w:tcW w:w="2977" w:type="dxa"/>
          </w:tcPr>
          <w:p w14:paraId="3636C041" w14:textId="77777777"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D7A471E" w14:textId="77777777"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6491A" w:rsidRPr="00B72613" w14:paraId="37EA56C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214A74B" w14:textId="3102BEB9" w:rsidR="0026491A" w:rsidRDefault="0026491A" w:rsidP="0026491A">
            <w:pPr>
              <w:pStyle w:val="Tabulka"/>
              <w:rPr>
                <w:rStyle w:val="Tun"/>
                <w:highlight w:val="yellow"/>
              </w:rPr>
            </w:pPr>
            <w:r>
              <w:rPr>
                <w:rStyle w:val="Tun"/>
                <w:highlight w:val="yellow"/>
              </w:rPr>
              <w:t>3.</w:t>
            </w:r>
            <w:r w:rsidRPr="00B06D17">
              <w:rPr>
                <w:rStyle w:val="Tun"/>
                <w:highlight w:val="yellow"/>
              </w:rPr>
              <w:t xml:space="preserve"> Dílčí etapa</w:t>
            </w:r>
          </w:p>
        </w:tc>
        <w:tc>
          <w:tcPr>
            <w:tcW w:w="2977" w:type="dxa"/>
          </w:tcPr>
          <w:p w14:paraId="6D629101" w14:textId="1E353AA1"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961CC5F" w14:textId="7B16EE21"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6491A" w:rsidRPr="00B72613" w14:paraId="481730BC"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0454A1A" w14:textId="34338F47" w:rsidR="0026491A" w:rsidRPr="0026491A" w:rsidRDefault="0026491A" w:rsidP="0026491A">
            <w:pPr>
              <w:pStyle w:val="Tabulka"/>
              <w:rPr>
                <w:rStyle w:val="Tun"/>
              </w:rPr>
            </w:pPr>
            <w:r w:rsidRPr="0026491A">
              <w:rPr>
                <w:rStyle w:val="Tun"/>
              </w:rPr>
              <w:t>4. Dílčí etapa</w:t>
            </w:r>
          </w:p>
        </w:tc>
        <w:tc>
          <w:tcPr>
            <w:tcW w:w="2977" w:type="dxa"/>
          </w:tcPr>
          <w:p w14:paraId="7D38663D" w14:textId="5EA7769E"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77B72519" w14:textId="597E7280"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26491A" w:rsidRPr="00B72613" w14:paraId="4D9B21C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3909AECA" w14:textId="7232053B" w:rsidR="0026491A" w:rsidRPr="00B06D17" w:rsidRDefault="0026491A" w:rsidP="0026491A">
            <w:pPr>
              <w:pStyle w:val="Tabulka"/>
              <w:rPr>
                <w:rStyle w:val="Tun"/>
                <w:highlight w:val="yellow"/>
              </w:rPr>
            </w:pPr>
            <w:r w:rsidRPr="00E3767E">
              <w:rPr>
                <w:rStyle w:val="Tun"/>
              </w:rPr>
              <w:t>5. Dílčí etapa</w:t>
            </w:r>
          </w:p>
        </w:tc>
        <w:tc>
          <w:tcPr>
            <w:tcW w:w="2977" w:type="dxa"/>
          </w:tcPr>
          <w:p w14:paraId="438344AA" w14:textId="26A31BDB" w:rsidR="0026491A"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6491A">
              <w:rPr>
                <w:rStyle w:val="Tun"/>
              </w:rPr>
              <w:t>O Kč  bez fakturace</w:t>
            </w:r>
          </w:p>
        </w:tc>
        <w:tc>
          <w:tcPr>
            <w:tcW w:w="2977" w:type="dxa"/>
          </w:tcPr>
          <w:p w14:paraId="1DEDF9F6" w14:textId="2448D871" w:rsidR="0026491A"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6491A">
              <w:rPr>
                <w:rStyle w:val="Tun"/>
              </w:rPr>
              <w:t>O Kč  bez fakturace</w:t>
            </w:r>
          </w:p>
        </w:tc>
      </w:tr>
      <w:tr w:rsidR="00D156E0" w:rsidRPr="00B72613" w14:paraId="3FDAD04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DE4C925" w14:textId="2234F8B1" w:rsidR="00D156E0" w:rsidRDefault="00D156E0" w:rsidP="0026491A">
            <w:pPr>
              <w:pStyle w:val="Tabulka"/>
              <w:rPr>
                <w:rStyle w:val="Tun"/>
                <w:highlight w:val="yellow"/>
              </w:rPr>
            </w:pPr>
            <w:r>
              <w:rPr>
                <w:rStyle w:val="Tun"/>
                <w:highlight w:val="yellow"/>
              </w:rPr>
              <w:t>5a</w:t>
            </w:r>
            <w:r w:rsidRPr="00B06D17">
              <w:rPr>
                <w:rStyle w:val="Tun"/>
                <w:highlight w:val="yellow"/>
              </w:rPr>
              <w:t>. Dílčí etapa</w:t>
            </w:r>
          </w:p>
        </w:tc>
        <w:tc>
          <w:tcPr>
            <w:tcW w:w="2977" w:type="dxa"/>
          </w:tcPr>
          <w:p w14:paraId="1D0536F5" w14:textId="4231CAD8"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C1A166A" w14:textId="0B3F9B49"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6A97C8C0"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36C30E7" w14:textId="161F568A" w:rsidR="00D156E0" w:rsidRPr="00B06D17" w:rsidRDefault="00D156E0" w:rsidP="0026491A">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789CE4AF"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5FDF474"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75B1C" w:rsidRPr="00B72613" w14:paraId="4C6797E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74BCDAA" w14:textId="14F76B6B" w:rsidR="00075B1C" w:rsidRDefault="00075B1C" w:rsidP="00075B1C">
            <w:pPr>
              <w:pStyle w:val="Tabulka"/>
              <w:rPr>
                <w:rStyle w:val="Tun"/>
                <w:highlight w:val="yellow"/>
              </w:rPr>
            </w:pPr>
            <w:r>
              <w:rPr>
                <w:rStyle w:val="Tun"/>
                <w:highlight w:val="yellow"/>
              </w:rPr>
              <w:t>6a</w:t>
            </w:r>
            <w:r w:rsidRPr="00B06D17">
              <w:rPr>
                <w:rStyle w:val="Tun"/>
                <w:highlight w:val="yellow"/>
              </w:rPr>
              <w:t>. Dílčí etapa</w:t>
            </w:r>
          </w:p>
        </w:tc>
        <w:tc>
          <w:tcPr>
            <w:tcW w:w="2977" w:type="dxa"/>
          </w:tcPr>
          <w:p w14:paraId="621DEEEA" w14:textId="732D3A34" w:rsidR="00075B1C" w:rsidRPr="00B06D17" w:rsidRDefault="00075B1C" w:rsidP="00075B1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1636006" w14:textId="20FAA91F" w:rsidR="00075B1C" w:rsidRPr="00B06D17" w:rsidRDefault="00075B1C" w:rsidP="00075B1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3BCD600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ADAA84F" w14:textId="27B6E9BA" w:rsidR="00D156E0" w:rsidRPr="0026491A" w:rsidRDefault="00D156E0" w:rsidP="0026491A">
            <w:pPr>
              <w:pStyle w:val="Tabulka"/>
              <w:rPr>
                <w:rStyle w:val="Tun"/>
              </w:rPr>
            </w:pPr>
            <w:r w:rsidRPr="0026491A">
              <w:rPr>
                <w:rStyle w:val="Tun"/>
              </w:rPr>
              <w:t>7. Dílčí etapa</w:t>
            </w:r>
          </w:p>
        </w:tc>
        <w:tc>
          <w:tcPr>
            <w:tcW w:w="2977" w:type="dxa"/>
          </w:tcPr>
          <w:p w14:paraId="2177B11F" w14:textId="38A63A63"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07D2C49D" w14:textId="5C1AAD46"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72613" w14:paraId="55C2F74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47A2D6F" w14:textId="5B7C190C" w:rsidR="00D156E0" w:rsidRPr="0026491A" w:rsidRDefault="00D156E0" w:rsidP="0026491A">
            <w:pPr>
              <w:pStyle w:val="Tabulka"/>
              <w:rPr>
                <w:rStyle w:val="Tun"/>
              </w:rPr>
            </w:pPr>
            <w:r w:rsidRPr="0026491A">
              <w:rPr>
                <w:rStyle w:val="Tun"/>
              </w:rPr>
              <w:lastRenderedPageBreak/>
              <w:t>8. Dílčí etapa</w:t>
            </w:r>
          </w:p>
        </w:tc>
        <w:tc>
          <w:tcPr>
            <w:tcW w:w="2977" w:type="dxa"/>
          </w:tcPr>
          <w:p w14:paraId="1E2DE294" w14:textId="1424B2AB"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615A06C7" w14:textId="5EE70649"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72613" w14:paraId="3F8B5B3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BFD59F2" w14:textId="566ACDF6" w:rsidR="00D156E0" w:rsidRPr="00B06D17" w:rsidRDefault="00D156E0" w:rsidP="0026491A">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21707DD8"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39894A4"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06D17" w14:paraId="0FC2B535" w14:textId="77777777" w:rsidTr="00EB3DD6">
        <w:tc>
          <w:tcPr>
            <w:cnfStyle w:val="001000000000" w:firstRow="0" w:lastRow="0" w:firstColumn="1" w:lastColumn="0" w:oddVBand="0" w:evenVBand="0" w:oddHBand="0" w:evenHBand="0" w:firstRowFirstColumn="0" w:firstRowLastColumn="0" w:lastRowFirstColumn="0" w:lastRowLastColumn="0"/>
            <w:tcW w:w="2914" w:type="dxa"/>
          </w:tcPr>
          <w:p w14:paraId="166A1B6C" w14:textId="2A722C64" w:rsidR="00D156E0" w:rsidRPr="0026491A" w:rsidRDefault="00D156E0" w:rsidP="0026491A">
            <w:pPr>
              <w:pStyle w:val="Tabulka"/>
              <w:rPr>
                <w:rStyle w:val="Tun"/>
              </w:rPr>
            </w:pPr>
            <w:r w:rsidRPr="0026491A">
              <w:rPr>
                <w:rStyle w:val="Tun"/>
              </w:rPr>
              <w:t>10. Dílčí etapa</w:t>
            </w:r>
          </w:p>
        </w:tc>
        <w:tc>
          <w:tcPr>
            <w:tcW w:w="2977" w:type="dxa"/>
          </w:tcPr>
          <w:p w14:paraId="7FAAA93D" w14:textId="1703E669"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512B9367" w14:textId="0BAB032B"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06D17" w14:paraId="322D367D" w14:textId="77777777" w:rsidTr="00EB3DD6">
        <w:tc>
          <w:tcPr>
            <w:cnfStyle w:val="001000000000" w:firstRow="0" w:lastRow="0" w:firstColumn="1" w:lastColumn="0" w:oddVBand="0" w:evenVBand="0" w:oddHBand="0" w:evenHBand="0" w:firstRowFirstColumn="0" w:firstRowLastColumn="0" w:lastRowFirstColumn="0" w:lastRowLastColumn="0"/>
            <w:tcW w:w="2914" w:type="dxa"/>
          </w:tcPr>
          <w:p w14:paraId="2C0F034D" w14:textId="36A26D2D" w:rsidR="00D156E0" w:rsidRPr="00B06D17" w:rsidRDefault="00D156E0" w:rsidP="0026491A">
            <w:pPr>
              <w:pStyle w:val="Tabulka"/>
              <w:rPr>
                <w:rStyle w:val="Tun"/>
                <w:highlight w:val="yellow"/>
              </w:rPr>
            </w:pPr>
            <w:r>
              <w:rPr>
                <w:rStyle w:val="Tun"/>
                <w:highlight w:val="yellow"/>
              </w:rPr>
              <w:t>11</w:t>
            </w:r>
            <w:r w:rsidRPr="00B06D17">
              <w:rPr>
                <w:rStyle w:val="Tun"/>
                <w:highlight w:val="yellow"/>
              </w:rPr>
              <w:t>. Dílčí etapa</w:t>
            </w:r>
          </w:p>
        </w:tc>
        <w:tc>
          <w:tcPr>
            <w:tcW w:w="2977" w:type="dxa"/>
          </w:tcPr>
          <w:p w14:paraId="56FE61EF"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7FFFA2B"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5390E24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A99219A" w14:textId="3A36FC25" w:rsidR="00D156E0" w:rsidRDefault="00D156E0" w:rsidP="0026491A">
            <w:pPr>
              <w:pStyle w:val="Tabulka"/>
              <w:rPr>
                <w:rStyle w:val="Tun"/>
                <w:highlight w:val="yellow"/>
              </w:rPr>
            </w:pPr>
            <w:r>
              <w:rPr>
                <w:rStyle w:val="Tun"/>
                <w:highlight w:val="yellow"/>
              </w:rPr>
              <w:t>12.</w:t>
            </w:r>
            <w:r w:rsidRPr="00B06D17">
              <w:rPr>
                <w:rStyle w:val="Tun"/>
                <w:highlight w:val="yellow"/>
              </w:rPr>
              <w:t xml:space="preserve"> Dílčí etapa</w:t>
            </w:r>
          </w:p>
        </w:tc>
        <w:tc>
          <w:tcPr>
            <w:tcW w:w="2977" w:type="dxa"/>
          </w:tcPr>
          <w:p w14:paraId="2FAAB4EA" w14:textId="54C776EA"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2EB2FAD" w14:textId="76AEAB9F"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629B742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0379F74" w14:textId="32544D8D" w:rsidR="00D156E0" w:rsidRPr="0026491A" w:rsidRDefault="00D156E0" w:rsidP="0026491A">
            <w:pPr>
              <w:pStyle w:val="Tabulka"/>
              <w:rPr>
                <w:rStyle w:val="Tun"/>
              </w:rPr>
            </w:pPr>
            <w:r w:rsidRPr="0026491A">
              <w:rPr>
                <w:rStyle w:val="Tun"/>
              </w:rPr>
              <w:t>13. Dílčí etapa</w:t>
            </w:r>
          </w:p>
        </w:tc>
        <w:tc>
          <w:tcPr>
            <w:tcW w:w="2977" w:type="dxa"/>
          </w:tcPr>
          <w:p w14:paraId="50ED07BF" w14:textId="0F55847B"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304F05BA" w14:textId="3E152869"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72613" w14:paraId="613741C8"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64F5D27" w14:textId="7FA21D4D" w:rsidR="00D156E0" w:rsidRDefault="00D156E0" w:rsidP="0026491A">
            <w:pPr>
              <w:pStyle w:val="Tabulka"/>
              <w:rPr>
                <w:rStyle w:val="Tun"/>
                <w:highlight w:val="yellow"/>
              </w:rPr>
            </w:pPr>
            <w:r>
              <w:rPr>
                <w:rStyle w:val="Tun"/>
                <w:highlight w:val="yellow"/>
              </w:rPr>
              <w:t>14</w:t>
            </w:r>
            <w:r w:rsidRPr="00B06D17">
              <w:rPr>
                <w:rStyle w:val="Tun"/>
                <w:highlight w:val="yellow"/>
              </w:rPr>
              <w:t>. Dílčí etapa</w:t>
            </w:r>
            <w:r>
              <w:rPr>
                <w:rStyle w:val="Tun"/>
                <w:highlight w:val="yellow"/>
              </w:rPr>
              <w:t xml:space="preserve"> </w:t>
            </w:r>
          </w:p>
        </w:tc>
        <w:tc>
          <w:tcPr>
            <w:tcW w:w="2977" w:type="dxa"/>
          </w:tcPr>
          <w:p w14:paraId="0DB58DF8" w14:textId="38D09206"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9140CAF" w14:textId="481AEA6A"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5F06BC71"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0C3F63B" w14:textId="6871FC6E" w:rsidR="00D156E0" w:rsidRPr="00B06D17" w:rsidRDefault="00D156E0" w:rsidP="0026491A">
            <w:pPr>
              <w:pStyle w:val="Tabulka"/>
              <w:rPr>
                <w:rStyle w:val="Tun"/>
                <w:highlight w:val="yellow"/>
              </w:rPr>
            </w:pPr>
            <w:r>
              <w:rPr>
                <w:rStyle w:val="Tun"/>
                <w:highlight w:val="yellow"/>
              </w:rPr>
              <w:t>15.</w:t>
            </w:r>
            <w:r w:rsidRPr="00B06D17">
              <w:rPr>
                <w:rStyle w:val="Tun"/>
                <w:highlight w:val="yellow"/>
              </w:rPr>
              <w:t xml:space="preserve"> Dílčí etapa Výkon autorského dozoru</w:t>
            </w:r>
          </w:p>
        </w:tc>
        <w:tc>
          <w:tcPr>
            <w:tcW w:w="2977" w:type="dxa"/>
          </w:tcPr>
          <w:p w14:paraId="78C9E4C9"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45AEB6D"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470E84E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0782108" w14:textId="77777777" w:rsidR="00D156E0" w:rsidRPr="00B72613" w:rsidRDefault="00D156E0" w:rsidP="0026491A">
            <w:pPr>
              <w:pStyle w:val="Tabulka"/>
              <w:rPr>
                <w:rStyle w:val="Tun"/>
              </w:rPr>
            </w:pPr>
            <w:r w:rsidRPr="00B72613">
              <w:rPr>
                <w:rStyle w:val="Tun"/>
              </w:rPr>
              <w:t>Celkem:</w:t>
            </w:r>
          </w:p>
        </w:tc>
        <w:tc>
          <w:tcPr>
            <w:tcW w:w="2977" w:type="dxa"/>
          </w:tcPr>
          <w:p w14:paraId="3B97EB8D" w14:textId="77777777" w:rsidR="00D156E0" w:rsidRPr="00B72613"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E344A2D" w14:textId="77777777" w:rsidR="00D156E0" w:rsidRPr="00B72613"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52538A8" w14:textId="6EFD724D"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B2E4D6C" w14:textId="77777777" w:rsidR="00823D64" w:rsidRPr="00823D64" w:rsidRDefault="00823D64" w:rsidP="00823D64">
      <w:pPr>
        <w:keepNext/>
        <w:spacing w:before="280" w:after="120" w:line="264" w:lineRule="auto"/>
        <w:rPr>
          <w:rFonts w:ascii="Verdana" w:hAnsi="Verdana"/>
          <w:b/>
          <w:caps/>
          <w:sz w:val="22"/>
        </w:rPr>
      </w:pPr>
      <w:r w:rsidRPr="00823D64">
        <w:rPr>
          <w:rFonts w:ascii="Verdana" w:hAnsi="Verdana"/>
          <w:b/>
          <w:caps/>
          <w:sz w:val="22"/>
        </w:rPr>
        <w:lastRenderedPageBreak/>
        <w:t>Příloha č. 5</w:t>
      </w:r>
    </w:p>
    <w:p w14:paraId="0A5CEE98" w14:textId="77777777" w:rsidR="00823D64" w:rsidRPr="00823D64" w:rsidRDefault="00823D64" w:rsidP="00823D64">
      <w:pPr>
        <w:keepNext/>
        <w:spacing w:before="200" w:after="120" w:line="264" w:lineRule="auto"/>
        <w:rPr>
          <w:rFonts w:ascii="Verdana" w:hAnsi="Verdana"/>
          <w:b/>
          <w:sz w:val="20"/>
          <w:szCs w:val="20"/>
        </w:rPr>
      </w:pPr>
      <w:r w:rsidRPr="00823D64">
        <w:rPr>
          <w:rFonts w:ascii="Verdana" w:hAnsi="Verdana"/>
          <w:b/>
          <w:sz w:val="20"/>
          <w:szCs w:val="20"/>
        </w:rPr>
        <w:t>Harmonogram plnění</w:t>
      </w:r>
    </w:p>
    <w:tbl>
      <w:tblPr>
        <w:tblStyle w:val="Tabulka10"/>
        <w:tblW w:w="0" w:type="auto"/>
        <w:tblLook w:val="04A0" w:firstRow="1" w:lastRow="0" w:firstColumn="1" w:lastColumn="0" w:noHBand="0" w:noVBand="1"/>
      </w:tblPr>
      <w:tblGrid>
        <w:gridCol w:w="2457"/>
        <w:gridCol w:w="4328"/>
        <w:gridCol w:w="3522"/>
        <w:gridCol w:w="3355"/>
      </w:tblGrid>
      <w:tr w:rsidR="00823D64" w:rsidRPr="00823D64" w14:paraId="770AE0FE" w14:textId="77777777" w:rsidTr="002326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tcPr>
          <w:p w14:paraId="2A3A0633" w14:textId="77777777" w:rsidR="00823D64" w:rsidRPr="00823D64" w:rsidRDefault="00823D64" w:rsidP="00823D64">
            <w:pPr>
              <w:spacing w:before="40" w:after="40" w:line="240" w:lineRule="auto"/>
              <w:rPr>
                <w:b/>
                <w:sz w:val="18"/>
                <w:lang w:eastAsia="en-US"/>
              </w:rPr>
            </w:pPr>
            <w:r w:rsidRPr="00823D64">
              <w:rPr>
                <w:b/>
                <w:sz w:val="18"/>
                <w:lang w:eastAsia="en-US"/>
              </w:rPr>
              <w:t>Část Díla – FÁZE DUR</w:t>
            </w:r>
          </w:p>
        </w:tc>
        <w:tc>
          <w:tcPr>
            <w:tcW w:w="4328" w:type="dxa"/>
          </w:tcPr>
          <w:p w14:paraId="0F0CA939"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Doba plnění</w:t>
            </w:r>
          </w:p>
        </w:tc>
        <w:tc>
          <w:tcPr>
            <w:tcW w:w="3522" w:type="dxa"/>
          </w:tcPr>
          <w:p w14:paraId="73C4A940"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Popis činností prováděných v Dílčí etapě</w:t>
            </w:r>
          </w:p>
        </w:tc>
        <w:tc>
          <w:tcPr>
            <w:tcW w:w="3355" w:type="dxa"/>
          </w:tcPr>
          <w:p w14:paraId="5A9DE945"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Podmínky dokončení Dílčí etapy</w:t>
            </w:r>
          </w:p>
        </w:tc>
      </w:tr>
      <w:tr w:rsidR="00823D64" w:rsidRPr="00823D64" w14:paraId="53C381B4"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2E100000" w14:textId="4F388246" w:rsidR="00823D64" w:rsidRPr="00BF04EA" w:rsidRDefault="00823D64" w:rsidP="00823D64">
            <w:pPr>
              <w:spacing w:after="120" w:line="264" w:lineRule="auto"/>
              <w:jc w:val="both"/>
              <w:rPr>
                <w:b/>
                <w:sz w:val="18"/>
                <w:lang w:eastAsia="en-US"/>
              </w:rPr>
            </w:pPr>
            <w:r w:rsidRPr="00823D64">
              <w:rPr>
                <w:b/>
                <w:sz w:val="18"/>
                <w:lang w:eastAsia="en-US"/>
              </w:rPr>
              <w:t>Termín zahájení prací</w:t>
            </w:r>
          </w:p>
        </w:tc>
        <w:tc>
          <w:tcPr>
            <w:tcW w:w="4328" w:type="dxa"/>
          </w:tcPr>
          <w:p w14:paraId="36DCC6F5"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color w:val="FF0000"/>
                <w:sz w:val="18"/>
                <w:lang w:eastAsia="en-US"/>
              </w:rPr>
            </w:pPr>
            <w:r w:rsidRPr="00823D64">
              <w:rPr>
                <w:sz w:val="18"/>
                <w:lang w:eastAsia="en-US"/>
              </w:rPr>
              <w:t xml:space="preserve">ihned po nabytí účinnosti Smlouvy </w:t>
            </w:r>
          </w:p>
        </w:tc>
        <w:tc>
          <w:tcPr>
            <w:tcW w:w="3522" w:type="dxa"/>
          </w:tcPr>
          <w:p w14:paraId="4EC97F5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c>
          <w:tcPr>
            <w:tcW w:w="3355" w:type="dxa"/>
          </w:tcPr>
          <w:p w14:paraId="2328153D"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r>
      <w:tr w:rsidR="00823D64" w:rsidRPr="00823D64" w14:paraId="1009F797"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0E53A73E" w14:textId="77777777" w:rsidR="00823D64" w:rsidRPr="00823D64" w:rsidRDefault="00823D64" w:rsidP="00823D64">
            <w:pPr>
              <w:spacing w:after="120" w:line="264" w:lineRule="auto"/>
              <w:jc w:val="both"/>
              <w:rPr>
                <w:b/>
                <w:sz w:val="18"/>
                <w:lang w:eastAsia="en-US"/>
              </w:rPr>
            </w:pPr>
            <w:r w:rsidRPr="00823D64">
              <w:rPr>
                <w:b/>
                <w:sz w:val="18"/>
                <w:lang w:eastAsia="en-US"/>
              </w:rPr>
              <w:t>1. Dílčí etapa</w:t>
            </w:r>
          </w:p>
        </w:tc>
        <w:tc>
          <w:tcPr>
            <w:tcW w:w="4328" w:type="dxa"/>
          </w:tcPr>
          <w:p w14:paraId="3A43A8A0"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 xml:space="preserve">do 3 měsíců </w:t>
            </w:r>
            <w:r w:rsidRPr="00823D64">
              <w:rPr>
                <w:sz w:val="18"/>
                <w:lang w:eastAsia="en-US"/>
              </w:rPr>
              <w:t>od nabytí účinnosti Smlouvy</w:t>
            </w:r>
          </w:p>
        </w:tc>
        <w:tc>
          <w:tcPr>
            <w:tcW w:w="3522" w:type="dxa"/>
          </w:tcPr>
          <w:p w14:paraId="50A8D751"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 xml:space="preserve">Inženýrskogeologický průzkum ve fázi DUR (dle ZTP čl. 4.7.2.1) </w:t>
            </w:r>
          </w:p>
        </w:tc>
        <w:tc>
          <w:tcPr>
            <w:tcW w:w="3355" w:type="dxa"/>
          </w:tcPr>
          <w:p w14:paraId="78592C6B"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r w:rsidR="00823D64" w:rsidRPr="00823D64" w14:paraId="770347AC"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696C12ED" w14:textId="77777777" w:rsidR="00823D64" w:rsidRPr="00823D64" w:rsidRDefault="00823D64" w:rsidP="00823D64">
            <w:pPr>
              <w:spacing w:after="120" w:line="264" w:lineRule="auto"/>
              <w:jc w:val="both"/>
              <w:rPr>
                <w:b/>
                <w:color w:val="FF0000"/>
                <w:sz w:val="18"/>
                <w:lang w:eastAsia="en-US"/>
              </w:rPr>
            </w:pPr>
            <w:r w:rsidRPr="00823D64">
              <w:rPr>
                <w:b/>
                <w:sz w:val="18"/>
                <w:lang w:eastAsia="en-US"/>
              </w:rPr>
              <w:t xml:space="preserve">2. Dílčí etapa </w:t>
            </w:r>
          </w:p>
        </w:tc>
        <w:tc>
          <w:tcPr>
            <w:tcW w:w="4328" w:type="dxa"/>
          </w:tcPr>
          <w:p w14:paraId="721EFB57"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6 měsíců </w:t>
            </w:r>
            <w:r w:rsidRPr="00823D64">
              <w:rPr>
                <w:sz w:val="18"/>
                <w:lang w:eastAsia="en-US"/>
              </w:rPr>
              <w:t>od nabytí účinnosti Smlouvy</w:t>
            </w:r>
          </w:p>
        </w:tc>
        <w:tc>
          <w:tcPr>
            <w:tcW w:w="3522" w:type="dxa"/>
          </w:tcPr>
          <w:p w14:paraId="299D325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 xml:space="preserve">Návrh technického řešení DUR k připomínkovému řízení </w:t>
            </w:r>
          </w:p>
        </w:tc>
        <w:tc>
          <w:tcPr>
            <w:tcW w:w="3355" w:type="dxa"/>
          </w:tcPr>
          <w:p w14:paraId="0EA1FA12"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 FAKTURACE</w:t>
            </w:r>
          </w:p>
        </w:tc>
      </w:tr>
      <w:tr w:rsidR="00823D64" w:rsidRPr="00823D64" w14:paraId="1DFAB05C"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53E18818" w14:textId="77777777" w:rsidR="00823D64" w:rsidRPr="00823D64" w:rsidRDefault="00823D64" w:rsidP="00823D64">
            <w:pPr>
              <w:spacing w:after="120" w:line="264" w:lineRule="auto"/>
              <w:jc w:val="both"/>
              <w:rPr>
                <w:b/>
                <w:sz w:val="18"/>
                <w:lang w:eastAsia="en-US"/>
              </w:rPr>
            </w:pPr>
            <w:r w:rsidRPr="00823D64">
              <w:rPr>
                <w:b/>
                <w:sz w:val="18"/>
                <w:lang w:eastAsia="en-US"/>
              </w:rPr>
              <w:t>3. Dílčí etapa</w:t>
            </w:r>
          </w:p>
        </w:tc>
        <w:tc>
          <w:tcPr>
            <w:tcW w:w="4328" w:type="dxa"/>
          </w:tcPr>
          <w:p w14:paraId="0E2EEF3E" w14:textId="332AC29A" w:rsidR="00823D64" w:rsidRPr="00823D64" w:rsidRDefault="00823D64" w:rsidP="00BF3AB3">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w:t>
            </w:r>
            <w:r w:rsidR="00BF3AB3">
              <w:rPr>
                <w:b/>
                <w:sz w:val="18"/>
                <w:lang w:eastAsia="en-US"/>
              </w:rPr>
              <w:t>9</w:t>
            </w:r>
            <w:r w:rsidRPr="00823D64">
              <w:rPr>
                <w:b/>
                <w:sz w:val="18"/>
                <w:lang w:eastAsia="en-US"/>
              </w:rPr>
              <w:t xml:space="preserve"> měsíců</w:t>
            </w:r>
            <w:r w:rsidRPr="00823D64">
              <w:rPr>
                <w:sz w:val="18"/>
                <w:lang w:eastAsia="en-US"/>
              </w:rPr>
              <w:t xml:space="preserve"> od nabytí účinnosti Smlouvy</w:t>
            </w:r>
          </w:p>
        </w:tc>
        <w:tc>
          <w:tcPr>
            <w:tcW w:w="3522" w:type="dxa"/>
          </w:tcPr>
          <w:p w14:paraId="399CCDE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DUR se zapracovanými připomínkami bez dokladové části</w:t>
            </w:r>
          </w:p>
        </w:tc>
        <w:tc>
          <w:tcPr>
            <w:tcW w:w="3355" w:type="dxa"/>
          </w:tcPr>
          <w:p w14:paraId="2BC8867B"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w:t>
            </w:r>
          </w:p>
          <w:p w14:paraId="4F94E3F9" w14:textId="46DBF2B4" w:rsidR="00134AAC" w:rsidRPr="00AB1513" w:rsidRDefault="00134AAC"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FAKTURACE</w:t>
            </w:r>
          </w:p>
        </w:tc>
      </w:tr>
      <w:tr w:rsidR="00823D64" w:rsidRPr="00823D64" w14:paraId="72C9A08E"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354C784A" w14:textId="77777777" w:rsidR="00823D64" w:rsidRPr="00823D64" w:rsidRDefault="00823D64" w:rsidP="00823D64">
            <w:pPr>
              <w:spacing w:after="120" w:line="264" w:lineRule="auto"/>
              <w:jc w:val="both"/>
              <w:rPr>
                <w:b/>
                <w:sz w:val="18"/>
                <w:lang w:eastAsia="en-US"/>
              </w:rPr>
            </w:pPr>
            <w:r w:rsidRPr="00823D64">
              <w:rPr>
                <w:b/>
                <w:sz w:val="18"/>
                <w:lang w:eastAsia="en-US"/>
              </w:rPr>
              <w:t>4. Dílčí etapa</w:t>
            </w:r>
          </w:p>
        </w:tc>
        <w:tc>
          <w:tcPr>
            <w:tcW w:w="4328" w:type="dxa"/>
          </w:tcPr>
          <w:p w14:paraId="51AF7191" w14:textId="6AD19EDF" w:rsidR="00823D64" w:rsidRPr="00823D64" w:rsidRDefault="00823D64" w:rsidP="001816DD">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w:t>
            </w:r>
            <w:r w:rsidR="00BF3AB3">
              <w:rPr>
                <w:b/>
                <w:sz w:val="18"/>
                <w:lang w:eastAsia="en-US"/>
              </w:rPr>
              <w:t>1</w:t>
            </w:r>
            <w:r w:rsidR="001816DD">
              <w:rPr>
                <w:b/>
                <w:sz w:val="18"/>
                <w:lang w:eastAsia="en-US"/>
              </w:rPr>
              <w:t>2</w:t>
            </w:r>
            <w:r w:rsidRPr="00823D64">
              <w:rPr>
                <w:b/>
                <w:sz w:val="18"/>
                <w:lang w:eastAsia="en-US"/>
              </w:rPr>
              <w:t xml:space="preserve"> měsíců</w:t>
            </w:r>
            <w:r w:rsidRPr="00823D64">
              <w:rPr>
                <w:sz w:val="18"/>
                <w:lang w:eastAsia="en-US"/>
              </w:rPr>
              <w:t xml:space="preserve"> od nabytí účinnosti Smlouvy</w:t>
            </w:r>
          </w:p>
        </w:tc>
        <w:tc>
          <w:tcPr>
            <w:tcW w:w="3522" w:type="dxa"/>
          </w:tcPr>
          <w:p w14:paraId="52A4BAD7" w14:textId="77777777" w:rsidR="00823D64" w:rsidRPr="00823D64" w:rsidRDefault="00823D64" w:rsidP="00823D64">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Zpracování a podání Oznámení dle zákona č. 100/2001 Sb. o vlivu stavby na životní prostředí</w:t>
            </w:r>
          </w:p>
        </w:tc>
        <w:tc>
          <w:tcPr>
            <w:tcW w:w="3355" w:type="dxa"/>
          </w:tcPr>
          <w:p w14:paraId="22E88412" w14:textId="77777777" w:rsidR="00823D64" w:rsidRPr="00AB1513" w:rsidRDefault="00823D64" w:rsidP="00777749">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Kopie předaná Objednateli, potvrzená podatelnou příslušného úřadu</w:t>
            </w:r>
          </w:p>
          <w:p w14:paraId="14A0AAEA" w14:textId="5BAB45C3" w:rsidR="00777749" w:rsidRPr="00AB1513" w:rsidRDefault="00777749"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p>
        </w:tc>
      </w:tr>
      <w:tr w:rsidR="00823D64" w:rsidRPr="00823D64" w14:paraId="2AA8CED8"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6894A255" w14:textId="2F31553A" w:rsidR="00823D64" w:rsidRPr="00823D64" w:rsidRDefault="00823D64" w:rsidP="004C4EC6">
            <w:pPr>
              <w:spacing w:after="120" w:line="264" w:lineRule="auto"/>
              <w:jc w:val="both"/>
              <w:rPr>
                <w:b/>
                <w:sz w:val="18"/>
                <w:lang w:eastAsia="en-US"/>
              </w:rPr>
            </w:pPr>
            <w:r w:rsidRPr="00823D64">
              <w:rPr>
                <w:b/>
                <w:sz w:val="18"/>
                <w:lang w:eastAsia="en-US"/>
              </w:rPr>
              <w:t>5. Dílčí etapa</w:t>
            </w:r>
            <w:r w:rsidR="00B31899">
              <w:rPr>
                <w:b/>
                <w:sz w:val="18"/>
                <w:lang w:eastAsia="en-US"/>
              </w:rPr>
              <w:t xml:space="preserve"> </w:t>
            </w:r>
          </w:p>
        </w:tc>
        <w:tc>
          <w:tcPr>
            <w:tcW w:w="4328" w:type="dxa"/>
          </w:tcPr>
          <w:p w14:paraId="29248254" w14:textId="0C72F286" w:rsidR="00823D64" w:rsidRPr="00823D64" w:rsidRDefault="00823D64" w:rsidP="001816DD">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1</w:t>
            </w:r>
            <w:r w:rsidR="001816DD">
              <w:rPr>
                <w:b/>
                <w:sz w:val="18"/>
                <w:lang w:eastAsia="en-US"/>
              </w:rPr>
              <w:t>5</w:t>
            </w:r>
            <w:r w:rsidRPr="00823D64">
              <w:rPr>
                <w:b/>
                <w:sz w:val="18"/>
                <w:lang w:eastAsia="en-US"/>
              </w:rPr>
              <w:t xml:space="preserve"> měsíců</w:t>
            </w:r>
            <w:r w:rsidRPr="00823D64">
              <w:rPr>
                <w:sz w:val="18"/>
                <w:lang w:eastAsia="en-US"/>
              </w:rPr>
              <w:t xml:space="preserve"> od nabytí účinnosti Smlouvy</w:t>
            </w:r>
          </w:p>
        </w:tc>
        <w:tc>
          <w:tcPr>
            <w:tcW w:w="3522" w:type="dxa"/>
          </w:tcPr>
          <w:p w14:paraId="78A8961F" w14:textId="22646978" w:rsidR="00823D64" w:rsidRPr="00823D64" w:rsidRDefault="00134AAC" w:rsidP="005556D1">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Pr>
                <w:sz w:val="18"/>
                <w:lang w:eastAsia="en-US"/>
              </w:rPr>
              <w:t xml:space="preserve">Předání „kompletní“ DUR, vč. dokladové části </w:t>
            </w:r>
          </w:p>
        </w:tc>
        <w:tc>
          <w:tcPr>
            <w:tcW w:w="3355" w:type="dxa"/>
          </w:tcPr>
          <w:p w14:paraId="769419A5" w14:textId="453B1BF9" w:rsidR="00823D64" w:rsidRPr="00AB1513" w:rsidRDefault="007D2D0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w:t>
            </w:r>
            <w:r w:rsidR="00075B1C" w:rsidRPr="00AB1513">
              <w:rPr>
                <w:sz w:val="18"/>
                <w:lang w:eastAsia="en-US"/>
              </w:rPr>
              <w:t xml:space="preserve"> (pro Část Díla)</w:t>
            </w:r>
          </w:p>
        </w:tc>
      </w:tr>
      <w:tr w:rsidR="005556D1" w:rsidRPr="00823D64" w14:paraId="599D1EAF" w14:textId="77777777" w:rsidTr="005556D1">
        <w:tc>
          <w:tcPr>
            <w:cnfStyle w:val="001000000000" w:firstRow="0" w:lastRow="0" w:firstColumn="1" w:lastColumn="0" w:oddVBand="0" w:evenVBand="0" w:oddHBand="0" w:evenHBand="0" w:firstRowFirstColumn="0" w:firstRowLastColumn="0" w:lastRowFirstColumn="0" w:lastRowLastColumn="0"/>
            <w:tcW w:w="2457" w:type="dxa"/>
          </w:tcPr>
          <w:p w14:paraId="6AAD9E44" w14:textId="7BAEFDC1" w:rsidR="005556D1" w:rsidRPr="00823D64" w:rsidRDefault="005556D1" w:rsidP="005556D1">
            <w:pPr>
              <w:spacing w:after="120" w:line="264" w:lineRule="auto"/>
              <w:jc w:val="both"/>
              <w:rPr>
                <w:b/>
                <w:sz w:val="18"/>
                <w:lang w:eastAsia="en-US"/>
              </w:rPr>
            </w:pPr>
            <w:r w:rsidRPr="00823D64">
              <w:rPr>
                <w:b/>
                <w:sz w:val="18"/>
                <w:lang w:eastAsia="en-US"/>
              </w:rPr>
              <w:t>5</w:t>
            </w:r>
            <w:r>
              <w:rPr>
                <w:b/>
                <w:sz w:val="18"/>
                <w:lang w:eastAsia="en-US"/>
              </w:rPr>
              <w:t>a</w:t>
            </w:r>
            <w:r w:rsidRPr="00823D64">
              <w:rPr>
                <w:b/>
                <w:sz w:val="18"/>
                <w:lang w:eastAsia="en-US"/>
              </w:rPr>
              <w:t>. Dílčí etapa</w:t>
            </w:r>
            <w:r>
              <w:rPr>
                <w:b/>
                <w:sz w:val="18"/>
                <w:lang w:eastAsia="en-US"/>
              </w:rPr>
              <w:t xml:space="preserve"> </w:t>
            </w:r>
          </w:p>
        </w:tc>
        <w:tc>
          <w:tcPr>
            <w:tcW w:w="4328" w:type="dxa"/>
          </w:tcPr>
          <w:p w14:paraId="219D8560" w14:textId="43712DA6" w:rsidR="005556D1" w:rsidRPr="00823D64" w:rsidRDefault="005556D1" w:rsidP="00093B07">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1</w:t>
            </w:r>
            <w:r>
              <w:rPr>
                <w:b/>
                <w:sz w:val="18"/>
                <w:lang w:eastAsia="en-US"/>
              </w:rPr>
              <w:t>4</w:t>
            </w:r>
            <w:r w:rsidRPr="00823D64">
              <w:rPr>
                <w:b/>
                <w:sz w:val="18"/>
                <w:lang w:eastAsia="en-US"/>
              </w:rPr>
              <w:t xml:space="preserve"> </w:t>
            </w:r>
            <w:r>
              <w:rPr>
                <w:b/>
                <w:sz w:val="18"/>
                <w:lang w:eastAsia="en-US"/>
              </w:rPr>
              <w:t xml:space="preserve">dnů </w:t>
            </w:r>
            <w:r w:rsidRPr="00823D64">
              <w:rPr>
                <w:sz w:val="18"/>
                <w:lang w:eastAsia="en-US"/>
              </w:rPr>
              <w:t xml:space="preserve">od </w:t>
            </w:r>
            <w:r w:rsidR="00093B07">
              <w:rPr>
                <w:sz w:val="18"/>
                <w:lang w:eastAsia="en-US"/>
              </w:rPr>
              <w:t>5. Dílčí etapě</w:t>
            </w:r>
          </w:p>
        </w:tc>
        <w:tc>
          <w:tcPr>
            <w:tcW w:w="3522" w:type="dxa"/>
          </w:tcPr>
          <w:p w14:paraId="33127237" w14:textId="012ED858" w:rsidR="005556D1" w:rsidRPr="00823D64" w:rsidRDefault="005556D1" w:rsidP="005556D1">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Podání žádosti o uzemní rozhodnutí</w:t>
            </w:r>
          </w:p>
        </w:tc>
        <w:tc>
          <w:tcPr>
            <w:tcW w:w="3355" w:type="dxa"/>
          </w:tcPr>
          <w:p w14:paraId="65B4869D" w14:textId="77777777" w:rsidR="005556D1" w:rsidRPr="00AB1513" w:rsidRDefault="005556D1" w:rsidP="005556D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Kopie žádosti předaná Objednateli, potvrzená podatelnou stavebního úřadu FAKTURACE</w:t>
            </w:r>
          </w:p>
        </w:tc>
      </w:tr>
      <w:tr w:rsidR="00823D64" w:rsidRPr="00823D64" w14:paraId="785C0D71"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291410B5" w14:textId="75276EEE" w:rsidR="00823D64" w:rsidRPr="00823D64" w:rsidRDefault="00823D64" w:rsidP="004C4EC6">
            <w:pPr>
              <w:spacing w:after="120" w:line="264" w:lineRule="auto"/>
              <w:jc w:val="both"/>
              <w:rPr>
                <w:b/>
                <w:sz w:val="36"/>
                <w:lang w:eastAsia="en-US"/>
              </w:rPr>
            </w:pPr>
            <w:r w:rsidRPr="00823D64">
              <w:rPr>
                <w:b/>
                <w:sz w:val="18"/>
                <w:lang w:eastAsia="en-US"/>
              </w:rPr>
              <w:t>6. Dílčí etapa</w:t>
            </w:r>
            <w:r w:rsidR="00134AAC">
              <w:rPr>
                <w:b/>
                <w:sz w:val="18"/>
                <w:lang w:eastAsia="en-US"/>
              </w:rPr>
              <w:t xml:space="preserve"> </w:t>
            </w:r>
          </w:p>
        </w:tc>
        <w:tc>
          <w:tcPr>
            <w:tcW w:w="4328" w:type="dxa"/>
          </w:tcPr>
          <w:p w14:paraId="01D1BA3D" w14:textId="3A96B2F0" w:rsidR="00823D64" w:rsidRPr="00823D64" w:rsidRDefault="00823D64" w:rsidP="004C4EC6">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w:t>
            </w:r>
            <w:r w:rsidR="004C4EC6">
              <w:rPr>
                <w:b/>
                <w:sz w:val="18"/>
                <w:lang w:eastAsia="en-US"/>
              </w:rPr>
              <w:t>6</w:t>
            </w:r>
            <w:r w:rsidRPr="00823D64">
              <w:rPr>
                <w:b/>
                <w:sz w:val="18"/>
                <w:lang w:eastAsia="en-US"/>
              </w:rPr>
              <w:t xml:space="preserve"> měsíců</w:t>
            </w:r>
            <w:r w:rsidRPr="00823D64">
              <w:rPr>
                <w:sz w:val="18"/>
                <w:lang w:eastAsia="en-US"/>
              </w:rPr>
              <w:t xml:space="preserve"> od podání žádosti o územní rozhodnutí</w:t>
            </w:r>
          </w:p>
        </w:tc>
        <w:tc>
          <w:tcPr>
            <w:tcW w:w="3522" w:type="dxa"/>
          </w:tcPr>
          <w:p w14:paraId="65E25867" w14:textId="461DD406"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Nabytí právní moci územního rozhodnutí</w:t>
            </w:r>
            <w:r w:rsidR="00134AAC">
              <w:rPr>
                <w:sz w:val="18"/>
                <w:lang w:eastAsia="en-US"/>
              </w:rPr>
              <w:t xml:space="preserve"> + </w:t>
            </w:r>
            <w:r w:rsidR="00134AAC" w:rsidRPr="00823D64">
              <w:rPr>
                <w:sz w:val="18"/>
                <w:lang w:eastAsia="en-US"/>
              </w:rPr>
              <w:t>Definitivní předání DUR s kompletní dokladovou částí, náklady ve struktuře dle VTP</w:t>
            </w:r>
          </w:p>
        </w:tc>
        <w:tc>
          <w:tcPr>
            <w:tcW w:w="3355" w:type="dxa"/>
          </w:tcPr>
          <w:p w14:paraId="376641A3" w14:textId="03E5B135" w:rsidR="00823D64" w:rsidRPr="00AB1513" w:rsidRDefault="00823D64" w:rsidP="00823D64">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 xml:space="preserve">Územní rozhodnutí v právní moci, předané Objednateli </w:t>
            </w:r>
            <w:r w:rsidR="00AC536F" w:rsidRPr="00AB1513">
              <w:rPr>
                <w:sz w:val="18"/>
                <w:lang w:eastAsia="en-US"/>
              </w:rPr>
              <w:t>+ Předávací protokol</w:t>
            </w:r>
          </w:p>
          <w:p w14:paraId="68F0C901" w14:textId="275F08EA" w:rsidR="00823D64" w:rsidRPr="00AB1513" w:rsidRDefault="00823D64" w:rsidP="00AC536F">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FAKTURACE</w:t>
            </w:r>
            <w:r w:rsidR="00134AAC" w:rsidRPr="00AB1513">
              <w:rPr>
                <w:sz w:val="18"/>
                <w:lang w:eastAsia="en-US"/>
              </w:rPr>
              <w:t xml:space="preserve"> </w:t>
            </w:r>
          </w:p>
        </w:tc>
      </w:tr>
      <w:tr w:rsidR="003547BC" w:rsidRPr="00823D64" w14:paraId="0309DE57"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2DC23137" w14:textId="77A12F17" w:rsidR="003547BC" w:rsidRPr="00823D64" w:rsidRDefault="003547BC" w:rsidP="003547BC">
            <w:pPr>
              <w:spacing w:after="120" w:line="264" w:lineRule="auto"/>
              <w:jc w:val="both"/>
              <w:rPr>
                <w:b/>
              </w:rPr>
            </w:pPr>
            <w:r w:rsidRPr="00B744A3">
              <w:rPr>
                <w:b/>
                <w:sz w:val="18"/>
                <w:lang w:eastAsia="en-US"/>
              </w:rPr>
              <w:t>6a. Dílčí etapa</w:t>
            </w:r>
          </w:p>
        </w:tc>
        <w:tc>
          <w:tcPr>
            <w:tcW w:w="4328" w:type="dxa"/>
          </w:tcPr>
          <w:p w14:paraId="0DE6C547" w14:textId="7D988840" w:rsidR="003547BC" w:rsidRPr="00823D64" w:rsidRDefault="003547BC" w:rsidP="003547BC">
            <w:pPr>
              <w:spacing w:after="120" w:line="264" w:lineRule="auto"/>
              <w:cnfStyle w:val="000000000000" w:firstRow="0" w:lastRow="0" w:firstColumn="0" w:lastColumn="0" w:oddVBand="0" w:evenVBand="0" w:oddHBand="0" w:evenHBand="0" w:firstRowFirstColumn="0" w:firstRowLastColumn="0" w:lastRowFirstColumn="0" w:lastRowLastColumn="0"/>
              <w:rPr>
                <w:b/>
              </w:rPr>
            </w:pPr>
            <w:r w:rsidRPr="00C32BA2">
              <w:rPr>
                <w:b/>
                <w:sz w:val="18"/>
                <w:lang w:eastAsia="en-US"/>
              </w:rPr>
              <w:t>Od vydání pokynu objednatele ke zpracování ZP</w:t>
            </w:r>
          </w:p>
        </w:tc>
        <w:tc>
          <w:tcPr>
            <w:tcW w:w="3522" w:type="dxa"/>
          </w:tcPr>
          <w:p w14:paraId="692AF468" w14:textId="5FB00C0A" w:rsidR="003547BC" w:rsidRPr="00823D64" w:rsidRDefault="003547BC" w:rsidP="003547BC">
            <w:pPr>
              <w:spacing w:after="120" w:line="264" w:lineRule="auto"/>
              <w:cnfStyle w:val="000000000000" w:firstRow="0" w:lastRow="0" w:firstColumn="0" w:lastColumn="0" w:oddVBand="0" w:evenVBand="0" w:oddHBand="0" w:evenHBand="0" w:firstRowFirstColumn="0" w:firstRowLastColumn="0" w:lastRowFirstColumn="0" w:lastRowLastColumn="0"/>
            </w:pPr>
            <w:r w:rsidRPr="00C32BA2">
              <w:rPr>
                <w:sz w:val="18"/>
                <w:lang w:eastAsia="en-US"/>
              </w:rPr>
              <w:t xml:space="preserve">Aktualizovaný Záměr projektu s aktualizovaným ekonomickým hodnocením podle č. 6.2.2 ZTP </w:t>
            </w:r>
            <w:r w:rsidRPr="00C32BA2">
              <w:rPr>
                <w:sz w:val="18"/>
                <w:lang w:eastAsia="en-US"/>
              </w:rPr>
              <w:lastRenderedPageBreak/>
              <w:t>zpracovaný na základě písemné výzvy objednatele</w:t>
            </w:r>
          </w:p>
        </w:tc>
        <w:tc>
          <w:tcPr>
            <w:tcW w:w="3355" w:type="dxa"/>
          </w:tcPr>
          <w:p w14:paraId="3CCF2928" w14:textId="77777777" w:rsidR="003547BC" w:rsidRPr="00AB1513" w:rsidRDefault="003547BC" w:rsidP="003547BC">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lastRenderedPageBreak/>
              <w:t>Předávací protokol (pro část díla)</w:t>
            </w:r>
          </w:p>
          <w:p w14:paraId="2FEF1BCA" w14:textId="7F186B3B" w:rsidR="00075B1C" w:rsidRPr="00AB1513" w:rsidRDefault="00075B1C" w:rsidP="003547BC">
            <w:pPr>
              <w:spacing w:after="0" w:line="264" w:lineRule="auto"/>
              <w:cnfStyle w:val="000000000000" w:firstRow="0" w:lastRow="0" w:firstColumn="0" w:lastColumn="0" w:oddVBand="0" w:evenVBand="0" w:oddHBand="0" w:evenHBand="0" w:firstRowFirstColumn="0" w:firstRowLastColumn="0" w:lastRowFirstColumn="0" w:lastRowLastColumn="0"/>
            </w:pPr>
            <w:r w:rsidRPr="00AB1513">
              <w:rPr>
                <w:sz w:val="18"/>
                <w:lang w:eastAsia="en-US"/>
              </w:rPr>
              <w:t>FAKTURACE</w:t>
            </w:r>
          </w:p>
        </w:tc>
      </w:tr>
      <w:tr w:rsidR="00823D64" w:rsidRPr="00823D64" w14:paraId="6143DF41"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4E908690" w14:textId="2AD19F5B" w:rsidR="00823D64" w:rsidRPr="004C4EC6" w:rsidRDefault="004C4EC6" w:rsidP="00823D64">
            <w:pPr>
              <w:spacing w:after="120" w:line="264" w:lineRule="auto"/>
              <w:jc w:val="both"/>
              <w:rPr>
                <w:b/>
                <w:sz w:val="18"/>
                <w:lang w:eastAsia="en-US"/>
              </w:rPr>
            </w:pPr>
            <w:r w:rsidRPr="004C4EC6">
              <w:rPr>
                <w:b/>
                <w:sz w:val="18"/>
                <w:lang w:eastAsia="en-US"/>
              </w:rPr>
              <w:t>7</w:t>
            </w:r>
            <w:r w:rsidR="00823D64" w:rsidRPr="004C4EC6">
              <w:rPr>
                <w:b/>
                <w:sz w:val="18"/>
                <w:lang w:eastAsia="en-US"/>
              </w:rPr>
              <w:t>. Dílčí etapa</w:t>
            </w:r>
          </w:p>
        </w:tc>
        <w:tc>
          <w:tcPr>
            <w:tcW w:w="4328" w:type="dxa"/>
          </w:tcPr>
          <w:p w14:paraId="1987278B" w14:textId="77777777" w:rsidR="00823D64" w:rsidRPr="004C4EC6"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C4EC6">
              <w:rPr>
                <w:sz w:val="18"/>
                <w:lang w:eastAsia="en-US"/>
              </w:rPr>
              <w:t>dle Projektu inženýrskogeologického průzkumu</w:t>
            </w:r>
          </w:p>
        </w:tc>
        <w:tc>
          <w:tcPr>
            <w:tcW w:w="3522" w:type="dxa"/>
          </w:tcPr>
          <w:p w14:paraId="7104C22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Podrobný průzkum (dle ZTP čl. 4.7.2.2)</w:t>
            </w:r>
          </w:p>
        </w:tc>
        <w:tc>
          <w:tcPr>
            <w:tcW w:w="3355" w:type="dxa"/>
          </w:tcPr>
          <w:p w14:paraId="5E9A51E0"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bl>
    <w:p w14:paraId="03D8BB80" w14:textId="77777777" w:rsidR="00823D64" w:rsidRPr="00823D64" w:rsidRDefault="00823D64" w:rsidP="00823D64">
      <w:pPr>
        <w:spacing w:after="120" w:line="264" w:lineRule="auto"/>
        <w:jc w:val="both"/>
        <w:rPr>
          <w:rFonts w:ascii="Verdana" w:hAnsi="Verdana"/>
        </w:rPr>
      </w:pPr>
    </w:p>
    <w:tbl>
      <w:tblPr>
        <w:tblStyle w:val="Tabulka10"/>
        <w:tblW w:w="0" w:type="auto"/>
        <w:tblLook w:val="04A0" w:firstRow="1" w:lastRow="0" w:firstColumn="1" w:lastColumn="0" w:noHBand="0" w:noVBand="1"/>
      </w:tblPr>
      <w:tblGrid>
        <w:gridCol w:w="2461"/>
        <w:gridCol w:w="4321"/>
        <w:gridCol w:w="3543"/>
        <w:gridCol w:w="3337"/>
      </w:tblGrid>
      <w:tr w:rsidR="00823D64" w:rsidRPr="00823D64" w14:paraId="25516423" w14:textId="77777777" w:rsidTr="000C60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dxa"/>
          </w:tcPr>
          <w:p w14:paraId="2C9DCCC8" w14:textId="77777777" w:rsidR="00823D64" w:rsidRPr="00823D64" w:rsidRDefault="00823D64" w:rsidP="00823D64">
            <w:pPr>
              <w:spacing w:before="40" w:after="40" w:line="240" w:lineRule="auto"/>
              <w:rPr>
                <w:b/>
                <w:sz w:val="18"/>
                <w:lang w:eastAsia="en-US"/>
              </w:rPr>
            </w:pPr>
            <w:r w:rsidRPr="00823D64">
              <w:rPr>
                <w:b/>
                <w:sz w:val="18"/>
                <w:lang w:eastAsia="en-US"/>
              </w:rPr>
              <w:t>Část Díla - FÁZE DSP+PDPS</w:t>
            </w:r>
          </w:p>
        </w:tc>
        <w:tc>
          <w:tcPr>
            <w:tcW w:w="4321" w:type="dxa"/>
          </w:tcPr>
          <w:p w14:paraId="3CC5DFBC"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Doba plnění</w:t>
            </w:r>
          </w:p>
        </w:tc>
        <w:tc>
          <w:tcPr>
            <w:tcW w:w="3543" w:type="dxa"/>
          </w:tcPr>
          <w:p w14:paraId="0E25094A"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Popis činností prováděných v Dílčí etapě</w:t>
            </w:r>
          </w:p>
        </w:tc>
        <w:tc>
          <w:tcPr>
            <w:tcW w:w="3337" w:type="dxa"/>
          </w:tcPr>
          <w:p w14:paraId="3DE21521"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Podmínky dokončení Dílčí etapy</w:t>
            </w:r>
          </w:p>
        </w:tc>
      </w:tr>
      <w:tr w:rsidR="00823D64" w:rsidRPr="00823D64" w14:paraId="2DEFD708"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1E5F8803" w14:textId="09DB9D40" w:rsidR="00823D64" w:rsidRPr="00781983" w:rsidRDefault="00823D64" w:rsidP="00823D64">
            <w:pPr>
              <w:spacing w:after="120" w:line="264" w:lineRule="auto"/>
              <w:jc w:val="both"/>
              <w:rPr>
                <w:b/>
                <w:sz w:val="18"/>
                <w:lang w:eastAsia="en-US"/>
              </w:rPr>
            </w:pPr>
            <w:r w:rsidRPr="00823D64">
              <w:rPr>
                <w:b/>
                <w:sz w:val="18"/>
                <w:lang w:eastAsia="en-US"/>
              </w:rPr>
              <w:t>Termín zahájení prací</w:t>
            </w:r>
          </w:p>
        </w:tc>
        <w:tc>
          <w:tcPr>
            <w:tcW w:w="4321" w:type="dxa"/>
          </w:tcPr>
          <w:p w14:paraId="51F1A438" w14:textId="77777777" w:rsidR="00823D64" w:rsidRPr="004C4EC6"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C4EC6">
              <w:rPr>
                <w:sz w:val="18"/>
                <w:lang w:eastAsia="en-US"/>
              </w:rPr>
              <w:t>Na pokyn Objednatele</w:t>
            </w:r>
          </w:p>
        </w:tc>
        <w:tc>
          <w:tcPr>
            <w:tcW w:w="3543" w:type="dxa"/>
          </w:tcPr>
          <w:p w14:paraId="3E35DCF9"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c>
          <w:tcPr>
            <w:tcW w:w="3337" w:type="dxa"/>
          </w:tcPr>
          <w:p w14:paraId="336B1420"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r>
      <w:tr w:rsidR="00823D64" w:rsidRPr="00823D64" w14:paraId="67883130"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65192BB7" w14:textId="7A8FDCF0" w:rsidR="00823D64" w:rsidRPr="004C4EC6" w:rsidRDefault="004C4EC6" w:rsidP="00823D64">
            <w:pPr>
              <w:spacing w:after="120" w:line="264" w:lineRule="auto"/>
              <w:jc w:val="both"/>
              <w:rPr>
                <w:b/>
                <w:sz w:val="18"/>
                <w:lang w:eastAsia="en-US"/>
              </w:rPr>
            </w:pPr>
            <w:r w:rsidRPr="004C4EC6">
              <w:rPr>
                <w:b/>
                <w:sz w:val="18"/>
                <w:lang w:eastAsia="en-US"/>
              </w:rPr>
              <w:t>8</w:t>
            </w:r>
            <w:r w:rsidR="00823D64" w:rsidRPr="004C4EC6">
              <w:rPr>
                <w:b/>
                <w:sz w:val="18"/>
                <w:lang w:eastAsia="en-US"/>
              </w:rPr>
              <w:t>. Dílčí etapa</w:t>
            </w:r>
          </w:p>
        </w:tc>
        <w:tc>
          <w:tcPr>
            <w:tcW w:w="4321" w:type="dxa"/>
          </w:tcPr>
          <w:p w14:paraId="11AEF535" w14:textId="77777777" w:rsidR="00823D64" w:rsidRPr="004C4EC6"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C4EC6">
              <w:rPr>
                <w:sz w:val="18"/>
                <w:lang w:eastAsia="en-US"/>
              </w:rPr>
              <w:t>dle Projektu inženýrskogeologického průzkumu</w:t>
            </w:r>
          </w:p>
        </w:tc>
        <w:tc>
          <w:tcPr>
            <w:tcW w:w="3543" w:type="dxa"/>
          </w:tcPr>
          <w:p w14:paraId="0001B10C"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color w:val="FF0000"/>
                <w:sz w:val="18"/>
                <w:lang w:eastAsia="en-US"/>
              </w:rPr>
            </w:pPr>
            <w:r w:rsidRPr="00823D64">
              <w:rPr>
                <w:sz w:val="18"/>
                <w:lang w:eastAsia="en-US"/>
              </w:rPr>
              <w:t>Doplňující průzkum (dle ZTP čl. 4.7.2.3)</w:t>
            </w:r>
          </w:p>
        </w:tc>
        <w:tc>
          <w:tcPr>
            <w:tcW w:w="3337" w:type="dxa"/>
          </w:tcPr>
          <w:p w14:paraId="5BF1D513"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r w:rsidR="00823D64" w:rsidRPr="00823D64" w14:paraId="49EAFC65"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532DAA28" w14:textId="0989B7AA" w:rsidR="00823D64" w:rsidRPr="00823D64" w:rsidRDefault="004C4EC6" w:rsidP="00823D64">
            <w:pPr>
              <w:spacing w:after="120" w:line="264" w:lineRule="auto"/>
              <w:jc w:val="both"/>
              <w:rPr>
                <w:b/>
                <w:sz w:val="18"/>
                <w:lang w:eastAsia="en-US"/>
              </w:rPr>
            </w:pPr>
            <w:r>
              <w:rPr>
                <w:b/>
                <w:sz w:val="18"/>
                <w:lang w:eastAsia="en-US"/>
              </w:rPr>
              <w:t>9</w:t>
            </w:r>
            <w:r w:rsidR="00823D64" w:rsidRPr="00823D64">
              <w:rPr>
                <w:b/>
                <w:sz w:val="18"/>
                <w:lang w:eastAsia="en-US"/>
              </w:rPr>
              <w:t>. Dílčí etapa</w:t>
            </w:r>
          </w:p>
        </w:tc>
        <w:tc>
          <w:tcPr>
            <w:tcW w:w="4321" w:type="dxa"/>
          </w:tcPr>
          <w:p w14:paraId="19E5B3D9"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6 měsíců </w:t>
            </w:r>
            <w:r w:rsidRPr="00823D64">
              <w:rPr>
                <w:sz w:val="18"/>
                <w:lang w:eastAsia="en-US"/>
              </w:rPr>
              <w:t>od termínu zahájení prací fáze DSP+PDPS</w:t>
            </w:r>
          </w:p>
        </w:tc>
        <w:tc>
          <w:tcPr>
            <w:tcW w:w="3543" w:type="dxa"/>
          </w:tcPr>
          <w:p w14:paraId="1C315437"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Návrh technického řešení DSP k připomínkovému řízení</w:t>
            </w:r>
          </w:p>
        </w:tc>
        <w:tc>
          <w:tcPr>
            <w:tcW w:w="3337" w:type="dxa"/>
          </w:tcPr>
          <w:p w14:paraId="2B78874A"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 FAKTURACE</w:t>
            </w:r>
          </w:p>
        </w:tc>
      </w:tr>
      <w:tr w:rsidR="00823D64" w:rsidRPr="00823D64" w14:paraId="7919356E"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56E198B7" w14:textId="59076E57" w:rsidR="00823D64" w:rsidRPr="00823D64" w:rsidRDefault="00823D64" w:rsidP="004C4EC6">
            <w:pPr>
              <w:spacing w:after="120" w:line="264" w:lineRule="auto"/>
              <w:jc w:val="both"/>
              <w:rPr>
                <w:b/>
                <w:sz w:val="18"/>
                <w:lang w:eastAsia="en-US"/>
              </w:rPr>
            </w:pPr>
            <w:r w:rsidRPr="00823D64">
              <w:rPr>
                <w:b/>
                <w:sz w:val="18"/>
                <w:lang w:eastAsia="en-US"/>
              </w:rPr>
              <w:t>1</w:t>
            </w:r>
            <w:r w:rsidR="004C4EC6">
              <w:rPr>
                <w:b/>
                <w:sz w:val="18"/>
                <w:lang w:eastAsia="en-US"/>
              </w:rPr>
              <w:t>0</w:t>
            </w:r>
            <w:r w:rsidRPr="00823D64">
              <w:rPr>
                <w:b/>
                <w:sz w:val="18"/>
                <w:lang w:eastAsia="en-US"/>
              </w:rPr>
              <w:t>. Dílčí etapa</w:t>
            </w:r>
          </w:p>
        </w:tc>
        <w:tc>
          <w:tcPr>
            <w:tcW w:w="4321" w:type="dxa"/>
          </w:tcPr>
          <w:p w14:paraId="27AC7F25"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9 měsíců</w:t>
            </w:r>
            <w:r w:rsidRPr="00823D64">
              <w:rPr>
                <w:sz w:val="18"/>
                <w:lang w:eastAsia="en-US"/>
              </w:rPr>
              <w:t xml:space="preserve"> od termínu zahájení prací fáze DSP+PDPS</w:t>
            </w:r>
          </w:p>
        </w:tc>
        <w:tc>
          <w:tcPr>
            <w:tcW w:w="3543" w:type="dxa"/>
          </w:tcPr>
          <w:p w14:paraId="1F96800A"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DSP se zapracovanými připomínkami bez dokladové části</w:t>
            </w:r>
          </w:p>
        </w:tc>
        <w:tc>
          <w:tcPr>
            <w:tcW w:w="3337" w:type="dxa"/>
          </w:tcPr>
          <w:p w14:paraId="6BBAD20D"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w:t>
            </w:r>
          </w:p>
        </w:tc>
      </w:tr>
      <w:tr w:rsidR="000C60AB" w:rsidRPr="00823D64" w14:paraId="122C3B72"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1285C3BF" w14:textId="35D2920B" w:rsidR="000C60AB" w:rsidRDefault="000C60AB" w:rsidP="000C60AB">
            <w:pPr>
              <w:spacing w:after="120" w:line="264" w:lineRule="auto"/>
              <w:jc w:val="both"/>
              <w:rPr>
                <w:b/>
              </w:rPr>
            </w:pPr>
            <w:r>
              <w:rPr>
                <w:b/>
                <w:sz w:val="18"/>
                <w:lang w:eastAsia="en-US"/>
              </w:rPr>
              <w:t>11</w:t>
            </w:r>
            <w:r w:rsidRPr="00823D64">
              <w:rPr>
                <w:b/>
                <w:sz w:val="18"/>
                <w:lang w:eastAsia="en-US"/>
              </w:rPr>
              <w:t>. Dílčí etapa</w:t>
            </w:r>
          </w:p>
        </w:tc>
        <w:tc>
          <w:tcPr>
            <w:tcW w:w="4321" w:type="dxa"/>
          </w:tcPr>
          <w:p w14:paraId="30B3381A" w14:textId="7601BD28"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b/>
              </w:rPr>
            </w:pPr>
            <w:r w:rsidRPr="00823D64">
              <w:rPr>
                <w:b/>
                <w:sz w:val="18"/>
                <w:lang w:eastAsia="en-US"/>
              </w:rPr>
              <w:t xml:space="preserve">do </w:t>
            </w:r>
            <w:r>
              <w:rPr>
                <w:b/>
                <w:sz w:val="18"/>
                <w:lang w:eastAsia="en-US"/>
              </w:rPr>
              <w:t>3</w:t>
            </w:r>
            <w:r w:rsidRPr="00823D64">
              <w:rPr>
                <w:b/>
                <w:sz w:val="18"/>
                <w:lang w:eastAsia="en-US"/>
              </w:rPr>
              <w:t xml:space="preserve"> měsíců</w:t>
            </w:r>
            <w:r w:rsidRPr="00823D64">
              <w:rPr>
                <w:sz w:val="18"/>
                <w:lang w:eastAsia="en-US"/>
              </w:rPr>
              <w:t xml:space="preserve"> od termínu 1</w:t>
            </w:r>
            <w:r>
              <w:rPr>
                <w:sz w:val="18"/>
                <w:lang w:eastAsia="en-US"/>
              </w:rPr>
              <w:t>0</w:t>
            </w:r>
            <w:r w:rsidRPr="00823D64">
              <w:rPr>
                <w:sz w:val="18"/>
                <w:lang w:eastAsia="en-US"/>
              </w:rPr>
              <w:t>. dílčí etapy</w:t>
            </w:r>
          </w:p>
        </w:tc>
        <w:tc>
          <w:tcPr>
            <w:tcW w:w="3543" w:type="dxa"/>
          </w:tcPr>
          <w:p w14:paraId="667BFC62" w14:textId="3B8A3982" w:rsidR="00E73154" w:rsidRPr="00823D64" w:rsidRDefault="000C60AB" w:rsidP="00AB1513">
            <w:pPr>
              <w:spacing w:after="120" w:line="264" w:lineRule="auto"/>
              <w:jc w:val="both"/>
              <w:cnfStyle w:val="000000000000" w:firstRow="0" w:lastRow="0" w:firstColumn="0" w:lastColumn="0" w:oddVBand="0" w:evenVBand="0" w:oddHBand="0" w:evenHBand="0" w:firstRowFirstColumn="0" w:firstRowLastColumn="0" w:lastRowFirstColumn="0" w:lastRowLastColumn="0"/>
            </w:pPr>
            <w:r>
              <w:rPr>
                <w:sz w:val="18"/>
                <w:lang w:eastAsia="en-US"/>
              </w:rPr>
              <w:t xml:space="preserve">Odevzdání dokumentace DSP s dokladovou částí, notifikace, BOZP v přípravě; </w:t>
            </w:r>
            <w:r w:rsidRPr="00823D64">
              <w:rPr>
                <w:sz w:val="18"/>
                <w:lang w:eastAsia="en-US"/>
              </w:rPr>
              <w:t>podání žádosti o stavební povolení</w:t>
            </w:r>
            <w:r w:rsidR="00AB1513">
              <w:rPr>
                <w:sz w:val="18"/>
                <w:lang w:eastAsia="en-US"/>
              </w:rPr>
              <w:t xml:space="preserve">; </w:t>
            </w:r>
            <w:r w:rsidR="00E73154" w:rsidRPr="00AB1513">
              <w:rPr>
                <w:sz w:val="18"/>
                <w:lang w:eastAsia="en-US"/>
              </w:rPr>
              <w:t>Aktualizovaný Záměr projektu s aktualizovaným ekonomickým hodnocením podle č. 6.2.2 ZTP zpracovaný na základě písemné výzvy objednatele</w:t>
            </w:r>
          </w:p>
        </w:tc>
        <w:tc>
          <w:tcPr>
            <w:tcW w:w="3337" w:type="dxa"/>
          </w:tcPr>
          <w:p w14:paraId="540C64E0" w14:textId="77777777"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w:t>
            </w:r>
          </w:p>
          <w:p w14:paraId="49972C51" w14:textId="767DD2C9"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Kopie žádosti předaná Objednateli, potvrzená podatelnou stavebního úřadu</w:t>
            </w:r>
          </w:p>
          <w:p w14:paraId="3D8E2B9F" w14:textId="478BEF39"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pPr>
            <w:r w:rsidRPr="00AB1513">
              <w:rPr>
                <w:sz w:val="18"/>
                <w:lang w:eastAsia="en-US"/>
              </w:rPr>
              <w:t>FAKTURACE</w:t>
            </w:r>
          </w:p>
        </w:tc>
      </w:tr>
      <w:tr w:rsidR="000C60AB" w:rsidRPr="00823D64" w14:paraId="3ED79638"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0EF4DED7" w14:textId="20C11D35" w:rsidR="000C60AB" w:rsidRPr="00823D64" w:rsidRDefault="000C60AB" w:rsidP="000C60AB">
            <w:pPr>
              <w:spacing w:after="120" w:line="264" w:lineRule="auto"/>
              <w:jc w:val="both"/>
              <w:rPr>
                <w:b/>
                <w:sz w:val="18"/>
                <w:lang w:eastAsia="en-US"/>
              </w:rPr>
            </w:pPr>
            <w:r>
              <w:rPr>
                <w:b/>
                <w:sz w:val="18"/>
                <w:lang w:eastAsia="en-US"/>
              </w:rPr>
              <w:t>12</w:t>
            </w:r>
            <w:r w:rsidRPr="00823D64">
              <w:rPr>
                <w:b/>
                <w:sz w:val="18"/>
                <w:lang w:eastAsia="en-US"/>
              </w:rPr>
              <w:t>. Dílčí etapa</w:t>
            </w:r>
          </w:p>
        </w:tc>
        <w:tc>
          <w:tcPr>
            <w:tcW w:w="4321" w:type="dxa"/>
          </w:tcPr>
          <w:p w14:paraId="631589B6" w14:textId="625DE394"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do 3 měsíců</w:t>
            </w:r>
            <w:r w:rsidRPr="00823D64">
              <w:rPr>
                <w:sz w:val="18"/>
                <w:lang w:eastAsia="en-US"/>
              </w:rPr>
              <w:t xml:space="preserve"> od termínu 1</w:t>
            </w:r>
            <w:r>
              <w:rPr>
                <w:sz w:val="18"/>
                <w:lang w:eastAsia="en-US"/>
              </w:rPr>
              <w:t>0</w:t>
            </w:r>
            <w:r w:rsidRPr="00823D64">
              <w:rPr>
                <w:sz w:val="18"/>
                <w:lang w:eastAsia="en-US"/>
              </w:rPr>
              <w:t>. dílčí etapy</w:t>
            </w:r>
          </w:p>
        </w:tc>
        <w:tc>
          <w:tcPr>
            <w:tcW w:w="3543" w:type="dxa"/>
          </w:tcPr>
          <w:p w14:paraId="4C510061" w14:textId="77777777" w:rsidR="000C60AB" w:rsidRPr="00823D64" w:rsidRDefault="000C60AB" w:rsidP="000C60AB">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PDPS k připomínkovému řízení</w:t>
            </w:r>
          </w:p>
        </w:tc>
        <w:tc>
          <w:tcPr>
            <w:tcW w:w="3337" w:type="dxa"/>
          </w:tcPr>
          <w:p w14:paraId="5A886D57" w14:textId="77777777"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 FAKTURACE</w:t>
            </w:r>
          </w:p>
        </w:tc>
      </w:tr>
      <w:tr w:rsidR="000C60AB" w:rsidRPr="00823D64" w14:paraId="096A3441"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6FAAC698" w14:textId="51061265" w:rsidR="000C60AB" w:rsidRPr="00823D64" w:rsidRDefault="000C60AB" w:rsidP="000C60AB">
            <w:pPr>
              <w:spacing w:after="120" w:line="264" w:lineRule="auto"/>
              <w:jc w:val="both"/>
              <w:rPr>
                <w:b/>
                <w:sz w:val="18"/>
                <w:lang w:eastAsia="en-US"/>
              </w:rPr>
            </w:pPr>
            <w:r>
              <w:rPr>
                <w:b/>
                <w:sz w:val="18"/>
                <w:lang w:eastAsia="en-US"/>
              </w:rPr>
              <w:t>13</w:t>
            </w:r>
            <w:r w:rsidRPr="00823D64">
              <w:rPr>
                <w:b/>
                <w:sz w:val="18"/>
                <w:lang w:eastAsia="en-US"/>
              </w:rPr>
              <w:t>. Dílčí etapa</w:t>
            </w:r>
          </w:p>
        </w:tc>
        <w:tc>
          <w:tcPr>
            <w:tcW w:w="4321" w:type="dxa"/>
          </w:tcPr>
          <w:p w14:paraId="0591B6C6" w14:textId="5B1AA059"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3 měsíců</w:t>
            </w:r>
            <w:r w:rsidRPr="00823D64">
              <w:rPr>
                <w:sz w:val="18"/>
                <w:lang w:eastAsia="en-US"/>
              </w:rPr>
              <w:t xml:space="preserve"> od termínu 1</w:t>
            </w:r>
            <w:r>
              <w:rPr>
                <w:sz w:val="18"/>
                <w:lang w:eastAsia="en-US"/>
              </w:rPr>
              <w:t>1</w:t>
            </w:r>
            <w:r w:rsidRPr="00823D64">
              <w:rPr>
                <w:sz w:val="18"/>
                <w:lang w:eastAsia="en-US"/>
              </w:rPr>
              <w:t>. dílčí etapy</w:t>
            </w:r>
            <w:r w:rsidRPr="00823D64">
              <w:rPr>
                <w:b/>
                <w:sz w:val="18"/>
                <w:lang w:eastAsia="en-US"/>
              </w:rPr>
              <w:t xml:space="preserve"> </w:t>
            </w:r>
          </w:p>
        </w:tc>
        <w:tc>
          <w:tcPr>
            <w:tcW w:w="3543" w:type="dxa"/>
          </w:tcPr>
          <w:p w14:paraId="421D7FA7" w14:textId="77777777" w:rsidR="000C60AB" w:rsidRPr="00823D64" w:rsidRDefault="000C60AB" w:rsidP="000C60AB">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PDPS se zapracovanými připomínkami</w:t>
            </w:r>
          </w:p>
        </w:tc>
        <w:tc>
          <w:tcPr>
            <w:tcW w:w="3337" w:type="dxa"/>
          </w:tcPr>
          <w:p w14:paraId="00B70C94"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r w:rsidR="000C60AB" w:rsidRPr="00823D64" w14:paraId="4F03E464"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4FB119B6" w14:textId="2DCFF5A4" w:rsidR="000C60AB" w:rsidRPr="00823D64" w:rsidRDefault="000C60AB" w:rsidP="000C60AB">
            <w:pPr>
              <w:spacing w:after="120" w:line="264" w:lineRule="auto"/>
              <w:jc w:val="both"/>
              <w:rPr>
                <w:b/>
                <w:sz w:val="18"/>
                <w:lang w:eastAsia="en-US"/>
              </w:rPr>
            </w:pPr>
            <w:r w:rsidRPr="00823D64">
              <w:rPr>
                <w:b/>
                <w:sz w:val="18"/>
                <w:lang w:eastAsia="en-US"/>
              </w:rPr>
              <w:t>1</w:t>
            </w:r>
            <w:r>
              <w:rPr>
                <w:b/>
                <w:sz w:val="18"/>
                <w:lang w:eastAsia="en-US"/>
              </w:rPr>
              <w:t>4</w:t>
            </w:r>
            <w:r w:rsidRPr="00823D64">
              <w:rPr>
                <w:b/>
                <w:sz w:val="18"/>
                <w:lang w:eastAsia="en-US"/>
              </w:rPr>
              <w:t>. Dílčí etapa</w:t>
            </w:r>
          </w:p>
        </w:tc>
        <w:tc>
          <w:tcPr>
            <w:tcW w:w="4321" w:type="dxa"/>
          </w:tcPr>
          <w:p w14:paraId="58342C90" w14:textId="1836C10C" w:rsidR="000C60AB" w:rsidRPr="00823D64" w:rsidRDefault="000C60AB" w:rsidP="006F5462">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Pr>
                <w:b/>
                <w:sz w:val="18"/>
                <w:lang w:eastAsia="en-US"/>
              </w:rPr>
              <w:t>do 8</w:t>
            </w:r>
            <w:r w:rsidRPr="00823D64">
              <w:rPr>
                <w:b/>
                <w:sz w:val="18"/>
                <w:lang w:eastAsia="en-US"/>
              </w:rPr>
              <w:t xml:space="preserve"> měsíců</w:t>
            </w:r>
            <w:r w:rsidRPr="00823D64">
              <w:rPr>
                <w:sz w:val="18"/>
                <w:lang w:eastAsia="en-US"/>
              </w:rPr>
              <w:t xml:space="preserve"> od termínu 1</w:t>
            </w:r>
            <w:r w:rsidR="006F5462">
              <w:rPr>
                <w:sz w:val="18"/>
                <w:lang w:eastAsia="en-US"/>
              </w:rPr>
              <w:t>0</w:t>
            </w:r>
            <w:r w:rsidRPr="00823D64">
              <w:rPr>
                <w:sz w:val="18"/>
                <w:lang w:eastAsia="en-US"/>
              </w:rPr>
              <w:t xml:space="preserve">. dílčí etapy </w:t>
            </w:r>
          </w:p>
        </w:tc>
        <w:tc>
          <w:tcPr>
            <w:tcW w:w="3543" w:type="dxa"/>
          </w:tcPr>
          <w:p w14:paraId="649E7B29" w14:textId="68D3E6C6"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Nabytí právní moci stavebního povolení</w:t>
            </w:r>
            <w:r>
              <w:rPr>
                <w:sz w:val="18"/>
                <w:lang w:eastAsia="en-US"/>
              </w:rPr>
              <w:t xml:space="preserve"> +</w:t>
            </w:r>
            <w:r w:rsidRPr="00823D64">
              <w:rPr>
                <w:sz w:val="18"/>
                <w:lang w:eastAsia="en-US"/>
              </w:rPr>
              <w:t xml:space="preserve"> Definitivní předání DSP+PDPS s kompletní dokladovou </w:t>
            </w:r>
            <w:r w:rsidRPr="00823D64">
              <w:rPr>
                <w:sz w:val="18"/>
                <w:lang w:eastAsia="en-US"/>
              </w:rPr>
              <w:lastRenderedPageBreak/>
              <w:t>částí, náklady a oceněnými soupisy prací ve struktuře dle VTP a návrhem ZTP na realizaci stavby</w:t>
            </w:r>
          </w:p>
        </w:tc>
        <w:tc>
          <w:tcPr>
            <w:tcW w:w="3337" w:type="dxa"/>
          </w:tcPr>
          <w:p w14:paraId="2EE7AE7C" w14:textId="3A6A2882" w:rsidR="000C60AB" w:rsidRPr="00273F50" w:rsidRDefault="000C60AB" w:rsidP="000C60AB">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273F50">
              <w:rPr>
                <w:sz w:val="18"/>
                <w:lang w:eastAsia="en-US"/>
              </w:rPr>
              <w:lastRenderedPageBreak/>
              <w:t xml:space="preserve">Stavební povolení v právní moci, předané Objednateli + </w:t>
            </w:r>
            <w:r w:rsidR="001E1274">
              <w:rPr>
                <w:sz w:val="18"/>
                <w:lang w:eastAsia="en-US"/>
              </w:rPr>
              <w:t>Protokol o provedení díla</w:t>
            </w:r>
          </w:p>
          <w:p w14:paraId="1BEEBFF6" w14:textId="77777777" w:rsidR="000C60AB"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color w:val="FF0000"/>
                <w:sz w:val="18"/>
                <w:lang w:eastAsia="en-US"/>
              </w:rPr>
            </w:pPr>
          </w:p>
          <w:p w14:paraId="091D95AE" w14:textId="720DF14B"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FAKTURACE</w:t>
            </w:r>
            <w:r>
              <w:rPr>
                <w:color w:val="FF0000"/>
                <w:sz w:val="18"/>
                <w:lang w:eastAsia="en-US"/>
              </w:rPr>
              <w:t xml:space="preserve"> </w:t>
            </w:r>
          </w:p>
        </w:tc>
      </w:tr>
      <w:tr w:rsidR="000C60AB" w:rsidRPr="00823D64" w14:paraId="75FF56CC"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05822B54" w14:textId="5E494727" w:rsidR="000C60AB" w:rsidRPr="00823D64" w:rsidRDefault="000C60AB" w:rsidP="000C60AB">
            <w:pPr>
              <w:spacing w:after="120" w:line="264" w:lineRule="auto"/>
              <w:jc w:val="both"/>
              <w:rPr>
                <w:b/>
                <w:sz w:val="18"/>
                <w:lang w:eastAsia="en-US"/>
              </w:rPr>
            </w:pPr>
            <w:r w:rsidRPr="00823D64">
              <w:rPr>
                <w:b/>
                <w:sz w:val="18"/>
                <w:lang w:eastAsia="en-US"/>
              </w:rPr>
              <w:lastRenderedPageBreak/>
              <w:t>1</w:t>
            </w:r>
            <w:r>
              <w:rPr>
                <w:b/>
                <w:sz w:val="18"/>
                <w:lang w:eastAsia="en-US"/>
              </w:rPr>
              <w:t>5</w:t>
            </w:r>
            <w:r w:rsidRPr="00823D64">
              <w:rPr>
                <w:b/>
                <w:sz w:val="18"/>
                <w:lang w:eastAsia="en-US"/>
              </w:rPr>
              <w:t xml:space="preserve">. Dílčí etapa </w:t>
            </w:r>
          </w:p>
        </w:tc>
        <w:tc>
          <w:tcPr>
            <w:tcW w:w="4321" w:type="dxa"/>
          </w:tcPr>
          <w:p w14:paraId="6DC4E95D" w14:textId="5294F54B"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(předpoklad</w:t>
            </w:r>
            <w:r>
              <w:rPr>
                <w:sz w:val="18"/>
                <w:lang w:eastAsia="en-US"/>
              </w:rPr>
              <w:t xml:space="preserve"> zahájení 08/2025</w:t>
            </w:r>
            <w:r w:rsidRPr="00823D64">
              <w:rPr>
                <w:sz w:val="18"/>
                <w:lang w:eastAsia="en-US"/>
              </w:rPr>
              <w:t>)</w:t>
            </w:r>
          </w:p>
          <w:p w14:paraId="3639894D" w14:textId="21A00B70"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p>
        </w:tc>
        <w:tc>
          <w:tcPr>
            <w:tcW w:w="3543" w:type="dxa"/>
          </w:tcPr>
          <w:p w14:paraId="585513D5" w14:textId="3CC81D77" w:rsidR="000C60AB" w:rsidRPr="00823D64" w:rsidRDefault="000C60AB" w:rsidP="0086318E">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rFonts w:eastAsia="Times New Roman" w:cs="Times New Roman"/>
                <w:sz w:val="18"/>
                <w:lang w:eastAsia="en-US"/>
              </w:rPr>
              <w:t xml:space="preserve">Autorský dozor projektanta při realizaci Stavby; Zhotovitel se zavazuje provádět autorský dozor ode dne zahájení realizace stavby do ukončení realizace stavby v předpokládané délce </w:t>
            </w:r>
            <w:r w:rsidR="0086318E">
              <w:rPr>
                <w:rFonts w:eastAsia="Times New Roman" w:cs="Times New Roman"/>
                <w:sz w:val="18"/>
                <w:lang w:eastAsia="en-US"/>
              </w:rPr>
              <w:t>29</w:t>
            </w:r>
            <w:r w:rsidRPr="00201582">
              <w:rPr>
                <w:rFonts w:eastAsia="Times New Roman" w:cs="Times New Roman"/>
                <w:sz w:val="18"/>
                <w:lang w:eastAsia="en-US"/>
              </w:rPr>
              <w:t xml:space="preserve"> </w:t>
            </w:r>
            <w:r w:rsidRPr="00823D64">
              <w:rPr>
                <w:rFonts w:eastAsia="Times New Roman" w:cs="Times New Roman"/>
                <w:sz w:val="18"/>
                <w:lang w:eastAsia="en-US"/>
              </w:rPr>
              <w:t>měsíců</w:t>
            </w:r>
            <w:r w:rsidRPr="00823D64">
              <w:rPr>
                <w:rFonts w:eastAsia="Times New Roman" w:cs="Times New Roman"/>
                <w:sz w:val="16"/>
                <w:szCs w:val="16"/>
                <w:lang w:eastAsia="en-US"/>
              </w:rPr>
              <w:t>.</w:t>
            </w:r>
          </w:p>
        </w:tc>
        <w:tc>
          <w:tcPr>
            <w:tcW w:w="3337" w:type="dxa"/>
          </w:tcPr>
          <w:p w14:paraId="52E6A972"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Výkaz poskytnutých služeb (1x za čtvrtletí) – stručný popis výkonů a specifikace výkonu autorského dozoru projektanta</w:t>
            </w:r>
          </w:p>
        </w:tc>
      </w:tr>
      <w:tr w:rsidR="000C60AB" w:rsidRPr="00823D64" w14:paraId="10BD97D9"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5FB1CEE3" w14:textId="77777777" w:rsidR="000C60AB" w:rsidRPr="00823D64" w:rsidRDefault="000C60AB" w:rsidP="000C60AB">
            <w:pPr>
              <w:spacing w:after="120" w:line="264" w:lineRule="auto"/>
              <w:jc w:val="both"/>
              <w:rPr>
                <w:b/>
                <w:sz w:val="18"/>
                <w:lang w:eastAsia="en-US"/>
              </w:rPr>
            </w:pPr>
            <w:r w:rsidRPr="00823D64">
              <w:rPr>
                <w:b/>
                <w:sz w:val="18"/>
                <w:lang w:eastAsia="en-US"/>
              </w:rPr>
              <w:t>Termín dokončení díla</w:t>
            </w:r>
          </w:p>
        </w:tc>
        <w:tc>
          <w:tcPr>
            <w:tcW w:w="4321" w:type="dxa"/>
          </w:tcPr>
          <w:p w14:paraId="435AC131" w14:textId="77777777" w:rsidR="000C60AB" w:rsidRPr="00823D64" w:rsidRDefault="000C60AB" w:rsidP="000C60AB">
            <w:pPr>
              <w:spacing w:after="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 xml:space="preserve">předpoklad do </w:t>
            </w:r>
            <w:r w:rsidRPr="00823D64">
              <w:rPr>
                <w:sz w:val="18"/>
                <w:lang w:eastAsia="en-US"/>
              </w:rPr>
              <w:t>12/2027</w:t>
            </w:r>
          </w:p>
          <w:p w14:paraId="0BB24FC4" w14:textId="20D6C3B2"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sz w:val="18"/>
                <w:lang w:eastAsia="en-US"/>
              </w:rPr>
              <w:t>(v závislosti na zahájení 1</w:t>
            </w:r>
            <w:r>
              <w:rPr>
                <w:sz w:val="18"/>
                <w:lang w:eastAsia="en-US"/>
              </w:rPr>
              <w:t>5</w:t>
            </w:r>
            <w:r w:rsidRPr="00823D64">
              <w:rPr>
                <w:sz w:val="18"/>
                <w:lang w:eastAsia="en-US"/>
              </w:rPr>
              <w:t>. Dílčí etapy)</w:t>
            </w:r>
          </w:p>
        </w:tc>
        <w:tc>
          <w:tcPr>
            <w:tcW w:w="3543" w:type="dxa"/>
          </w:tcPr>
          <w:p w14:paraId="52AAD94F"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p>
        </w:tc>
        <w:tc>
          <w:tcPr>
            <w:tcW w:w="3337" w:type="dxa"/>
          </w:tcPr>
          <w:p w14:paraId="7F5F93FF"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Po ukončení přejímacího řízení Stavby a předložení výkazu poskytnutých služeb (o výkonu autorského dozoru projektanta)</w:t>
            </w:r>
          </w:p>
        </w:tc>
      </w:tr>
    </w:tbl>
    <w:p w14:paraId="1EC06355" w14:textId="77777777" w:rsidR="00823D64" w:rsidRDefault="00823D64" w:rsidP="00B72613">
      <w:pPr>
        <w:pStyle w:val="Nadpisbezsl1-1"/>
      </w:pPr>
    </w:p>
    <w:p w14:paraId="0A0A58FB" w14:textId="77777777" w:rsidR="00823D64" w:rsidRDefault="00823D64" w:rsidP="00B72613">
      <w:pPr>
        <w:pStyle w:val="Nadpisbezsl1-1"/>
      </w:pPr>
    </w:p>
    <w:p w14:paraId="5E3577E6" w14:textId="77777777" w:rsidR="00823D64" w:rsidRDefault="00823D64" w:rsidP="00B72613">
      <w:pPr>
        <w:pStyle w:val="Nadpisbezsl1-1"/>
      </w:pPr>
    </w:p>
    <w:p w14:paraId="65E63EE5" w14:textId="77777777" w:rsidR="00823D64" w:rsidRDefault="00823D64" w:rsidP="00B72613">
      <w:pPr>
        <w:pStyle w:val="Nadpisbezsl1-1"/>
      </w:pPr>
    </w:p>
    <w:p w14:paraId="5299A262" w14:textId="77777777" w:rsidR="00823D64" w:rsidRDefault="00823D64" w:rsidP="00B72613">
      <w:pPr>
        <w:pStyle w:val="Nadpisbezsl1-1"/>
      </w:pPr>
    </w:p>
    <w:p w14:paraId="65EDE21B" w14:textId="77777777" w:rsidR="006C5357" w:rsidRDefault="006C5357" w:rsidP="00B72613">
      <w:pPr>
        <w:pStyle w:val="Textbezodsazen"/>
      </w:pPr>
    </w:p>
    <w:p w14:paraId="72081825" w14:textId="77777777" w:rsidR="00B72613" w:rsidRDefault="00B72613" w:rsidP="00B72613">
      <w:pPr>
        <w:pStyle w:val="Textbezodsazen"/>
      </w:pPr>
    </w:p>
    <w:p w14:paraId="3B934AB0"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CA51689" w14:textId="77777777" w:rsidR="00502690" w:rsidRPr="00B26902" w:rsidRDefault="00EC707C" w:rsidP="00B63F52">
      <w:pPr>
        <w:pStyle w:val="Nadpisbezsl1-1"/>
        <w:tabs>
          <w:tab w:val="left" w:pos="2679"/>
        </w:tabs>
      </w:pPr>
      <w:r>
        <w:lastRenderedPageBreak/>
        <w:t>Příloha č. 6</w:t>
      </w:r>
      <w:r w:rsidR="00B63F52">
        <w:tab/>
      </w:r>
    </w:p>
    <w:p w14:paraId="045E3C06" w14:textId="77777777" w:rsidR="00502690" w:rsidRPr="00B26902" w:rsidRDefault="00502690" w:rsidP="00F762A8">
      <w:pPr>
        <w:pStyle w:val="Nadpisbezsl1-2"/>
      </w:pPr>
      <w:r>
        <w:t>Oprávněné osoby</w:t>
      </w:r>
    </w:p>
    <w:p w14:paraId="2E3152C6" w14:textId="77777777" w:rsidR="00EC707C" w:rsidRDefault="00EC707C" w:rsidP="00EC707C">
      <w:pPr>
        <w:pStyle w:val="Nadpisbezsl1-2"/>
      </w:pPr>
      <w:r>
        <w:t>Za objednatele</w:t>
      </w:r>
    </w:p>
    <w:p w14:paraId="3541504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793AE3DD"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B2295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3EE884C9" w14:textId="3F194905" w:rsidR="00502690" w:rsidRPr="00D33830" w:rsidRDefault="00DE401A" w:rsidP="002038D5">
            <w:pPr>
              <w:pStyle w:val="Tabulka"/>
              <w:cnfStyle w:val="100000000000" w:firstRow="1" w:lastRow="0" w:firstColumn="0" w:lastColumn="0" w:oddVBand="0" w:evenVBand="0" w:oddHBand="0" w:evenHBand="0" w:firstRowFirstColumn="0" w:firstRowLastColumn="0" w:lastRowFirstColumn="0" w:lastRowLastColumn="0"/>
            </w:pPr>
            <w:r w:rsidRPr="00603B1E">
              <w:t xml:space="preserve">JUDr. </w:t>
            </w:r>
            <w:r w:rsidR="00320B79" w:rsidRPr="00603B1E">
              <w:t xml:space="preserve">Richard </w:t>
            </w:r>
            <w:r w:rsidRPr="00603B1E">
              <w:t>Cihlář</w:t>
            </w:r>
          </w:p>
        </w:tc>
      </w:tr>
      <w:tr w:rsidR="00502690" w:rsidRPr="00F95FBD" w14:paraId="3AF3E34F"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44951C" w14:textId="77777777" w:rsidR="00502690" w:rsidRPr="00F95FBD" w:rsidRDefault="002038D5" w:rsidP="002038D5">
            <w:pPr>
              <w:pStyle w:val="Tabulka"/>
            </w:pPr>
            <w:r w:rsidRPr="00F95FBD">
              <w:t>Adresa</w:t>
            </w:r>
          </w:p>
        </w:tc>
        <w:tc>
          <w:tcPr>
            <w:tcW w:w="5812" w:type="dxa"/>
            <w:shd w:val="clear" w:color="auto" w:fill="auto"/>
          </w:tcPr>
          <w:p w14:paraId="59194EE1" w14:textId="4A1AA80F" w:rsidR="00502690" w:rsidRPr="00320B79" w:rsidRDefault="00603B1E" w:rsidP="00E00BFB">
            <w:pPr>
              <w:pStyle w:val="Tabulka"/>
              <w:cnfStyle w:val="000000000000" w:firstRow="0" w:lastRow="0" w:firstColumn="0" w:lastColumn="0" w:oddVBand="0" w:evenVBand="0" w:oddHBand="0" w:evenHBand="0" w:firstRowFirstColumn="0" w:firstRowLastColumn="0" w:lastRowFirstColumn="0" w:lastRowLastColumn="0"/>
            </w:pPr>
            <w:r>
              <w:t>Sokolovská 1955/278, 190 00 Praha 9</w:t>
            </w:r>
          </w:p>
        </w:tc>
      </w:tr>
      <w:tr w:rsidR="002038D5" w:rsidRPr="00F95FBD" w14:paraId="1CDA85F0"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411CF" w14:textId="77777777" w:rsidR="002038D5" w:rsidRPr="00F95FBD" w:rsidRDefault="002038D5" w:rsidP="002038D5">
            <w:pPr>
              <w:pStyle w:val="Tabulka"/>
            </w:pPr>
            <w:r w:rsidRPr="00F95FBD">
              <w:t>E-mail</w:t>
            </w:r>
          </w:p>
        </w:tc>
        <w:tc>
          <w:tcPr>
            <w:tcW w:w="5812" w:type="dxa"/>
            <w:shd w:val="clear" w:color="auto" w:fill="auto"/>
          </w:tcPr>
          <w:p w14:paraId="4F0C104F" w14:textId="41D372A5" w:rsidR="002038D5" w:rsidRPr="00320B79" w:rsidRDefault="00320B79" w:rsidP="002038D5">
            <w:pPr>
              <w:pStyle w:val="Tabulka"/>
              <w:cnfStyle w:val="000000000000" w:firstRow="0" w:lastRow="0" w:firstColumn="0" w:lastColumn="0" w:oddVBand="0" w:evenVBand="0" w:oddHBand="0" w:evenHBand="0" w:firstRowFirstColumn="0" w:firstRowLastColumn="0" w:lastRowFirstColumn="0" w:lastRowLastColumn="0"/>
            </w:pPr>
            <w:r>
              <w:t>CihlarR@spravazeleznic.cz</w:t>
            </w:r>
          </w:p>
        </w:tc>
      </w:tr>
      <w:tr w:rsidR="002038D5" w:rsidRPr="00F95FBD" w14:paraId="72121CE4"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50F67F" w14:textId="77777777" w:rsidR="002038D5" w:rsidRPr="00F95FBD" w:rsidRDefault="002038D5" w:rsidP="002038D5">
            <w:pPr>
              <w:pStyle w:val="Tabulka"/>
            </w:pPr>
            <w:r w:rsidRPr="00F95FBD">
              <w:t>Telefon</w:t>
            </w:r>
          </w:p>
        </w:tc>
        <w:tc>
          <w:tcPr>
            <w:tcW w:w="5812" w:type="dxa"/>
            <w:shd w:val="clear" w:color="auto" w:fill="auto"/>
          </w:tcPr>
          <w:p w14:paraId="6B0D235A" w14:textId="72F4A8BE" w:rsidR="002038D5" w:rsidRPr="00320B79" w:rsidRDefault="00320B79" w:rsidP="002038D5">
            <w:pPr>
              <w:pStyle w:val="Tabulka"/>
              <w:cnfStyle w:val="000000000000" w:firstRow="0" w:lastRow="0" w:firstColumn="0" w:lastColumn="0" w:oddVBand="0" w:evenVBand="0" w:oddHBand="0" w:evenHBand="0" w:firstRowFirstColumn="0" w:firstRowLastColumn="0" w:lastRowFirstColumn="0" w:lastRowLastColumn="0"/>
            </w:pPr>
            <w:r>
              <w:t>702 163 402</w:t>
            </w:r>
          </w:p>
        </w:tc>
      </w:tr>
    </w:tbl>
    <w:p w14:paraId="3BEB57EE" w14:textId="77777777" w:rsidR="002038D5" w:rsidRPr="00F95FBD" w:rsidRDefault="002038D5" w:rsidP="00502690">
      <w:pPr>
        <w:pStyle w:val="Textbezodsazen"/>
      </w:pPr>
    </w:p>
    <w:p w14:paraId="4E991E1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350FCD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4A0B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0F365B15" w14:textId="7DF4C253" w:rsidR="002038D5" w:rsidRPr="00193A33" w:rsidRDefault="00193A33" w:rsidP="00193A33">
            <w:pPr>
              <w:pStyle w:val="Tabulka"/>
              <w:cnfStyle w:val="100000000000" w:firstRow="1" w:lastRow="0" w:firstColumn="0" w:lastColumn="0" w:oddVBand="0" w:evenVBand="0" w:oddHBand="0" w:evenHBand="0" w:firstRowFirstColumn="0" w:firstRowLastColumn="0" w:lastRowFirstColumn="0" w:lastRowLastColumn="0"/>
            </w:pPr>
            <w:r w:rsidRPr="00193A33">
              <w:t>Kateřina Hrstková, DiS.</w:t>
            </w:r>
          </w:p>
        </w:tc>
      </w:tr>
      <w:tr w:rsidR="002038D5" w:rsidRPr="00F95FBD" w14:paraId="2FEAA44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0161A8" w14:textId="77777777" w:rsidR="002038D5" w:rsidRPr="00F95FBD" w:rsidRDefault="002038D5" w:rsidP="002038D5">
            <w:pPr>
              <w:pStyle w:val="Tabulka"/>
            </w:pPr>
            <w:r w:rsidRPr="00F95FBD">
              <w:t>Adresa</w:t>
            </w:r>
          </w:p>
        </w:tc>
        <w:tc>
          <w:tcPr>
            <w:tcW w:w="5812" w:type="dxa"/>
            <w:shd w:val="clear" w:color="auto" w:fill="auto"/>
          </w:tcPr>
          <w:p w14:paraId="610C4CC9" w14:textId="0587DF22" w:rsidR="002038D5" w:rsidRPr="00193A33" w:rsidRDefault="00D0070D" w:rsidP="002038D5">
            <w:pPr>
              <w:pStyle w:val="Tabulka"/>
              <w:cnfStyle w:val="000000000000" w:firstRow="0" w:lastRow="0" w:firstColumn="0" w:lastColumn="0" w:oddVBand="0" w:evenVBand="0" w:oddHBand="0" w:evenHBand="0" w:firstRowFirstColumn="0" w:firstRowLastColumn="0" w:lastRowFirstColumn="0" w:lastRowLastColumn="0"/>
            </w:pPr>
            <w:r>
              <w:t>Vojtěšská 856/2, 400 01  Ústí nad Labem</w:t>
            </w:r>
          </w:p>
        </w:tc>
      </w:tr>
      <w:tr w:rsidR="002038D5" w:rsidRPr="00F95FBD" w14:paraId="32CA8DA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ADB2F4" w14:textId="77777777" w:rsidR="002038D5" w:rsidRPr="00F95FBD" w:rsidRDefault="002038D5" w:rsidP="002038D5">
            <w:pPr>
              <w:pStyle w:val="Tabulka"/>
            </w:pPr>
            <w:r w:rsidRPr="00F95FBD">
              <w:t>E-mail</w:t>
            </w:r>
          </w:p>
        </w:tc>
        <w:tc>
          <w:tcPr>
            <w:tcW w:w="5812" w:type="dxa"/>
            <w:shd w:val="clear" w:color="auto" w:fill="auto"/>
          </w:tcPr>
          <w:p w14:paraId="3DB70F16" w14:textId="0B0338DB" w:rsidR="002038D5" w:rsidRPr="00193A33" w:rsidRDefault="00923070" w:rsidP="002038D5">
            <w:pPr>
              <w:pStyle w:val="Tabulka"/>
              <w:cnfStyle w:val="000000000000" w:firstRow="0" w:lastRow="0" w:firstColumn="0" w:lastColumn="0" w:oddVBand="0" w:evenVBand="0" w:oddHBand="0" w:evenHBand="0" w:firstRowFirstColumn="0" w:firstRowLastColumn="0" w:lastRowFirstColumn="0" w:lastRowLastColumn="0"/>
            </w:pPr>
            <w:r>
              <w:t>hrstkova@spravazeleznic.cz</w:t>
            </w:r>
          </w:p>
        </w:tc>
      </w:tr>
      <w:tr w:rsidR="002038D5" w:rsidRPr="00F95FBD" w14:paraId="23ACF18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A9A853" w14:textId="77777777" w:rsidR="002038D5" w:rsidRPr="00F95FBD" w:rsidRDefault="002038D5" w:rsidP="002038D5">
            <w:pPr>
              <w:pStyle w:val="Tabulka"/>
            </w:pPr>
            <w:r w:rsidRPr="00F95FBD">
              <w:t>Telefon</w:t>
            </w:r>
          </w:p>
        </w:tc>
        <w:tc>
          <w:tcPr>
            <w:tcW w:w="5812" w:type="dxa"/>
            <w:shd w:val="clear" w:color="auto" w:fill="auto"/>
          </w:tcPr>
          <w:p w14:paraId="4AAB2B67" w14:textId="385F770C" w:rsidR="002038D5" w:rsidRPr="00193A33" w:rsidRDefault="00923070" w:rsidP="002038D5">
            <w:pPr>
              <w:pStyle w:val="Tabulka"/>
              <w:cnfStyle w:val="000000000000" w:firstRow="0" w:lastRow="0" w:firstColumn="0" w:lastColumn="0" w:oddVBand="0" w:evenVBand="0" w:oddHBand="0" w:evenHBand="0" w:firstRowFirstColumn="0" w:firstRowLastColumn="0" w:lastRowFirstColumn="0" w:lastRowLastColumn="0"/>
            </w:pPr>
            <w:r>
              <w:t>702 214 430</w:t>
            </w:r>
          </w:p>
        </w:tc>
      </w:tr>
    </w:tbl>
    <w:p w14:paraId="3CBB6D9D" w14:textId="77777777" w:rsidR="002038D5" w:rsidRPr="00F95FBD" w:rsidRDefault="002038D5" w:rsidP="002038D5">
      <w:pPr>
        <w:pStyle w:val="Textbezodsazen"/>
      </w:pPr>
    </w:p>
    <w:p w14:paraId="7D68ED22"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F63DA8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5E2E08"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6118CC56" w14:textId="247D7FDE" w:rsidR="00C44853" w:rsidRPr="00FE5E7C" w:rsidRDefault="007267D8" w:rsidP="007267D8">
            <w:pPr>
              <w:cnfStyle w:val="100000000000" w:firstRow="1" w:lastRow="0" w:firstColumn="0" w:lastColumn="0" w:oddVBand="0" w:evenVBand="0" w:oddHBand="0" w:evenHBand="0" w:firstRowFirstColumn="0" w:firstRowLastColumn="0" w:lastRowFirstColumn="0" w:lastRowLastColumn="0"/>
              <w:rPr>
                <w:szCs w:val="14"/>
              </w:rPr>
            </w:pPr>
            <w:r w:rsidRPr="00FE5E7C">
              <w:rPr>
                <w:szCs w:val="14"/>
              </w:rPr>
              <w:t xml:space="preserve">Ing. </w:t>
            </w:r>
            <w:r w:rsidR="00FE5E7C">
              <w:rPr>
                <w:szCs w:val="14"/>
              </w:rPr>
              <w:t xml:space="preserve">Martin </w:t>
            </w:r>
            <w:r w:rsidR="00020938" w:rsidRPr="00FE5E7C">
              <w:rPr>
                <w:szCs w:val="14"/>
              </w:rPr>
              <w:t>Š</w:t>
            </w:r>
            <w:r w:rsidRPr="00FE5E7C">
              <w:rPr>
                <w:szCs w:val="14"/>
              </w:rPr>
              <w:t>esták</w:t>
            </w:r>
          </w:p>
        </w:tc>
      </w:tr>
      <w:tr w:rsidR="00C44853" w:rsidRPr="00F95FBD" w14:paraId="4BB1D4D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C269D9" w14:textId="77777777" w:rsidR="00C44853" w:rsidRPr="00F95FBD" w:rsidRDefault="00C44853" w:rsidP="002038D5">
            <w:pPr>
              <w:pStyle w:val="Tabulka"/>
            </w:pPr>
            <w:r w:rsidRPr="00F95FBD">
              <w:t>Adresa</w:t>
            </w:r>
          </w:p>
        </w:tc>
        <w:tc>
          <w:tcPr>
            <w:tcW w:w="5812" w:type="dxa"/>
            <w:shd w:val="clear" w:color="auto" w:fill="auto"/>
          </w:tcPr>
          <w:p w14:paraId="31635B49" w14:textId="415C867C" w:rsidR="00C44853" w:rsidRPr="00FE5E7C" w:rsidRDefault="00FE5E7C">
            <w:pPr>
              <w:cnfStyle w:val="000000000000" w:firstRow="0" w:lastRow="0" w:firstColumn="0" w:lastColumn="0" w:oddVBand="0" w:evenVBand="0" w:oddHBand="0" w:evenHBand="0" w:firstRowFirstColumn="0" w:firstRowLastColumn="0" w:lastRowFirstColumn="0" w:lastRowLastColumn="0"/>
              <w:rPr>
                <w:szCs w:val="14"/>
              </w:rPr>
            </w:pPr>
            <w:r>
              <w:rPr>
                <w:szCs w:val="14"/>
              </w:rPr>
              <w:t>Sušická 1105/25</w:t>
            </w:r>
            <w:r w:rsidR="001751BD">
              <w:rPr>
                <w:szCs w:val="14"/>
              </w:rPr>
              <w:t>, 326 00 Plzeň</w:t>
            </w:r>
          </w:p>
        </w:tc>
      </w:tr>
      <w:tr w:rsidR="00C44853" w:rsidRPr="00F95FBD" w14:paraId="73678E3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3FF7DC" w14:textId="77777777" w:rsidR="00C44853" w:rsidRPr="00F95FBD" w:rsidRDefault="00C44853" w:rsidP="002038D5">
            <w:pPr>
              <w:pStyle w:val="Tabulka"/>
            </w:pPr>
            <w:r w:rsidRPr="00F95FBD">
              <w:t>E-mail</w:t>
            </w:r>
          </w:p>
        </w:tc>
        <w:tc>
          <w:tcPr>
            <w:tcW w:w="5812" w:type="dxa"/>
            <w:shd w:val="clear" w:color="auto" w:fill="auto"/>
          </w:tcPr>
          <w:p w14:paraId="311450AB" w14:textId="63837841" w:rsidR="00C44853" w:rsidRPr="00FE5E7C" w:rsidRDefault="00853349">
            <w:pPr>
              <w:cnfStyle w:val="000000000000" w:firstRow="0" w:lastRow="0" w:firstColumn="0" w:lastColumn="0" w:oddVBand="0" w:evenVBand="0" w:oddHBand="0" w:evenHBand="0" w:firstRowFirstColumn="0" w:firstRowLastColumn="0" w:lastRowFirstColumn="0" w:lastRowLastColumn="0"/>
              <w:rPr>
                <w:szCs w:val="14"/>
              </w:rPr>
            </w:pPr>
            <w:r>
              <w:rPr>
                <w:szCs w:val="14"/>
              </w:rPr>
              <w:t>SestakM@spravazeleznic.cz</w:t>
            </w:r>
          </w:p>
        </w:tc>
      </w:tr>
      <w:tr w:rsidR="00C44853" w:rsidRPr="00F95FBD" w14:paraId="298D43D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C85B0D" w14:textId="77777777" w:rsidR="00C44853" w:rsidRPr="00F95FBD" w:rsidRDefault="00C44853" w:rsidP="002038D5">
            <w:pPr>
              <w:pStyle w:val="Tabulka"/>
            </w:pPr>
            <w:r w:rsidRPr="00F95FBD">
              <w:t>Telefon</w:t>
            </w:r>
          </w:p>
        </w:tc>
        <w:tc>
          <w:tcPr>
            <w:tcW w:w="5812" w:type="dxa"/>
            <w:shd w:val="clear" w:color="auto" w:fill="auto"/>
          </w:tcPr>
          <w:p w14:paraId="2F59F809" w14:textId="64F3E91C" w:rsidR="00C44853" w:rsidRPr="00FE5E7C" w:rsidRDefault="00853349">
            <w:pPr>
              <w:cnfStyle w:val="000000000000" w:firstRow="0" w:lastRow="0" w:firstColumn="0" w:lastColumn="0" w:oddVBand="0" w:evenVBand="0" w:oddHBand="0" w:evenHBand="0" w:firstRowFirstColumn="0" w:firstRowLastColumn="0" w:lastRowFirstColumn="0" w:lastRowLastColumn="0"/>
              <w:rPr>
                <w:szCs w:val="14"/>
              </w:rPr>
            </w:pPr>
            <w:r>
              <w:rPr>
                <w:szCs w:val="14"/>
              </w:rPr>
              <w:t>602 708 920</w:t>
            </w:r>
          </w:p>
        </w:tc>
      </w:tr>
    </w:tbl>
    <w:p w14:paraId="2B706F64" w14:textId="77777777" w:rsidR="002038D5" w:rsidRPr="00F95FBD" w:rsidRDefault="002038D5" w:rsidP="002038D5">
      <w:pPr>
        <w:pStyle w:val="Textbezodsazen"/>
      </w:pPr>
    </w:p>
    <w:p w14:paraId="136E1278"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529BB40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C72F7C"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747549C3" w14:textId="51185062" w:rsidR="00C44853" w:rsidRPr="00853349" w:rsidRDefault="007267D8">
            <w:pPr>
              <w:cnfStyle w:val="100000000000" w:firstRow="1" w:lastRow="0" w:firstColumn="0" w:lastColumn="0" w:oddVBand="0" w:evenVBand="0" w:oddHBand="0" w:evenHBand="0" w:firstRowFirstColumn="0" w:firstRowLastColumn="0" w:lastRowFirstColumn="0" w:lastRowLastColumn="0"/>
              <w:rPr>
                <w:szCs w:val="14"/>
              </w:rPr>
            </w:pPr>
            <w:r w:rsidRPr="00853349">
              <w:rPr>
                <w:szCs w:val="14"/>
              </w:rPr>
              <w:t>Ing.</w:t>
            </w:r>
            <w:r w:rsidR="00853349">
              <w:rPr>
                <w:szCs w:val="14"/>
              </w:rPr>
              <w:t xml:space="preserve"> Jiří </w:t>
            </w:r>
            <w:r w:rsidRPr="00853349">
              <w:rPr>
                <w:szCs w:val="14"/>
              </w:rPr>
              <w:t>Balcárek</w:t>
            </w:r>
          </w:p>
        </w:tc>
      </w:tr>
      <w:tr w:rsidR="00C44853" w:rsidRPr="00F95FBD" w14:paraId="5171ABB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555A9D" w14:textId="77777777" w:rsidR="00C44853" w:rsidRPr="00F95FBD" w:rsidRDefault="00C44853" w:rsidP="002038D5">
            <w:pPr>
              <w:pStyle w:val="Tabulka"/>
            </w:pPr>
            <w:r w:rsidRPr="00F95FBD">
              <w:t>Adresa</w:t>
            </w:r>
          </w:p>
        </w:tc>
        <w:tc>
          <w:tcPr>
            <w:tcW w:w="5812" w:type="dxa"/>
            <w:shd w:val="clear" w:color="auto" w:fill="auto"/>
          </w:tcPr>
          <w:p w14:paraId="7782011D" w14:textId="6ECCE458" w:rsidR="00C44853" w:rsidRPr="00853349" w:rsidRDefault="00853349">
            <w:pPr>
              <w:cnfStyle w:val="000000000000" w:firstRow="0" w:lastRow="0" w:firstColumn="0" w:lastColumn="0" w:oddVBand="0" w:evenVBand="0" w:oddHBand="0" w:evenHBand="0" w:firstRowFirstColumn="0" w:firstRowLastColumn="0" w:lastRowFirstColumn="0" w:lastRowLastColumn="0"/>
              <w:rPr>
                <w:szCs w:val="14"/>
              </w:rPr>
            </w:pPr>
            <w:r>
              <w:rPr>
                <w:szCs w:val="14"/>
              </w:rPr>
              <w:t>K Můstku 1451/2, 400 01  Ústí nad Labem</w:t>
            </w:r>
          </w:p>
        </w:tc>
      </w:tr>
      <w:tr w:rsidR="00C44853" w:rsidRPr="00F95FBD" w14:paraId="1E7CDF0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D4B6BD" w14:textId="77777777" w:rsidR="00C44853" w:rsidRPr="00F95FBD" w:rsidRDefault="00C44853" w:rsidP="002038D5">
            <w:pPr>
              <w:pStyle w:val="Tabulka"/>
            </w:pPr>
            <w:r w:rsidRPr="00F95FBD">
              <w:t>E-mail</w:t>
            </w:r>
          </w:p>
        </w:tc>
        <w:tc>
          <w:tcPr>
            <w:tcW w:w="5812" w:type="dxa"/>
            <w:shd w:val="clear" w:color="auto" w:fill="auto"/>
          </w:tcPr>
          <w:p w14:paraId="4B7339CA" w14:textId="2F9395E3" w:rsidR="00C44853" w:rsidRPr="00853349" w:rsidRDefault="00CA69E3">
            <w:pPr>
              <w:cnfStyle w:val="000000000000" w:firstRow="0" w:lastRow="0" w:firstColumn="0" w:lastColumn="0" w:oddVBand="0" w:evenVBand="0" w:oddHBand="0" w:evenHBand="0" w:firstRowFirstColumn="0" w:firstRowLastColumn="0" w:lastRowFirstColumn="0" w:lastRowLastColumn="0"/>
              <w:rPr>
                <w:szCs w:val="14"/>
              </w:rPr>
            </w:pPr>
            <w:r>
              <w:rPr>
                <w:szCs w:val="14"/>
              </w:rPr>
              <w:t>BalcarekJ@spravazeleznic.cz</w:t>
            </w:r>
          </w:p>
        </w:tc>
      </w:tr>
      <w:tr w:rsidR="00C44853" w:rsidRPr="00F95FBD" w14:paraId="665205E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844DC2" w14:textId="77777777" w:rsidR="00C44853" w:rsidRPr="00F95FBD" w:rsidRDefault="00C44853" w:rsidP="002038D5">
            <w:pPr>
              <w:pStyle w:val="Tabulka"/>
            </w:pPr>
            <w:r w:rsidRPr="00F95FBD">
              <w:t>Telefon</w:t>
            </w:r>
          </w:p>
        </w:tc>
        <w:tc>
          <w:tcPr>
            <w:tcW w:w="5812" w:type="dxa"/>
            <w:shd w:val="clear" w:color="auto" w:fill="auto"/>
          </w:tcPr>
          <w:p w14:paraId="69A7D2E2" w14:textId="1C64F96E" w:rsidR="000E2ED0" w:rsidRPr="00853349" w:rsidRDefault="00CA69E3" w:rsidP="009150E7">
            <w:pPr>
              <w:cnfStyle w:val="000000000000" w:firstRow="0" w:lastRow="0" w:firstColumn="0" w:lastColumn="0" w:oddVBand="0" w:evenVBand="0" w:oddHBand="0" w:evenHBand="0" w:firstRowFirstColumn="0" w:firstRowLastColumn="0" w:lastRowFirstColumn="0" w:lastRowLastColumn="0"/>
              <w:rPr>
                <w:szCs w:val="14"/>
              </w:rPr>
            </w:pPr>
            <w:r>
              <w:rPr>
                <w:szCs w:val="14"/>
              </w:rPr>
              <w:t>606 054 296</w:t>
            </w:r>
          </w:p>
        </w:tc>
      </w:tr>
    </w:tbl>
    <w:p w14:paraId="73B9A55E" w14:textId="77777777" w:rsidR="000E2ED0" w:rsidRPr="008E6FFB" w:rsidRDefault="000E2ED0" w:rsidP="000E2ED0">
      <w:pPr>
        <w:pStyle w:val="Nadpistabulky"/>
        <w:rPr>
          <w:rFonts w:asciiTheme="minorHAnsi" w:hAnsiTheme="minorHAnsi"/>
          <w:sz w:val="18"/>
          <w:szCs w:val="18"/>
        </w:rPr>
      </w:pPr>
      <w:r w:rsidRPr="008E6FFB">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560231C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09EC4D"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7BBB2833" w14:textId="60956C09" w:rsidR="000E2ED0" w:rsidRPr="00020938" w:rsidRDefault="007267D8" w:rsidP="00253CBA">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954362">
              <w:t xml:space="preserve">Ing. </w:t>
            </w:r>
            <w:r w:rsidR="00954362" w:rsidRPr="00954362">
              <w:t xml:space="preserve">Martin </w:t>
            </w:r>
            <w:r w:rsidRPr="00954362">
              <w:t>Šesták</w:t>
            </w:r>
            <w:r w:rsidR="00020938" w:rsidRPr="00954362">
              <w:t xml:space="preserve"> </w:t>
            </w:r>
          </w:p>
        </w:tc>
      </w:tr>
      <w:tr w:rsidR="000E2ED0" w:rsidRPr="000C2B01" w14:paraId="77AB0E7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B6B1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5B88311D" w14:textId="5F53AB35" w:rsidR="000E2ED0" w:rsidRDefault="00954362" w:rsidP="00253CBA">
            <w:pPr>
              <w:pStyle w:val="Tabulka"/>
              <w:cnfStyle w:val="000000000000" w:firstRow="0" w:lastRow="0" w:firstColumn="0" w:lastColumn="0" w:oddVBand="0" w:evenVBand="0" w:oddHBand="0" w:evenHBand="0" w:firstRowFirstColumn="0" w:firstRowLastColumn="0" w:lastRowFirstColumn="0" w:lastRowLastColumn="0"/>
            </w:pPr>
            <w:r>
              <w:t>Sušická 1105/25, 326 00  Plzeň</w:t>
            </w:r>
          </w:p>
          <w:p w14:paraId="12D1049F"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7FB22FD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7E398" w14:textId="77777777" w:rsidR="000E2ED0" w:rsidRPr="000C2B01" w:rsidRDefault="000E2ED0" w:rsidP="00253CBA">
            <w:pPr>
              <w:pStyle w:val="Tabulka"/>
            </w:pPr>
            <w:r w:rsidRPr="000C2B01">
              <w:t>E-mail</w:t>
            </w:r>
          </w:p>
        </w:tc>
        <w:tc>
          <w:tcPr>
            <w:tcW w:w="5812" w:type="dxa"/>
            <w:shd w:val="clear" w:color="auto" w:fill="auto"/>
          </w:tcPr>
          <w:p w14:paraId="5EC326BE" w14:textId="2748BD08" w:rsidR="000E2ED0" w:rsidRPr="00954362" w:rsidRDefault="00954362" w:rsidP="00253CBA">
            <w:pPr>
              <w:pStyle w:val="Tabulka"/>
              <w:cnfStyle w:val="000000000000" w:firstRow="0" w:lastRow="0" w:firstColumn="0" w:lastColumn="0" w:oddVBand="0" w:evenVBand="0" w:oddHBand="0" w:evenHBand="0" w:firstRowFirstColumn="0" w:firstRowLastColumn="0" w:lastRowFirstColumn="0" w:lastRowLastColumn="0"/>
            </w:pPr>
            <w:r w:rsidRPr="00954362">
              <w:t>SestakM@spravazeleznic.cz</w:t>
            </w:r>
          </w:p>
        </w:tc>
      </w:tr>
      <w:tr w:rsidR="000E2ED0" w:rsidRPr="000C2B01" w14:paraId="041FF04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E27617" w14:textId="77777777" w:rsidR="000E2ED0" w:rsidRPr="000C2B01" w:rsidRDefault="000E2ED0" w:rsidP="00253CBA">
            <w:pPr>
              <w:pStyle w:val="Tabulka"/>
            </w:pPr>
            <w:r w:rsidRPr="000C2B01">
              <w:t>Telefon</w:t>
            </w:r>
          </w:p>
        </w:tc>
        <w:tc>
          <w:tcPr>
            <w:tcW w:w="5812" w:type="dxa"/>
            <w:shd w:val="clear" w:color="auto" w:fill="auto"/>
          </w:tcPr>
          <w:p w14:paraId="17D93DAE" w14:textId="7286FD8C" w:rsidR="000E2ED0" w:rsidRPr="00954362" w:rsidRDefault="00954362" w:rsidP="00253CBA">
            <w:pPr>
              <w:pStyle w:val="Tabulka"/>
              <w:cnfStyle w:val="000000000000" w:firstRow="0" w:lastRow="0" w:firstColumn="0" w:lastColumn="0" w:oddVBand="0" w:evenVBand="0" w:oddHBand="0" w:evenHBand="0" w:firstRowFirstColumn="0" w:firstRowLastColumn="0" w:lastRowFirstColumn="0" w:lastRowLastColumn="0"/>
            </w:pPr>
            <w:r>
              <w:t>602 708 920</w:t>
            </w:r>
          </w:p>
        </w:tc>
      </w:tr>
    </w:tbl>
    <w:p w14:paraId="58520393" w14:textId="77777777" w:rsidR="002038D5" w:rsidRDefault="002038D5" w:rsidP="002038D5">
      <w:pPr>
        <w:pStyle w:val="Textbezodsazen"/>
      </w:pPr>
    </w:p>
    <w:p w14:paraId="5D5FFD2F" w14:textId="77777777" w:rsidR="00EC707C" w:rsidRDefault="00EC707C" w:rsidP="00EC707C">
      <w:pPr>
        <w:pStyle w:val="Nadpisbezsl1-2"/>
        <w:tabs>
          <w:tab w:val="left" w:pos="2292"/>
        </w:tabs>
      </w:pPr>
      <w:r>
        <w:lastRenderedPageBreak/>
        <w:t>Za Zhotovitele</w:t>
      </w:r>
      <w:r>
        <w:tab/>
      </w:r>
    </w:p>
    <w:p w14:paraId="4680EBA9"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ADD8856"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C038E4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C4323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4C671A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3BA7C24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77105D" w14:textId="77777777" w:rsidR="002038D5" w:rsidRPr="00F95FBD" w:rsidRDefault="002038D5" w:rsidP="002038D5">
            <w:pPr>
              <w:pStyle w:val="Tabulka"/>
            </w:pPr>
            <w:r w:rsidRPr="00F95FBD">
              <w:t>Adresa</w:t>
            </w:r>
          </w:p>
        </w:tc>
        <w:tc>
          <w:tcPr>
            <w:tcW w:w="5812" w:type="dxa"/>
            <w:shd w:val="clear" w:color="auto" w:fill="auto"/>
          </w:tcPr>
          <w:p w14:paraId="75BBAB4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1F793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D4E9D9" w14:textId="77777777" w:rsidR="002038D5" w:rsidRPr="00F95FBD" w:rsidRDefault="002038D5" w:rsidP="002038D5">
            <w:pPr>
              <w:pStyle w:val="Tabulka"/>
            </w:pPr>
            <w:r w:rsidRPr="00F95FBD">
              <w:t>E-mail</w:t>
            </w:r>
          </w:p>
        </w:tc>
        <w:tc>
          <w:tcPr>
            <w:tcW w:w="5812" w:type="dxa"/>
            <w:shd w:val="clear" w:color="auto" w:fill="auto"/>
          </w:tcPr>
          <w:p w14:paraId="5C1BEB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FC174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8FC74" w14:textId="77777777" w:rsidR="002038D5" w:rsidRPr="00F95FBD" w:rsidRDefault="002038D5" w:rsidP="002038D5">
            <w:pPr>
              <w:pStyle w:val="Tabulka"/>
            </w:pPr>
            <w:r w:rsidRPr="00F95FBD">
              <w:t>Telefon</w:t>
            </w:r>
          </w:p>
        </w:tc>
        <w:tc>
          <w:tcPr>
            <w:tcW w:w="5812" w:type="dxa"/>
            <w:shd w:val="clear" w:color="auto" w:fill="auto"/>
          </w:tcPr>
          <w:p w14:paraId="6C79DC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159A97" w14:textId="77777777" w:rsidR="002038D5" w:rsidRPr="00F95FBD" w:rsidRDefault="002038D5" w:rsidP="002038D5">
      <w:pPr>
        <w:pStyle w:val="Textbezodsazen"/>
      </w:pPr>
    </w:p>
    <w:p w14:paraId="12D87B9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24E7973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0AC0C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35915E9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69AE2A2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A0B4DA" w14:textId="77777777" w:rsidR="002038D5" w:rsidRPr="00F95FBD" w:rsidRDefault="002038D5" w:rsidP="00F762A8">
            <w:pPr>
              <w:pStyle w:val="Tabulka"/>
              <w:keepNext/>
            </w:pPr>
            <w:r w:rsidRPr="00F95FBD">
              <w:t>Adresa</w:t>
            </w:r>
          </w:p>
        </w:tc>
        <w:tc>
          <w:tcPr>
            <w:tcW w:w="5812" w:type="dxa"/>
            <w:shd w:val="clear" w:color="auto" w:fill="auto"/>
          </w:tcPr>
          <w:p w14:paraId="2746FE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10D5C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94F203" w14:textId="77777777" w:rsidR="002038D5" w:rsidRPr="00F95FBD" w:rsidRDefault="002038D5" w:rsidP="00F762A8">
            <w:pPr>
              <w:pStyle w:val="Tabulka"/>
              <w:keepNext/>
            </w:pPr>
            <w:r w:rsidRPr="00F95FBD">
              <w:t>E-mail</w:t>
            </w:r>
          </w:p>
        </w:tc>
        <w:tc>
          <w:tcPr>
            <w:tcW w:w="5812" w:type="dxa"/>
            <w:shd w:val="clear" w:color="auto" w:fill="auto"/>
          </w:tcPr>
          <w:p w14:paraId="42154B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0C4FB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E69F05" w14:textId="77777777" w:rsidR="002038D5" w:rsidRPr="00F95FBD" w:rsidRDefault="002038D5" w:rsidP="00165977">
            <w:pPr>
              <w:pStyle w:val="Tabulka"/>
            </w:pPr>
            <w:r w:rsidRPr="00F95FBD">
              <w:t>Telefon</w:t>
            </w:r>
          </w:p>
        </w:tc>
        <w:tc>
          <w:tcPr>
            <w:tcW w:w="5812" w:type="dxa"/>
            <w:shd w:val="clear" w:color="auto" w:fill="auto"/>
          </w:tcPr>
          <w:p w14:paraId="406F4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A080D" w14:textId="77777777" w:rsidR="002038D5" w:rsidRPr="00F95FBD" w:rsidRDefault="002038D5" w:rsidP="00165977">
      <w:pPr>
        <w:pStyle w:val="Tabulka"/>
      </w:pPr>
    </w:p>
    <w:p w14:paraId="27F3B0E4"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7414E87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5F0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C715D4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531A2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276F2E" w14:textId="77777777" w:rsidR="002038D5" w:rsidRPr="00F95FBD" w:rsidRDefault="002038D5" w:rsidP="00165977">
            <w:pPr>
              <w:pStyle w:val="Tabulka"/>
            </w:pPr>
            <w:r w:rsidRPr="00F95FBD">
              <w:t>Adresa</w:t>
            </w:r>
          </w:p>
        </w:tc>
        <w:tc>
          <w:tcPr>
            <w:tcW w:w="5812" w:type="dxa"/>
            <w:shd w:val="clear" w:color="auto" w:fill="auto"/>
          </w:tcPr>
          <w:p w14:paraId="40E1100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B28A6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3327C5" w14:textId="77777777" w:rsidR="002038D5" w:rsidRPr="00F95FBD" w:rsidRDefault="002038D5" w:rsidP="00165977">
            <w:pPr>
              <w:pStyle w:val="Tabulka"/>
            </w:pPr>
            <w:r w:rsidRPr="00F95FBD">
              <w:t>E-mail</w:t>
            </w:r>
          </w:p>
        </w:tc>
        <w:tc>
          <w:tcPr>
            <w:tcW w:w="5812" w:type="dxa"/>
            <w:shd w:val="clear" w:color="auto" w:fill="auto"/>
          </w:tcPr>
          <w:p w14:paraId="418977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179E8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758669" w14:textId="77777777" w:rsidR="002038D5" w:rsidRPr="00F95FBD" w:rsidRDefault="002038D5" w:rsidP="00165977">
            <w:pPr>
              <w:pStyle w:val="Tabulka"/>
            </w:pPr>
            <w:r w:rsidRPr="00F95FBD">
              <w:t>Telefon</w:t>
            </w:r>
          </w:p>
        </w:tc>
        <w:tc>
          <w:tcPr>
            <w:tcW w:w="5812" w:type="dxa"/>
            <w:shd w:val="clear" w:color="auto" w:fill="auto"/>
          </w:tcPr>
          <w:p w14:paraId="3CB24BE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28D224" w14:textId="77777777" w:rsidR="002038D5" w:rsidRPr="00F95FBD" w:rsidRDefault="002038D5" w:rsidP="00165977">
      <w:pPr>
        <w:pStyle w:val="Tabulka"/>
      </w:pPr>
    </w:p>
    <w:p w14:paraId="0112A505"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08FC07B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5160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3F1A9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FF9C0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BFEB24" w14:textId="77777777" w:rsidR="002038D5" w:rsidRPr="00F95FBD" w:rsidRDefault="002038D5" w:rsidP="00165977">
            <w:pPr>
              <w:pStyle w:val="Tabulka"/>
            </w:pPr>
            <w:r w:rsidRPr="00F95FBD">
              <w:t>Adresa</w:t>
            </w:r>
          </w:p>
        </w:tc>
        <w:tc>
          <w:tcPr>
            <w:tcW w:w="5812" w:type="dxa"/>
            <w:shd w:val="clear" w:color="auto" w:fill="auto"/>
          </w:tcPr>
          <w:p w14:paraId="28AC95C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2F155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4CF34E" w14:textId="77777777" w:rsidR="002038D5" w:rsidRPr="00F95FBD" w:rsidRDefault="002038D5" w:rsidP="00165977">
            <w:pPr>
              <w:pStyle w:val="Tabulka"/>
            </w:pPr>
            <w:r w:rsidRPr="00F95FBD">
              <w:t>E-mail</w:t>
            </w:r>
          </w:p>
        </w:tc>
        <w:tc>
          <w:tcPr>
            <w:tcW w:w="5812" w:type="dxa"/>
            <w:shd w:val="clear" w:color="auto" w:fill="auto"/>
          </w:tcPr>
          <w:p w14:paraId="421EC3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A806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3EC2" w14:textId="77777777" w:rsidR="002038D5" w:rsidRPr="00F95FBD" w:rsidRDefault="002038D5" w:rsidP="00165977">
            <w:pPr>
              <w:pStyle w:val="Tabulka"/>
            </w:pPr>
            <w:r w:rsidRPr="00F95FBD">
              <w:t>Telefon</w:t>
            </w:r>
          </w:p>
        </w:tc>
        <w:tc>
          <w:tcPr>
            <w:tcW w:w="5812" w:type="dxa"/>
            <w:shd w:val="clear" w:color="auto" w:fill="auto"/>
          </w:tcPr>
          <w:p w14:paraId="4C3E93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FD8542" w14:textId="77777777" w:rsidR="002038D5" w:rsidRPr="00F95FBD" w:rsidRDefault="002038D5" w:rsidP="00165977">
      <w:pPr>
        <w:pStyle w:val="Tabulka"/>
      </w:pPr>
    </w:p>
    <w:p w14:paraId="4FEDE89A"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51A2065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13B8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4B5687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4A6CC1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DA5002" w14:textId="77777777" w:rsidR="002038D5" w:rsidRPr="00F95FBD" w:rsidRDefault="002038D5" w:rsidP="00165977">
            <w:pPr>
              <w:pStyle w:val="Tabulka"/>
            </w:pPr>
            <w:r w:rsidRPr="00F95FBD">
              <w:t>Adresa</w:t>
            </w:r>
          </w:p>
        </w:tc>
        <w:tc>
          <w:tcPr>
            <w:tcW w:w="5812" w:type="dxa"/>
            <w:shd w:val="clear" w:color="auto" w:fill="auto"/>
          </w:tcPr>
          <w:p w14:paraId="053C48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18EE4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F03C23" w14:textId="77777777" w:rsidR="002038D5" w:rsidRPr="00F95FBD" w:rsidRDefault="002038D5" w:rsidP="00165977">
            <w:pPr>
              <w:pStyle w:val="Tabulka"/>
            </w:pPr>
            <w:r w:rsidRPr="00F95FBD">
              <w:t>E-mail</w:t>
            </w:r>
          </w:p>
        </w:tc>
        <w:tc>
          <w:tcPr>
            <w:tcW w:w="5812" w:type="dxa"/>
            <w:shd w:val="clear" w:color="auto" w:fill="auto"/>
          </w:tcPr>
          <w:p w14:paraId="443F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2C4D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7A873D" w14:textId="77777777" w:rsidR="002038D5" w:rsidRPr="00F95FBD" w:rsidRDefault="002038D5" w:rsidP="00165977">
            <w:pPr>
              <w:pStyle w:val="Tabulka"/>
            </w:pPr>
            <w:r w:rsidRPr="00F95FBD">
              <w:t>Telefon</w:t>
            </w:r>
          </w:p>
        </w:tc>
        <w:tc>
          <w:tcPr>
            <w:tcW w:w="5812" w:type="dxa"/>
            <w:shd w:val="clear" w:color="auto" w:fill="auto"/>
          </w:tcPr>
          <w:p w14:paraId="04A320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ACBD37" w14:textId="77777777" w:rsidR="002038D5" w:rsidRPr="00F95FBD" w:rsidRDefault="002038D5" w:rsidP="00165977">
      <w:pPr>
        <w:pStyle w:val="Tabulka"/>
      </w:pPr>
    </w:p>
    <w:p w14:paraId="4CE3B8E1"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4BF7E8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38632B"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29415F76"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F3E9ED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EED37" w14:textId="77777777" w:rsidR="002038D5" w:rsidRPr="00F95FBD" w:rsidRDefault="002038D5" w:rsidP="009150E7">
            <w:pPr>
              <w:pStyle w:val="Tabulka"/>
              <w:keepNext/>
            </w:pPr>
            <w:r w:rsidRPr="00F95FBD">
              <w:t>Adresa</w:t>
            </w:r>
          </w:p>
        </w:tc>
        <w:tc>
          <w:tcPr>
            <w:tcW w:w="5812" w:type="dxa"/>
            <w:shd w:val="clear" w:color="auto" w:fill="auto"/>
          </w:tcPr>
          <w:p w14:paraId="6BFEF660"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DB277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605495" w14:textId="77777777" w:rsidR="002038D5" w:rsidRPr="00F95FBD" w:rsidRDefault="002038D5" w:rsidP="009150E7">
            <w:pPr>
              <w:pStyle w:val="Tabulka"/>
              <w:keepNext/>
            </w:pPr>
            <w:r w:rsidRPr="00F95FBD">
              <w:t>E-mail</w:t>
            </w:r>
          </w:p>
        </w:tc>
        <w:tc>
          <w:tcPr>
            <w:tcW w:w="5812" w:type="dxa"/>
            <w:shd w:val="clear" w:color="auto" w:fill="auto"/>
          </w:tcPr>
          <w:p w14:paraId="5A998DA0"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B15C3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C39F" w14:textId="77777777" w:rsidR="002038D5" w:rsidRPr="00F95FBD" w:rsidRDefault="002038D5" w:rsidP="00165977">
            <w:pPr>
              <w:pStyle w:val="Tabulka"/>
            </w:pPr>
            <w:r w:rsidRPr="00F95FBD">
              <w:t>Telefon</w:t>
            </w:r>
          </w:p>
        </w:tc>
        <w:tc>
          <w:tcPr>
            <w:tcW w:w="5812" w:type="dxa"/>
            <w:shd w:val="clear" w:color="auto" w:fill="auto"/>
          </w:tcPr>
          <w:p w14:paraId="3E0B83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2B15F9" w14:textId="77777777" w:rsidR="002038D5" w:rsidRPr="00F95FBD" w:rsidRDefault="002038D5" w:rsidP="00165977">
      <w:pPr>
        <w:pStyle w:val="Tabulka"/>
      </w:pPr>
    </w:p>
    <w:p w14:paraId="4CF6DE8D"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513183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C4B30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615957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36B8A5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941194" w14:textId="77777777" w:rsidR="002038D5" w:rsidRPr="00F95FBD" w:rsidRDefault="002038D5" w:rsidP="00165977">
            <w:pPr>
              <w:pStyle w:val="Tabulka"/>
            </w:pPr>
            <w:r w:rsidRPr="00F95FBD">
              <w:t>Adresa</w:t>
            </w:r>
          </w:p>
        </w:tc>
        <w:tc>
          <w:tcPr>
            <w:tcW w:w="5812" w:type="dxa"/>
            <w:shd w:val="clear" w:color="auto" w:fill="auto"/>
          </w:tcPr>
          <w:p w14:paraId="037325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43DEE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A7E7E0" w14:textId="77777777" w:rsidR="002038D5" w:rsidRPr="00F95FBD" w:rsidRDefault="002038D5" w:rsidP="00165977">
            <w:pPr>
              <w:pStyle w:val="Tabulka"/>
            </w:pPr>
            <w:r w:rsidRPr="00F95FBD">
              <w:t>E-mail</w:t>
            </w:r>
          </w:p>
        </w:tc>
        <w:tc>
          <w:tcPr>
            <w:tcW w:w="5812" w:type="dxa"/>
            <w:shd w:val="clear" w:color="auto" w:fill="auto"/>
          </w:tcPr>
          <w:p w14:paraId="677771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8EAE6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CB755A" w14:textId="77777777" w:rsidR="002038D5" w:rsidRPr="00F95FBD" w:rsidRDefault="002038D5" w:rsidP="00165977">
            <w:pPr>
              <w:pStyle w:val="Tabulka"/>
            </w:pPr>
            <w:r w:rsidRPr="00F95FBD">
              <w:t>Telefon</w:t>
            </w:r>
          </w:p>
        </w:tc>
        <w:tc>
          <w:tcPr>
            <w:tcW w:w="5812" w:type="dxa"/>
            <w:shd w:val="clear" w:color="auto" w:fill="auto"/>
          </w:tcPr>
          <w:p w14:paraId="5261B5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C4B46D" w14:textId="77777777" w:rsidR="002038D5" w:rsidRPr="00F95FBD" w:rsidRDefault="002038D5" w:rsidP="00165977">
      <w:pPr>
        <w:pStyle w:val="Tabulka"/>
      </w:pPr>
    </w:p>
    <w:p w14:paraId="324A96BC"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B3F65C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57BA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5E6330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F3C54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30A13D" w14:textId="77777777" w:rsidR="002038D5" w:rsidRPr="00F95FBD" w:rsidRDefault="002038D5" w:rsidP="00165977">
            <w:pPr>
              <w:pStyle w:val="Tabulka"/>
            </w:pPr>
            <w:r w:rsidRPr="00F95FBD">
              <w:t>Adresa</w:t>
            </w:r>
          </w:p>
        </w:tc>
        <w:tc>
          <w:tcPr>
            <w:tcW w:w="5812" w:type="dxa"/>
            <w:shd w:val="clear" w:color="auto" w:fill="auto"/>
          </w:tcPr>
          <w:p w14:paraId="36A69D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0B07A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34574" w14:textId="77777777" w:rsidR="002038D5" w:rsidRPr="00F95FBD" w:rsidRDefault="002038D5" w:rsidP="00165977">
            <w:pPr>
              <w:pStyle w:val="Tabulka"/>
            </w:pPr>
            <w:r w:rsidRPr="00F95FBD">
              <w:t>E-mail</w:t>
            </w:r>
          </w:p>
        </w:tc>
        <w:tc>
          <w:tcPr>
            <w:tcW w:w="5812" w:type="dxa"/>
            <w:shd w:val="clear" w:color="auto" w:fill="auto"/>
          </w:tcPr>
          <w:p w14:paraId="33EC29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CCBD5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30E455" w14:textId="77777777" w:rsidR="002038D5" w:rsidRPr="00F95FBD" w:rsidRDefault="002038D5" w:rsidP="00165977">
            <w:pPr>
              <w:pStyle w:val="Tabulka"/>
            </w:pPr>
            <w:r w:rsidRPr="00F95FBD">
              <w:t>Telefon</w:t>
            </w:r>
          </w:p>
        </w:tc>
        <w:tc>
          <w:tcPr>
            <w:tcW w:w="5812" w:type="dxa"/>
            <w:shd w:val="clear" w:color="auto" w:fill="auto"/>
          </w:tcPr>
          <w:p w14:paraId="1EB4953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887718" w14:textId="77777777" w:rsidR="00165977" w:rsidRPr="00F95FBD" w:rsidRDefault="00165977" w:rsidP="00165977">
      <w:pPr>
        <w:pStyle w:val="Tabulka"/>
      </w:pPr>
    </w:p>
    <w:p w14:paraId="234D87F2"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F8111A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5198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191C00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719CF7A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901628" w14:textId="77777777" w:rsidR="00165977" w:rsidRPr="00F95FBD" w:rsidRDefault="00165977" w:rsidP="00165977">
            <w:pPr>
              <w:pStyle w:val="Tabulka"/>
            </w:pPr>
            <w:r w:rsidRPr="00F95FBD">
              <w:t>Adresa</w:t>
            </w:r>
          </w:p>
        </w:tc>
        <w:tc>
          <w:tcPr>
            <w:tcW w:w="5812" w:type="dxa"/>
            <w:shd w:val="clear" w:color="auto" w:fill="auto"/>
          </w:tcPr>
          <w:p w14:paraId="53AEBD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A99B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D50534" w14:textId="77777777" w:rsidR="00165977" w:rsidRPr="00F95FBD" w:rsidRDefault="00165977" w:rsidP="00165977">
            <w:pPr>
              <w:pStyle w:val="Tabulka"/>
            </w:pPr>
            <w:r w:rsidRPr="00F95FBD">
              <w:t>E-mail</w:t>
            </w:r>
          </w:p>
        </w:tc>
        <w:tc>
          <w:tcPr>
            <w:tcW w:w="5812" w:type="dxa"/>
            <w:shd w:val="clear" w:color="auto" w:fill="auto"/>
          </w:tcPr>
          <w:p w14:paraId="60355F6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FFD5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46C847" w14:textId="77777777" w:rsidR="00165977" w:rsidRPr="00F95FBD" w:rsidRDefault="00165977" w:rsidP="00165977">
            <w:pPr>
              <w:pStyle w:val="Tabulka"/>
            </w:pPr>
            <w:r w:rsidRPr="00F95FBD">
              <w:t>Telefon</w:t>
            </w:r>
          </w:p>
        </w:tc>
        <w:tc>
          <w:tcPr>
            <w:tcW w:w="5812" w:type="dxa"/>
            <w:shd w:val="clear" w:color="auto" w:fill="auto"/>
          </w:tcPr>
          <w:p w14:paraId="717E43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A8AED7" w14:textId="77777777" w:rsidR="00165977" w:rsidRPr="00F95FBD" w:rsidRDefault="00165977" w:rsidP="00165977">
      <w:pPr>
        <w:pStyle w:val="Tabulka"/>
      </w:pPr>
    </w:p>
    <w:p w14:paraId="5A486371"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0A8ADB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1BD12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43281C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2D5E74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E29B1" w14:textId="77777777" w:rsidR="00165977" w:rsidRPr="00F95FBD" w:rsidRDefault="00165977" w:rsidP="00165977">
            <w:pPr>
              <w:pStyle w:val="Tabulka"/>
            </w:pPr>
            <w:r w:rsidRPr="00F95FBD">
              <w:t>Adresa</w:t>
            </w:r>
          </w:p>
        </w:tc>
        <w:tc>
          <w:tcPr>
            <w:tcW w:w="5812" w:type="dxa"/>
            <w:shd w:val="clear" w:color="auto" w:fill="auto"/>
          </w:tcPr>
          <w:p w14:paraId="2A3232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62F70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177CD1" w14:textId="77777777" w:rsidR="00165977" w:rsidRPr="00F95FBD" w:rsidRDefault="00165977" w:rsidP="00165977">
            <w:pPr>
              <w:pStyle w:val="Tabulka"/>
            </w:pPr>
            <w:r w:rsidRPr="00F95FBD">
              <w:t>E-mail</w:t>
            </w:r>
          </w:p>
        </w:tc>
        <w:tc>
          <w:tcPr>
            <w:tcW w:w="5812" w:type="dxa"/>
            <w:shd w:val="clear" w:color="auto" w:fill="auto"/>
          </w:tcPr>
          <w:p w14:paraId="771C43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CBB8E2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CA23C" w14:textId="77777777" w:rsidR="00165977" w:rsidRPr="00F95FBD" w:rsidRDefault="00165977" w:rsidP="00165977">
            <w:pPr>
              <w:pStyle w:val="Tabulka"/>
            </w:pPr>
            <w:r w:rsidRPr="00F95FBD">
              <w:t>Telefon</w:t>
            </w:r>
          </w:p>
        </w:tc>
        <w:tc>
          <w:tcPr>
            <w:tcW w:w="5812" w:type="dxa"/>
            <w:shd w:val="clear" w:color="auto" w:fill="auto"/>
          </w:tcPr>
          <w:p w14:paraId="6ED8C2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49A96B" w14:textId="77777777" w:rsidR="00165977" w:rsidRPr="00F95FBD" w:rsidRDefault="00165977" w:rsidP="00165977">
      <w:pPr>
        <w:pStyle w:val="Tabulka"/>
      </w:pPr>
    </w:p>
    <w:p w14:paraId="2EF51E4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6426920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974A4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30A7B3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75C5D39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BCD93B" w14:textId="77777777" w:rsidR="00165977" w:rsidRPr="00F95FBD" w:rsidRDefault="00165977" w:rsidP="00165977">
            <w:pPr>
              <w:pStyle w:val="Tabulka"/>
            </w:pPr>
            <w:r w:rsidRPr="00F95FBD">
              <w:t>Adresa</w:t>
            </w:r>
          </w:p>
        </w:tc>
        <w:tc>
          <w:tcPr>
            <w:tcW w:w="5812" w:type="dxa"/>
            <w:shd w:val="clear" w:color="auto" w:fill="auto"/>
          </w:tcPr>
          <w:p w14:paraId="05E67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BFE958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53AEDC" w14:textId="77777777" w:rsidR="00165977" w:rsidRPr="00F95FBD" w:rsidRDefault="00165977" w:rsidP="00165977">
            <w:pPr>
              <w:pStyle w:val="Tabulka"/>
            </w:pPr>
            <w:r w:rsidRPr="00F95FBD">
              <w:t>E-mail</w:t>
            </w:r>
          </w:p>
        </w:tc>
        <w:tc>
          <w:tcPr>
            <w:tcW w:w="5812" w:type="dxa"/>
            <w:shd w:val="clear" w:color="auto" w:fill="auto"/>
          </w:tcPr>
          <w:p w14:paraId="426807C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44219E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BA9BFA" w14:textId="77777777" w:rsidR="00165977" w:rsidRPr="00F95FBD" w:rsidRDefault="00165977" w:rsidP="00165977">
            <w:pPr>
              <w:pStyle w:val="Tabulka"/>
            </w:pPr>
            <w:r w:rsidRPr="00F95FBD">
              <w:t>Telefon</w:t>
            </w:r>
          </w:p>
        </w:tc>
        <w:tc>
          <w:tcPr>
            <w:tcW w:w="5812" w:type="dxa"/>
            <w:shd w:val="clear" w:color="auto" w:fill="auto"/>
          </w:tcPr>
          <w:p w14:paraId="71FEBA6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E8589C" w14:textId="77777777" w:rsidR="00165977" w:rsidRPr="00F95FBD" w:rsidRDefault="00165977" w:rsidP="00165977">
      <w:pPr>
        <w:pStyle w:val="Tabulka"/>
      </w:pPr>
    </w:p>
    <w:p w14:paraId="182ECAE4" w14:textId="77777777" w:rsidR="00165977" w:rsidRPr="00F95FBD" w:rsidRDefault="00165977" w:rsidP="00165977">
      <w:pPr>
        <w:pStyle w:val="Tabulka"/>
      </w:pPr>
    </w:p>
    <w:p w14:paraId="562A5B4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52D8361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FC937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41B188C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FE6E77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A10D37" w14:textId="77777777" w:rsidR="00165977" w:rsidRPr="00F95FBD" w:rsidRDefault="00165977" w:rsidP="00165977">
            <w:pPr>
              <w:pStyle w:val="Tabulka"/>
            </w:pPr>
            <w:r w:rsidRPr="00F95FBD">
              <w:t>Adresa</w:t>
            </w:r>
          </w:p>
        </w:tc>
        <w:tc>
          <w:tcPr>
            <w:tcW w:w="5812" w:type="dxa"/>
            <w:shd w:val="clear" w:color="auto" w:fill="auto"/>
          </w:tcPr>
          <w:p w14:paraId="7C84DB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25FF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AB233" w14:textId="77777777" w:rsidR="00165977" w:rsidRPr="00F95FBD" w:rsidRDefault="00165977" w:rsidP="00165977">
            <w:pPr>
              <w:pStyle w:val="Tabulka"/>
            </w:pPr>
            <w:r w:rsidRPr="00F95FBD">
              <w:t>E-mail</w:t>
            </w:r>
          </w:p>
        </w:tc>
        <w:tc>
          <w:tcPr>
            <w:tcW w:w="5812" w:type="dxa"/>
            <w:shd w:val="clear" w:color="auto" w:fill="auto"/>
          </w:tcPr>
          <w:p w14:paraId="54A30C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6DF78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D32F3E" w14:textId="77777777" w:rsidR="00165977" w:rsidRPr="00F95FBD" w:rsidRDefault="00165977" w:rsidP="00165977">
            <w:pPr>
              <w:pStyle w:val="Tabulka"/>
            </w:pPr>
            <w:r w:rsidRPr="00F95FBD">
              <w:t>Telefon</w:t>
            </w:r>
          </w:p>
        </w:tc>
        <w:tc>
          <w:tcPr>
            <w:tcW w:w="5812" w:type="dxa"/>
            <w:shd w:val="clear" w:color="auto" w:fill="auto"/>
          </w:tcPr>
          <w:p w14:paraId="5AC83A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E65BC" w14:textId="77777777" w:rsidR="00EC707C" w:rsidRDefault="00EC707C" w:rsidP="00165977">
      <w:pPr>
        <w:pStyle w:val="Tabulka"/>
      </w:pPr>
    </w:p>
    <w:p w14:paraId="0251E020" w14:textId="77777777" w:rsidR="00EC707C" w:rsidRPr="00F95FBD" w:rsidRDefault="00EC707C" w:rsidP="00EC707C">
      <w:pPr>
        <w:pStyle w:val="Tabulka"/>
      </w:pPr>
    </w:p>
    <w:p w14:paraId="1A0FE4CC" w14:textId="77777777" w:rsidR="00EC707C" w:rsidRPr="00F95FBD" w:rsidRDefault="004436EE" w:rsidP="00EC707C">
      <w:pPr>
        <w:pStyle w:val="Nadpistabulky"/>
        <w:rPr>
          <w:sz w:val="18"/>
          <w:szCs w:val="18"/>
        </w:rPr>
      </w:pPr>
      <w:r w:rsidRPr="0086318E">
        <w:rPr>
          <w:sz w:val="18"/>
          <w:szCs w:val="18"/>
        </w:rPr>
        <w:t>S</w:t>
      </w:r>
      <w:r w:rsidR="00EC707C" w:rsidRPr="0086318E">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57512ED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C9304A"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74E70FB"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3A3243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7DD566" w14:textId="77777777" w:rsidR="00EC707C" w:rsidRPr="00F95FBD" w:rsidRDefault="00EC707C" w:rsidP="00964369">
            <w:pPr>
              <w:pStyle w:val="Tabulka"/>
            </w:pPr>
            <w:r w:rsidRPr="00F95FBD">
              <w:lastRenderedPageBreak/>
              <w:t>Adresa</w:t>
            </w:r>
          </w:p>
        </w:tc>
        <w:tc>
          <w:tcPr>
            <w:tcW w:w="5812" w:type="dxa"/>
            <w:shd w:val="clear" w:color="auto" w:fill="auto"/>
          </w:tcPr>
          <w:p w14:paraId="5670A33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100C7E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6012F9" w14:textId="77777777" w:rsidR="00EC707C" w:rsidRPr="00F95FBD" w:rsidRDefault="00EC707C" w:rsidP="00964369">
            <w:pPr>
              <w:pStyle w:val="Tabulka"/>
            </w:pPr>
            <w:r w:rsidRPr="00F95FBD">
              <w:t>E-mail</w:t>
            </w:r>
          </w:p>
        </w:tc>
        <w:tc>
          <w:tcPr>
            <w:tcW w:w="5812" w:type="dxa"/>
            <w:shd w:val="clear" w:color="auto" w:fill="auto"/>
          </w:tcPr>
          <w:p w14:paraId="41C4ABD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F7040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017AE8" w14:textId="77777777" w:rsidR="00EC707C" w:rsidRPr="00F95FBD" w:rsidRDefault="00EC707C" w:rsidP="00964369">
            <w:pPr>
              <w:pStyle w:val="Tabulka"/>
            </w:pPr>
            <w:r w:rsidRPr="00F95FBD">
              <w:t>Telefon</w:t>
            </w:r>
          </w:p>
        </w:tc>
        <w:tc>
          <w:tcPr>
            <w:tcW w:w="5812" w:type="dxa"/>
            <w:shd w:val="clear" w:color="auto" w:fill="auto"/>
          </w:tcPr>
          <w:p w14:paraId="01D4BA2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6326F1" w14:textId="77777777" w:rsidR="00EC707C" w:rsidRPr="00F95FBD" w:rsidRDefault="00EC707C" w:rsidP="00EC707C">
      <w:pPr>
        <w:pStyle w:val="Tabulka"/>
      </w:pPr>
    </w:p>
    <w:p w14:paraId="51D9A937"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1AFA6A5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3D8FA1"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2BBD581"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10F254F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D5E99" w14:textId="77777777" w:rsidR="00EC707C" w:rsidRPr="00F95FBD" w:rsidRDefault="00EC707C" w:rsidP="00964369">
            <w:pPr>
              <w:pStyle w:val="Tabulka"/>
            </w:pPr>
            <w:r w:rsidRPr="00F95FBD">
              <w:t>Adresa</w:t>
            </w:r>
          </w:p>
        </w:tc>
        <w:tc>
          <w:tcPr>
            <w:tcW w:w="5812" w:type="dxa"/>
            <w:shd w:val="clear" w:color="auto" w:fill="auto"/>
          </w:tcPr>
          <w:p w14:paraId="48B2DDC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21EC3C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B13F86" w14:textId="77777777" w:rsidR="00EC707C" w:rsidRPr="00F95FBD" w:rsidRDefault="00EC707C" w:rsidP="00964369">
            <w:pPr>
              <w:pStyle w:val="Tabulka"/>
            </w:pPr>
            <w:r w:rsidRPr="00F95FBD">
              <w:t>E-mail</w:t>
            </w:r>
          </w:p>
        </w:tc>
        <w:tc>
          <w:tcPr>
            <w:tcW w:w="5812" w:type="dxa"/>
            <w:shd w:val="clear" w:color="auto" w:fill="auto"/>
          </w:tcPr>
          <w:p w14:paraId="19DEC45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215CE5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48728B" w14:textId="77777777" w:rsidR="00EC707C" w:rsidRPr="00F95FBD" w:rsidRDefault="00EC707C" w:rsidP="00964369">
            <w:pPr>
              <w:pStyle w:val="Tabulka"/>
            </w:pPr>
            <w:r w:rsidRPr="00F95FBD">
              <w:t>Telefon</w:t>
            </w:r>
          </w:p>
        </w:tc>
        <w:tc>
          <w:tcPr>
            <w:tcW w:w="5812" w:type="dxa"/>
            <w:shd w:val="clear" w:color="auto" w:fill="auto"/>
          </w:tcPr>
          <w:p w14:paraId="135F178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999999" w14:textId="77777777" w:rsidR="00EC707C" w:rsidRPr="00F95FBD" w:rsidRDefault="00EC707C" w:rsidP="00EC707C">
      <w:pPr>
        <w:pStyle w:val="Tabulka"/>
      </w:pPr>
    </w:p>
    <w:p w14:paraId="74A6730C"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36AC06F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9885DA"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6653C4A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1C07D7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4850" w14:textId="77777777" w:rsidR="00EC707C" w:rsidRPr="00F95FBD" w:rsidRDefault="00EC707C" w:rsidP="00964369">
            <w:pPr>
              <w:pStyle w:val="Tabulka"/>
            </w:pPr>
            <w:r w:rsidRPr="00F95FBD">
              <w:t>Adresa</w:t>
            </w:r>
          </w:p>
        </w:tc>
        <w:tc>
          <w:tcPr>
            <w:tcW w:w="5812" w:type="dxa"/>
            <w:shd w:val="clear" w:color="auto" w:fill="auto"/>
          </w:tcPr>
          <w:p w14:paraId="2D49C2BC"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C61622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99208B" w14:textId="77777777" w:rsidR="00EC707C" w:rsidRPr="00F95FBD" w:rsidRDefault="00EC707C" w:rsidP="00964369">
            <w:pPr>
              <w:pStyle w:val="Tabulka"/>
            </w:pPr>
            <w:r w:rsidRPr="00F95FBD">
              <w:t>E-mail</w:t>
            </w:r>
          </w:p>
        </w:tc>
        <w:tc>
          <w:tcPr>
            <w:tcW w:w="5812" w:type="dxa"/>
            <w:shd w:val="clear" w:color="auto" w:fill="auto"/>
          </w:tcPr>
          <w:p w14:paraId="1D82577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32F1A6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FFD67A" w14:textId="77777777" w:rsidR="00EC707C" w:rsidRPr="00F95FBD" w:rsidRDefault="00EC707C" w:rsidP="00964369">
            <w:pPr>
              <w:pStyle w:val="Tabulka"/>
            </w:pPr>
            <w:r w:rsidRPr="00F95FBD">
              <w:t>Telefon</w:t>
            </w:r>
          </w:p>
        </w:tc>
        <w:tc>
          <w:tcPr>
            <w:tcW w:w="5812" w:type="dxa"/>
            <w:shd w:val="clear" w:color="auto" w:fill="auto"/>
          </w:tcPr>
          <w:p w14:paraId="27D3CB6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43E5A" w14:textId="77777777" w:rsidR="00EC707C" w:rsidRPr="00F95FBD" w:rsidRDefault="00EC707C" w:rsidP="00EC707C">
      <w:pPr>
        <w:pStyle w:val="Tabulka"/>
      </w:pPr>
    </w:p>
    <w:p w14:paraId="40A8DC3D" w14:textId="77777777" w:rsidR="00EC707C" w:rsidRPr="00F95FBD" w:rsidRDefault="004436EE" w:rsidP="00EC707C">
      <w:pPr>
        <w:pStyle w:val="Nadpistabulky"/>
        <w:rPr>
          <w:sz w:val="18"/>
          <w:szCs w:val="18"/>
        </w:rPr>
      </w:pPr>
      <w:r w:rsidRPr="0086318E">
        <w:rPr>
          <w:sz w:val="18"/>
          <w:szCs w:val="18"/>
        </w:rPr>
        <w:t>S</w:t>
      </w:r>
      <w:r w:rsidR="00EC707C" w:rsidRPr="0086318E">
        <w:rPr>
          <w:sz w:val="18"/>
          <w:szCs w:val="18"/>
        </w:rPr>
        <w:t>pecialista na právní poradenství</w:t>
      </w:r>
      <w:r w:rsidR="00EC707C" w:rsidRPr="00EC707C">
        <w:rPr>
          <w:sz w:val="18"/>
          <w:szCs w:val="18"/>
        </w:rPr>
        <w:t xml:space="preserve"> </w:t>
      </w:r>
      <w:r>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7EF4DE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15DCF7"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46CAAA2D"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54FC1D4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8C4A51" w14:textId="77777777" w:rsidR="00EC707C" w:rsidRPr="00F95FBD" w:rsidRDefault="00EC707C" w:rsidP="00964369">
            <w:pPr>
              <w:pStyle w:val="Tabulka"/>
            </w:pPr>
            <w:r w:rsidRPr="00F95FBD">
              <w:t>Adresa</w:t>
            </w:r>
          </w:p>
        </w:tc>
        <w:tc>
          <w:tcPr>
            <w:tcW w:w="5812" w:type="dxa"/>
            <w:shd w:val="clear" w:color="auto" w:fill="auto"/>
          </w:tcPr>
          <w:p w14:paraId="3B0BF67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D1EBD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C475E" w14:textId="77777777" w:rsidR="00EC707C" w:rsidRPr="00F95FBD" w:rsidRDefault="00EC707C" w:rsidP="00964369">
            <w:pPr>
              <w:pStyle w:val="Tabulka"/>
            </w:pPr>
            <w:r w:rsidRPr="00F95FBD">
              <w:t>E-mail</w:t>
            </w:r>
          </w:p>
        </w:tc>
        <w:tc>
          <w:tcPr>
            <w:tcW w:w="5812" w:type="dxa"/>
            <w:shd w:val="clear" w:color="auto" w:fill="auto"/>
          </w:tcPr>
          <w:p w14:paraId="774AD6C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5114A0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5C9C07" w14:textId="77777777" w:rsidR="00EC707C" w:rsidRPr="00F95FBD" w:rsidRDefault="00EC707C" w:rsidP="00964369">
            <w:pPr>
              <w:pStyle w:val="Tabulka"/>
            </w:pPr>
            <w:r w:rsidRPr="00F95FBD">
              <w:t>Telefon</w:t>
            </w:r>
          </w:p>
        </w:tc>
        <w:tc>
          <w:tcPr>
            <w:tcW w:w="5812" w:type="dxa"/>
            <w:shd w:val="clear" w:color="auto" w:fill="auto"/>
          </w:tcPr>
          <w:p w14:paraId="4EDAA5A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5223B7" w14:textId="77777777" w:rsidR="00EC707C" w:rsidRPr="00F95FBD" w:rsidRDefault="00EC707C" w:rsidP="00EC707C">
      <w:pPr>
        <w:pStyle w:val="Tabulka"/>
      </w:pPr>
    </w:p>
    <w:p w14:paraId="4458495A" w14:textId="77777777" w:rsidR="00EC707C" w:rsidRPr="00F95FBD" w:rsidRDefault="00EC707C" w:rsidP="00EC707C">
      <w:pPr>
        <w:pStyle w:val="Tabulka"/>
      </w:pPr>
    </w:p>
    <w:p w14:paraId="0A02EC8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E54AB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96B16"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0ECDF5A0"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560D2BA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CA14E" w14:textId="77777777" w:rsidR="00EC707C" w:rsidRPr="00F95FBD" w:rsidRDefault="00EC707C" w:rsidP="00964369">
            <w:pPr>
              <w:pStyle w:val="Tabulka"/>
            </w:pPr>
            <w:r w:rsidRPr="00F95FBD">
              <w:t>Adresa</w:t>
            </w:r>
          </w:p>
        </w:tc>
        <w:tc>
          <w:tcPr>
            <w:tcW w:w="5812" w:type="dxa"/>
            <w:shd w:val="clear" w:color="auto" w:fill="auto"/>
          </w:tcPr>
          <w:p w14:paraId="6E05229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6662E7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51CC30" w14:textId="77777777" w:rsidR="00EC707C" w:rsidRPr="00F95FBD" w:rsidRDefault="00EC707C" w:rsidP="00964369">
            <w:pPr>
              <w:pStyle w:val="Tabulka"/>
            </w:pPr>
            <w:r w:rsidRPr="00F95FBD">
              <w:t>E-mail</w:t>
            </w:r>
          </w:p>
        </w:tc>
        <w:tc>
          <w:tcPr>
            <w:tcW w:w="5812" w:type="dxa"/>
            <w:shd w:val="clear" w:color="auto" w:fill="auto"/>
          </w:tcPr>
          <w:p w14:paraId="271331B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979E0F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124D6C" w14:textId="77777777" w:rsidR="00EC707C" w:rsidRPr="00F95FBD" w:rsidRDefault="00EC707C" w:rsidP="00964369">
            <w:pPr>
              <w:pStyle w:val="Tabulka"/>
            </w:pPr>
            <w:r w:rsidRPr="00F95FBD">
              <w:t>Telefon</w:t>
            </w:r>
          </w:p>
        </w:tc>
        <w:tc>
          <w:tcPr>
            <w:tcW w:w="5812" w:type="dxa"/>
            <w:shd w:val="clear" w:color="auto" w:fill="auto"/>
          </w:tcPr>
          <w:p w14:paraId="0E31042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436FF1" w14:textId="02E17988" w:rsidR="00D343A3" w:rsidRPr="00F95FBD" w:rsidRDefault="00D343A3" w:rsidP="00D343A3">
      <w:pPr>
        <w:pStyle w:val="Nadpistabulky"/>
        <w:rPr>
          <w:sz w:val="18"/>
          <w:szCs w:val="18"/>
        </w:rPr>
      </w:pPr>
      <w:r w:rsidRPr="0086318E">
        <w:rPr>
          <w:sz w:val="18"/>
          <w:szCs w:val="18"/>
        </w:rPr>
        <w:t>Specialista na hodnocení ekonomické efektivnosti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D343A3" w:rsidRPr="00F95FBD" w14:paraId="48FAAEAE" w14:textId="77777777" w:rsidTr="00BE2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2A3A6E" w14:textId="77777777" w:rsidR="00D343A3" w:rsidRPr="00F95FBD" w:rsidRDefault="00D343A3" w:rsidP="00BE2CF5">
            <w:pPr>
              <w:pStyle w:val="Tabulka"/>
              <w:rPr>
                <w:rStyle w:val="Nadpisvtabulce"/>
              </w:rPr>
            </w:pPr>
            <w:r w:rsidRPr="00F95FBD">
              <w:rPr>
                <w:rStyle w:val="Nadpisvtabulce"/>
              </w:rPr>
              <w:t>Jméno a příjmení</w:t>
            </w:r>
          </w:p>
        </w:tc>
        <w:tc>
          <w:tcPr>
            <w:tcW w:w="5812" w:type="dxa"/>
            <w:shd w:val="clear" w:color="auto" w:fill="auto"/>
          </w:tcPr>
          <w:p w14:paraId="18106B8D" w14:textId="77777777" w:rsidR="00D343A3" w:rsidRPr="00F95FBD" w:rsidRDefault="00D343A3" w:rsidP="00BE2CF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343A3" w:rsidRPr="00F95FBD" w14:paraId="43069883" w14:textId="77777777" w:rsidTr="00BE2C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C145D" w14:textId="77777777" w:rsidR="00D343A3" w:rsidRPr="00F95FBD" w:rsidRDefault="00D343A3" w:rsidP="00BE2CF5">
            <w:pPr>
              <w:pStyle w:val="Tabulka"/>
            </w:pPr>
            <w:r w:rsidRPr="00F95FBD">
              <w:t>Adresa</w:t>
            </w:r>
          </w:p>
        </w:tc>
        <w:tc>
          <w:tcPr>
            <w:tcW w:w="5812" w:type="dxa"/>
            <w:shd w:val="clear" w:color="auto" w:fill="auto"/>
          </w:tcPr>
          <w:p w14:paraId="6E7614BD" w14:textId="77777777" w:rsidR="00D343A3" w:rsidRPr="00F95FBD" w:rsidRDefault="00D343A3" w:rsidP="00BE2C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343A3" w:rsidRPr="00F95FBD" w14:paraId="36272445" w14:textId="77777777" w:rsidTr="00BE2C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5AB2F" w14:textId="77777777" w:rsidR="00D343A3" w:rsidRPr="00F95FBD" w:rsidRDefault="00D343A3" w:rsidP="00BE2CF5">
            <w:pPr>
              <w:pStyle w:val="Tabulka"/>
            </w:pPr>
            <w:r w:rsidRPr="00F95FBD">
              <w:t>E-mail</w:t>
            </w:r>
          </w:p>
        </w:tc>
        <w:tc>
          <w:tcPr>
            <w:tcW w:w="5812" w:type="dxa"/>
            <w:shd w:val="clear" w:color="auto" w:fill="auto"/>
          </w:tcPr>
          <w:p w14:paraId="2D5522DC" w14:textId="77777777" w:rsidR="00D343A3" w:rsidRPr="00F95FBD" w:rsidRDefault="00D343A3" w:rsidP="00BE2C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343A3" w:rsidRPr="00F95FBD" w14:paraId="6B0B1A21" w14:textId="77777777" w:rsidTr="00BE2C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A73672" w14:textId="77777777" w:rsidR="00D343A3" w:rsidRPr="00F95FBD" w:rsidRDefault="00D343A3" w:rsidP="00BE2CF5">
            <w:pPr>
              <w:pStyle w:val="Tabulka"/>
            </w:pPr>
            <w:r w:rsidRPr="00F95FBD">
              <w:t>Telefon</w:t>
            </w:r>
          </w:p>
        </w:tc>
        <w:tc>
          <w:tcPr>
            <w:tcW w:w="5812" w:type="dxa"/>
            <w:shd w:val="clear" w:color="auto" w:fill="auto"/>
          </w:tcPr>
          <w:p w14:paraId="27E082EA" w14:textId="77777777" w:rsidR="00D343A3" w:rsidRPr="00F95FBD" w:rsidRDefault="00D343A3" w:rsidP="00BE2C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B7C9BB" w14:textId="77777777" w:rsidR="004436EE" w:rsidRDefault="004436EE" w:rsidP="004436EE">
      <w:pPr>
        <w:pStyle w:val="Textbezodsazen"/>
      </w:pPr>
    </w:p>
    <w:p w14:paraId="5CC2E3A6" w14:textId="77777777" w:rsidR="00B06D17" w:rsidRDefault="00B06D17" w:rsidP="004436EE">
      <w:pPr>
        <w:pStyle w:val="Textbezodsazen"/>
      </w:pPr>
    </w:p>
    <w:p w14:paraId="3BA4338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55A25FA" w14:textId="77777777" w:rsidR="004436EE" w:rsidRDefault="004436EE" w:rsidP="004436EE">
      <w:pPr>
        <w:pStyle w:val="Textbezodsazen"/>
      </w:pPr>
    </w:p>
    <w:p w14:paraId="394EA7DF" w14:textId="550B0F0E" w:rsidR="00F95FBD" w:rsidRDefault="004436EE" w:rsidP="00111608">
      <w:pPr>
        <w:pStyle w:val="Textbezodsazen"/>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98AF9E5" w14:textId="77777777" w:rsidR="004436EE" w:rsidRDefault="004436EE" w:rsidP="004436EE">
      <w:pPr>
        <w:pStyle w:val="Nadpisbezsl1-1"/>
      </w:pPr>
      <w:r w:rsidRPr="004436EE">
        <w:lastRenderedPageBreak/>
        <w:t>Příloha</w:t>
      </w:r>
      <w:r>
        <w:t xml:space="preserve"> č. 7</w:t>
      </w:r>
    </w:p>
    <w:p w14:paraId="03A17E8B" w14:textId="77777777" w:rsidR="004436EE" w:rsidRDefault="004436EE" w:rsidP="004436EE">
      <w:pPr>
        <w:pStyle w:val="Nadpisbezsl1-2"/>
      </w:pPr>
      <w:r>
        <w:t>Seznam požadovaných pojištění</w:t>
      </w:r>
    </w:p>
    <w:p w14:paraId="65803E63"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03E63608"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6"/>
        <w:gridCol w:w="4174"/>
      </w:tblGrid>
      <w:tr w:rsidR="004436EE" w:rsidRPr="004436EE" w14:paraId="4E64293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1B3911F" w14:textId="77777777" w:rsidR="004436EE" w:rsidRPr="004436EE" w:rsidRDefault="004436EE" w:rsidP="00964369">
            <w:pPr>
              <w:pStyle w:val="Textbezodsazen"/>
              <w:rPr>
                <w:rStyle w:val="Tun"/>
              </w:rPr>
            </w:pPr>
            <w:r w:rsidRPr="004436EE">
              <w:rPr>
                <w:rStyle w:val="Tun"/>
              </w:rPr>
              <w:t>DRUH POJIŠTĚNÍ</w:t>
            </w:r>
          </w:p>
        </w:tc>
        <w:tc>
          <w:tcPr>
            <w:tcW w:w="4227" w:type="dxa"/>
          </w:tcPr>
          <w:p w14:paraId="50D31F4A"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2649E9E7"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738EA3FB" w14:textId="77777777" w:rsidR="004436EE" w:rsidRPr="00825397" w:rsidRDefault="004436EE" w:rsidP="00825397">
            <w:pPr>
              <w:pStyle w:val="Textbezodsazen"/>
              <w:spacing w:before="240" w:after="0"/>
              <w:rPr>
                <w:sz w:val="18"/>
              </w:rPr>
            </w:pPr>
            <w:r w:rsidRPr="00825397">
              <w:rPr>
                <w:sz w:val="18"/>
              </w:rPr>
              <w:t>Pojištění odpovědnosti za škodu způsobenou Zhotovitelem při výkonu podnikatelské činnosti třetím osobám</w:t>
            </w:r>
          </w:p>
        </w:tc>
        <w:tc>
          <w:tcPr>
            <w:tcW w:w="4227" w:type="dxa"/>
          </w:tcPr>
          <w:p w14:paraId="4235D56F" w14:textId="1E2AF691" w:rsidR="004436EE" w:rsidRPr="004436EE" w:rsidRDefault="00232622" w:rsidP="00964369">
            <w:pPr>
              <w:pStyle w:val="Textbezodsazen"/>
              <w:cnfStyle w:val="000000000000" w:firstRow="0" w:lastRow="0" w:firstColumn="0" w:lastColumn="0" w:oddVBand="0" w:evenVBand="0" w:oddHBand="0" w:evenHBand="0" w:firstRowFirstColumn="0" w:firstRowLastColumn="0" w:lastRowFirstColumn="0" w:lastRowLastColumn="0"/>
            </w:pPr>
            <w:r w:rsidRPr="00F32EBD">
              <w:rPr>
                <w:b/>
                <w:sz w:val="18"/>
              </w:rPr>
              <w:t>97 461 930 Kč</w:t>
            </w:r>
          </w:p>
        </w:tc>
      </w:tr>
    </w:tbl>
    <w:p w14:paraId="530E470E" w14:textId="77777777" w:rsidR="00B63F52" w:rsidRDefault="00B63F52" w:rsidP="00B63F52">
      <w:pPr>
        <w:pStyle w:val="Textbezodsazen"/>
        <w:rPr>
          <w:rStyle w:val="Tun"/>
          <w:b w:val="0"/>
        </w:rPr>
      </w:pPr>
    </w:p>
    <w:p w14:paraId="65C8C4F7" w14:textId="77777777" w:rsidR="00B63F52" w:rsidRDefault="00B63F52" w:rsidP="00B63F52">
      <w:pPr>
        <w:pStyle w:val="Textbezodsazen"/>
        <w:rPr>
          <w:rStyle w:val="Tun"/>
          <w:b w:val="0"/>
        </w:rPr>
      </w:pPr>
    </w:p>
    <w:p w14:paraId="6239329C" w14:textId="77777777" w:rsidR="004436EE" w:rsidRDefault="004436EE" w:rsidP="00B63F52">
      <w:pPr>
        <w:pStyle w:val="Textbezodsazen"/>
      </w:pPr>
    </w:p>
    <w:p w14:paraId="475786AE"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3D68C4B" w14:textId="77777777" w:rsidR="00F95FBD" w:rsidRDefault="004436EE" w:rsidP="00F762A8">
      <w:pPr>
        <w:pStyle w:val="Nadpisbezsl1-1"/>
      </w:pPr>
      <w:r>
        <w:lastRenderedPageBreak/>
        <w:t>Příloha č. 8</w:t>
      </w:r>
    </w:p>
    <w:p w14:paraId="58D0CCDF" w14:textId="77777777" w:rsidR="00F95FBD" w:rsidRDefault="00F95FBD" w:rsidP="00F762A8">
      <w:pPr>
        <w:pStyle w:val="Nadpisbezsl1-2"/>
      </w:pPr>
      <w:r>
        <w:t>Seznam poddodavatelů</w:t>
      </w:r>
    </w:p>
    <w:p w14:paraId="5D50669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C7BC99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7DB2E8" w14:textId="77777777" w:rsidR="00F95FBD" w:rsidRPr="00F95FBD" w:rsidRDefault="00F95FBD" w:rsidP="00F762A8">
            <w:pPr>
              <w:pStyle w:val="Tabulka"/>
              <w:rPr>
                <w:rStyle w:val="Nadpisvtabulce"/>
              </w:rPr>
            </w:pPr>
            <w:r w:rsidRPr="00F95FBD">
              <w:rPr>
                <w:rStyle w:val="Nadpisvtabulce"/>
              </w:rPr>
              <w:t>Identifikace poddodavatele</w:t>
            </w:r>
          </w:p>
          <w:p w14:paraId="2145639F"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7E0B8F9E"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C919D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1960AA8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37579775"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3F0EAE4" w14:textId="77777777" w:rsidR="00F95FBD" w:rsidRPr="00F95FBD" w:rsidRDefault="00F95FBD" w:rsidP="003F5723">
            <w:pPr>
              <w:pStyle w:val="Tabulka"/>
            </w:pPr>
            <w:r w:rsidRPr="00F95FBD">
              <w:rPr>
                <w:highlight w:val="yellow"/>
              </w:rPr>
              <w:t>[VLOŽÍ ZHOTOVITEL]</w:t>
            </w:r>
          </w:p>
        </w:tc>
        <w:tc>
          <w:tcPr>
            <w:tcW w:w="3129" w:type="dxa"/>
          </w:tcPr>
          <w:p w14:paraId="6C6FE22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44BE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52CEB17"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65A4210" w14:textId="77777777" w:rsidR="00F95FBD" w:rsidRPr="00F95FBD" w:rsidRDefault="00F95FBD" w:rsidP="003F5723">
            <w:pPr>
              <w:pStyle w:val="Tabulka"/>
            </w:pPr>
            <w:r w:rsidRPr="00F95FBD">
              <w:rPr>
                <w:highlight w:val="yellow"/>
              </w:rPr>
              <w:t>[VLOŽÍ ZHOTOVITEL]</w:t>
            </w:r>
          </w:p>
        </w:tc>
        <w:tc>
          <w:tcPr>
            <w:tcW w:w="3129" w:type="dxa"/>
          </w:tcPr>
          <w:p w14:paraId="3FA5427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4B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520EBC7"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743CBCB" w14:textId="77777777" w:rsidR="004436EE" w:rsidRPr="00F95FBD" w:rsidRDefault="004436EE" w:rsidP="00964369">
            <w:pPr>
              <w:pStyle w:val="Tabulka"/>
            </w:pPr>
            <w:r w:rsidRPr="00F95FBD">
              <w:rPr>
                <w:highlight w:val="yellow"/>
              </w:rPr>
              <w:t>[VLOŽÍ ZHOTOVITEL]</w:t>
            </w:r>
          </w:p>
        </w:tc>
        <w:tc>
          <w:tcPr>
            <w:tcW w:w="3129" w:type="dxa"/>
          </w:tcPr>
          <w:p w14:paraId="4EEDD69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DCF9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AF47C0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B022608" w14:textId="77777777" w:rsidR="004436EE" w:rsidRPr="00F95FBD" w:rsidRDefault="004436EE" w:rsidP="00964369">
            <w:pPr>
              <w:pStyle w:val="Tabulka"/>
            </w:pPr>
            <w:r w:rsidRPr="00F95FBD">
              <w:rPr>
                <w:highlight w:val="yellow"/>
              </w:rPr>
              <w:t>[VLOŽÍ ZHOTOVITEL]</w:t>
            </w:r>
          </w:p>
        </w:tc>
        <w:tc>
          <w:tcPr>
            <w:tcW w:w="3129" w:type="dxa"/>
          </w:tcPr>
          <w:p w14:paraId="5C79DA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9C3E35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12E85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04818EE" w14:textId="77777777" w:rsidR="004436EE" w:rsidRPr="00F95FBD" w:rsidRDefault="004436EE" w:rsidP="00964369">
            <w:pPr>
              <w:pStyle w:val="Tabulka"/>
            </w:pPr>
            <w:r w:rsidRPr="00F95FBD">
              <w:rPr>
                <w:highlight w:val="yellow"/>
              </w:rPr>
              <w:t>[VLOŽÍ ZHOTOVITEL]</w:t>
            </w:r>
          </w:p>
        </w:tc>
        <w:tc>
          <w:tcPr>
            <w:tcW w:w="3129" w:type="dxa"/>
          </w:tcPr>
          <w:p w14:paraId="38F10F0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2DAF5C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76EFE6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16956A1" w14:textId="77777777" w:rsidR="004436EE" w:rsidRPr="00F95FBD" w:rsidRDefault="004436EE" w:rsidP="00964369">
            <w:pPr>
              <w:pStyle w:val="Tabulka"/>
            </w:pPr>
            <w:r w:rsidRPr="00F95FBD">
              <w:rPr>
                <w:highlight w:val="yellow"/>
              </w:rPr>
              <w:t>[VLOŽÍ ZHOTOVITEL]</w:t>
            </w:r>
          </w:p>
        </w:tc>
        <w:tc>
          <w:tcPr>
            <w:tcW w:w="3129" w:type="dxa"/>
          </w:tcPr>
          <w:p w14:paraId="712D61A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50978D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1B7882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48232F01" w14:textId="77777777" w:rsidR="004436EE" w:rsidRPr="00F95FBD" w:rsidRDefault="004436EE" w:rsidP="00964369">
            <w:pPr>
              <w:pStyle w:val="Tabulka"/>
            </w:pPr>
            <w:r w:rsidRPr="00F95FBD">
              <w:rPr>
                <w:highlight w:val="yellow"/>
              </w:rPr>
              <w:t>[VLOŽÍ ZHOTOVITEL]</w:t>
            </w:r>
          </w:p>
        </w:tc>
        <w:tc>
          <w:tcPr>
            <w:tcW w:w="3129" w:type="dxa"/>
          </w:tcPr>
          <w:p w14:paraId="08CF14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62A09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0876BE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8F07047" w14:textId="77777777" w:rsidR="004436EE" w:rsidRPr="00F95FBD" w:rsidRDefault="004436EE" w:rsidP="00964369">
            <w:pPr>
              <w:pStyle w:val="Tabulka"/>
            </w:pPr>
            <w:r w:rsidRPr="00F95FBD">
              <w:rPr>
                <w:highlight w:val="yellow"/>
              </w:rPr>
              <w:t>[VLOŽÍ ZHOTOVITEL]</w:t>
            </w:r>
          </w:p>
        </w:tc>
        <w:tc>
          <w:tcPr>
            <w:tcW w:w="3129" w:type="dxa"/>
          </w:tcPr>
          <w:p w14:paraId="1B1041A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B2EE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9CF3FF"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264255E8" w14:textId="77777777" w:rsidR="004436EE" w:rsidRPr="004436EE" w:rsidRDefault="004436EE" w:rsidP="004436EE">
            <w:pPr>
              <w:pStyle w:val="Tabulka"/>
              <w:jc w:val="right"/>
              <w:rPr>
                <w:rStyle w:val="Tun"/>
              </w:rPr>
            </w:pPr>
            <w:r w:rsidRPr="004436EE">
              <w:rPr>
                <w:rStyle w:val="Tun"/>
              </w:rPr>
              <w:t>CELKEM %</w:t>
            </w:r>
          </w:p>
        </w:tc>
        <w:tc>
          <w:tcPr>
            <w:tcW w:w="2957" w:type="dxa"/>
          </w:tcPr>
          <w:p w14:paraId="59E65D7A"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149864F" w14:textId="77777777" w:rsidR="00F95FBD" w:rsidRPr="00F95FBD" w:rsidRDefault="00F95FBD" w:rsidP="006C5357">
      <w:pPr>
        <w:pStyle w:val="Textbezodsazen"/>
      </w:pPr>
    </w:p>
    <w:p w14:paraId="1CB2442A" w14:textId="77777777" w:rsidR="00F95FBD" w:rsidRPr="00F95FBD" w:rsidRDefault="00F95FBD" w:rsidP="006C5357">
      <w:pPr>
        <w:pStyle w:val="Textbezodsazen"/>
      </w:pPr>
    </w:p>
    <w:p w14:paraId="7DEDD353" w14:textId="77777777" w:rsidR="00F95FBD" w:rsidRDefault="00F95FBD" w:rsidP="006C5357">
      <w:pPr>
        <w:pStyle w:val="Textbezodsazen"/>
      </w:pPr>
    </w:p>
    <w:p w14:paraId="1BD0F289" w14:textId="77777777" w:rsidR="006C5357" w:rsidRDefault="006C5357" w:rsidP="006C5357">
      <w:pPr>
        <w:pStyle w:val="Textbezodsazen"/>
      </w:pPr>
    </w:p>
    <w:p w14:paraId="39F523E6" w14:textId="77777777" w:rsidR="006C5357" w:rsidRDefault="006C5357" w:rsidP="006C5357">
      <w:pPr>
        <w:pStyle w:val="Textbezodsazen"/>
      </w:pPr>
    </w:p>
    <w:p w14:paraId="0C6EF5E4" w14:textId="77777777" w:rsidR="006C5357" w:rsidRDefault="006C5357" w:rsidP="006C5357">
      <w:pPr>
        <w:pStyle w:val="Textbezodsazen"/>
      </w:pPr>
    </w:p>
    <w:p w14:paraId="17DBDC4F" w14:textId="77777777" w:rsidR="006C5357" w:rsidRDefault="006C5357" w:rsidP="006C5357">
      <w:pPr>
        <w:pStyle w:val="Textbezodsazen"/>
      </w:pPr>
    </w:p>
    <w:p w14:paraId="689F8A2E" w14:textId="77777777" w:rsidR="006C5357" w:rsidRDefault="006C5357" w:rsidP="006C5357">
      <w:pPr>
        <w:pStyle w:val="Textbezodsazen"/>
      </w:pPr>
    </w:p>
    <w:p w14:paraId="4B84EB7D" w14:textId="77777777" w:rsidR="006C5357" w:rsidRDefault="006C5357" w:rsidP="006C5357">
      <w:pPr>
        <w:pStyle w:val="Textbezodsazen"/>
      </w:pPr>
    </w:p>
    <w:p w14:paraId="454B0003" w14:textId="77777777" w:rsidR="006C5357" w:rsidRDefault="006C5357" w:rsidP="006C5357">
      <w:pPr>
        <w:pStyle w:val="Textbezodsazen"/>
      </w:pPr>
    </w:p>
    <w:p w14:paraId="694C589E" w14:textId="77777777" w:rsidR="006C5357" w:rsidRDefault="006C5357" w:rsidP="006C5357">
      <w:pPr>
        <w:pStyle w:val="Textbezodsazen"/>
      </w:pPr>
    </w:p>
    <w:p w14:paraId="30F083F6" w14:textId="77777777" w:rsidR="006C5357" w:rsidRDefault="006C5357" w:rsidP="006C5357">
      <w:pPr>
        <w:pStyle w:val="Textbezodsazen"/>
      </w:pPr>
    </w:p>
    <w:p w14:paraId="160330B0" w14:textId="77777777" w:rsidR="006C5357" w:rsidRDefault="006C5357" w:rsidP="006C5357">
      <w:pPr>
        <w:pStyle w:val="Textbezodsazen"/>
      </w:pPr>
    </w:p>
    <w:p w14:paraId="136F8BE2" w14:textId="77777777" w:rsidR="006C5357" w:rsidRDefault="006C5357" w:rsidP="006C5357">
      <w:pPr>
        <w:pStyle w:val="Textbezodsazen"/>
      </w:pPr>
    </w:p>
    <w:p w14:paraId="39561C91" w14:textId="77777777" w:rsidR="006C5357" w:rsidRDefault="006C5357" w:rsidP="006C5357">
      <w:pPr>
        <w:pStyle w:val="Textbezodsazen"/>
      </w:pPr>
    </w:p>
    <w:p w14:paraId="3792BABF" w14:textId="77777777" w:rsidR="006C5357" w:rsidRDefault="006C5357" w:rsidP="006C5357">
      <w:pPr>
        <w:pStyle w:val="Textbezodsazen"/>
      </w:pPr>
    </w:p>
    <w:p w14:paraId="13130396" w14:textId="77777777" w:rsidR="006C5357" w:rsidRDefault="006C5357" w:rsidP="006C5357">
      <w:pPr>
        <w:pStyle w:val="Textbezodsazen"/>
      </w:pPr>
    </w:p>
    <w:p w14:paraId="5B7D4EEF" w14:textId="77777777" w:rsidR="006C5357" w:rsidRDefault="006C5357" w:rsidP="006C5357">
      <w:pPr>
        <w:pStyle w:val="Textbezodsazen"/>
      </w:pPr>
    </w:p>
    <w:p w14:paraId="7149FE90" w14:textId="77777777" w:rsidR="006C5357" w:rsidRDefault="006C5357" w:rsidP="006C5357">
      <w:pPr>
        <w:pStyle w:val="Textbezodsazen"/>
      </w:pPr>
    </w:p>
    <w:p w14:paraId="3EB7CF0D" w14:textId="77777777" w:rsidR="006C5357" w:rsidRDefault="006C5357" w:rsidP="006C5357">
      <w:pPr>
        <w:pStyle w:val="Textbezodsazen"/>
      </w:pPr>
    </w:p>
    <w:p w14:paraId="2C8EFF90" w14:textId="77777777" w:rsidR="006C5357" w:rsidRDefault="006C5357" w:rsidP="006C5357">
      <w:pPr>
        <w:pStyle w:val="Textbezodsazen"/>
      </w:pPr>
    </w:p>
    <w:p w14:paraId="04EF08FD" w14:textId="77777777" w:rsidR="006C5357" w:rsidRDefault="006C5357" w:rsidP="006C5357">
      <w:pPr>
        <w:pStyle w:val="Textbezodsazen"/>
      </w:pPr>
    </w:p>
    <w:p w14:paraId="613884EF" w14:textId="77777777" w:rsidR="00F95FBD" w:rsidRDefault="00F95FBD" w:rsidP="006C5357">
      <w:pPr>
        <w:pStyle w:val="Textbezodsazen"/>
      </w:pPr>
    </w:p>
    <w:p w14:paraId="5050B969"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3E5E343" w14:textId="77777777" w:rsidR="00F762A8" w:rsidRDefault="00F762A8" w:rsidP="00F762A8">
      <w:pPr>
        <w:pStyle w:val="Nadpisbezsl1-1"/>
      </w:pPr>
      <w:r>
        <w:lastRenderedPageBreak/>
        <w:t xml:space="preserve">Příloha č. </w:t>
      </w:r>
      <w:r w:rsidR="004436EE">
        <w:t>9</w:t>
      </w:r>
    </w:p>
    <w:p w14:paraId="654C4D51" w14:textId="77777777" w:rsidR="004436EE" w:rsidRDefault="004436EE" w:rsidP="004436EE">
      <w:pPr>
        <w:pStyle w:val="Nadpisbezsl1-2"/>
      </w:pPr>
      <w:r>
        <w:t>Související dokumenty</w:t>
      </w:r>
    </w:p>
    <w:p w14:paraId="3B3EFD4F"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0D62ACC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A889437" w14:textId="77777777" w:rsidR="00D0544F" w:rsidRPr="00F95FBD" w:rsidRDefault="00D0544F" w:rsidP="00964369">
            <w:pPr>
              <w:pStyle w:val="Tabulka"/>
              <w:rPr>
                <w:rStyle w:val="Nadpisvtabulce"/>
              </w:rPr>
            </w:pPr>
            <w:r>
              <w:rPr>
                <w:rStyle w:val="Nadpisvtabulce"/>
              </w:rPr>
              <w:t>Název dokumentu</w:t>
            </w:r>
          </w:p>
        </w:tc>
        <w:tc>
          <w:tcPr>
            <w:tcW w:w="3129" w:type="dxa"/>
          </w:tcPr>
          <w:p w14:paraId="64AAFDFC"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0EDE9E11"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6493A92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D8ADD0E" w14:textId="4F4CDF27" w:rsidR="00D0544F" w:rsidRPr="00D0544F" w:rsidRDefault="008525FD" w:rsidP="00D0544F">
            <w:pPr>
              <w:pStyle w:val="Tabulka"/>
              <w:rPr>
                <w:highlight w:val="green"/>
              </w:rPr>
            </w:pPr>
            <w:r w:rsidRPr="0086318E">
              <w:t>Schvalovací protokol ZP</w:t>
            </w:r>
          </w:p>
        </w:tc>
        <w:tc>
          <w:tcPr>
            <w:tcW w:w="3129" w:type="dxa"/>
          </w:tcPr>
          <w:p w14:paraId="734F339B" w14:textId="0B63F9C2" w:rsidR="00D0544F" w:rsidRPr="00F95FBD" w:rsidRDefault="0086318E" w:rsidP="00964369">
            <w:pPr>
              <w:pStyle w:val="Tabulka"/>
              <w:jc w:val="center"/>
              <w:cnfStyle w:val="000000000000" w:firstRow="0" w:lastRow="0" w:firstColumn="0" w:lastColumn="0" w:oddVBand="0" w:evenVBand="0" w:oddHBand="0" w:evenHBand="0" w:firstRowFirstColumn="0" w:firstRowLastColumn="0" w:lastRowFirstColumn="0" w:lastRowLastColumn="0"/>
            </w:pPr>
            <w:r>
              <w:t>36/2020-910-IZD/6</w:t>
            </w:r>
          </w:p>
        </w:tc>
        <w:tc>
          <w:tcPr>
            <w:tcW w:w="2957" w:type="dxa"/>
          </w:tcPr>
          <w:p w14:paraId="407BB320" w14:textId="40F63600" w:rsidR="00D0544F" w:rsidRPr="00F95FBD" w:rsidRDefault="0086318E" w:rsidP="00964369">
            <w:pPr>
              <w:pStyle w:val="Tabulka"/>
              <w:jc w:val="center"/>
              <w:cnfStyle w:val="000000000000" w:firstRow="0" w:lastRow="0" w:firstColumn="0" w:lastColumn="0" w:oddVBand="0" w:evenVBand="0" w:oddHBand="0" w:evenHBand="0" w:firstRowFirstColumn="0" w:firstRowLastColumn="0" w:lastRowFirstColumn="0" w:lastRowLastColumn="0"/>
            </w:pPr>
            <w:r>
              <w:t>11.5.2020</w:t>
            </w:r>
          </w:p>
        </w:tc>
      </w:tr>
      <w:tr w:rsidR="00D0544F" w:rsidRPr="00F95FBD" w14:paraId="7602F89D"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FCDA899" w14:textId="145AC5D7" w:rsidR="00D0544F" w:rsidRPr="00D0544F" w:rsidRDefault="00C03C21" w:rsidP="00964369">
            <w:pPr>
              <w:pStyle w:val="Tabulka"/>
              <w:rPr>
                <w:highlight w:val="green"/>
              </w:rPr>
            </w:pPr>
            <w:r>
              <w:t>Aktualizace studie proveditelnosti Optimalizace trati Kolín – Všetaty - Děčín</w:t>
            </w:r>
          </w:p>
        </w:tc>
        <w:tc>
          <w:tcPr>
            <w:tcW w:w="3129" w:type="dxa"/>
          </w:tcPr>
          <w:p w14:paraId="5FC99E1E"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4C3C900" w14:textId="759AAB49" w:rsidR="00D0544F" w:rsidRPr="00F95FBD" w:rsidRDefault="00C03C21" w:rsidP="00964369">
            <w:pPr>
              <w:pStyle w:val="Tabulka"/>
              <w:jc w:val="center"/>
              <w:cnfStyle w:val="000000000000" w:firstRow="0" w:lastRow="0" w:firstColumn="0" w:lastColumn="0" w:oddVBand="0" w:evenVBand="0" w:oddHBand="0" w:evenHBand="0" w:firstRowFirstColumn="0" w:firstRowLastColumn="0" w:lastRowFirstColumn="0" w:lastRowLastColumn="0"/>
            </w:pPr>
            <w:r>
              <w:t>15.12.2020</w:t>
            </w:r>
          </w:p>
        </w:tc>
      </w:tr>
      <w:tr w:rsidR="00D0544F" w:rsidRPr="00F95FBD" w14:paraId="5365D7D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B088349"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40A18938"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01A13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0F01DF5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515182A"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154CAF5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9EE88C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3B6F515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5E0A932"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26C7D8A7"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BCF5150"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2553466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88F4F71"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6CE772A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6271B69"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5433E5E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6C11DFD"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39A81F58"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1C741C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4EB0A5D4"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606E079" w14:textId="77777777" w:rsidR="00D0544F" w:rsidRPr="00D0544F" w:rsidRDefault="00D0544F" w:rsidP="00964369">
            <w:pPr>
              <w:pStyle w:val="Tabulka"/>
              <w:rPr>
                <w:highlight w:val="green"/>
              </w:rPr>
            </w:pPr>
          </w:p>
        </w:tc>
        <w:tc>
          <w:tcPr>
            <w:tcW w:w="3129" w:type="dxa"/>
          </w:tcPr>
          <w:p w14:paraId="30DE7CD7"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26819B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9D69001" w14:textId="77777777" w:rsidR="00D0544F" w:rsidRDefault="00D0544F" w:rsidP="00D0544F">
      <w:pPr>
        <w:pStyle w:val="Textbezodsazen"/>
      </w:pPr>
    </w:p>
    <w:p w14:paraId="675F55F8" w14:textId="77777777" w:rsidR="00D0544F" w:rsidRDefault="00D0544F" w:rsidP="00D0544F">
      <w:pPr>
        <w:pStyle w:val="Textbezodsazen"/>
      </w:pPr>
    </w:p>
    <w:p w14:paraId="4F72029B" w14:textId="77777777" w:rsidR="00F762A8" w:rsidRDefault="00F762A8" w:rsidP="00F762A8">
      <w:pPr>
        <w:pStyle w:val="Textbezodsazen"/>
      </w:pPr>
    </w:p>
    <w:p w14:paraId="63DAC348" w14:textId="77777777" w:rsidR="00F762A8" w:rsidRDefault="00F762A8" w:rsidP="00F762A8">
      <w:pPr>
        <w:pStyle w:val="Textbezodsazen"/>
      </w:pPr>
    </w:p>
    <w:p w14:paraId="5A828C3A" w14:textId="77777777" w:rsidR="006C5357" w:rsidRDefault="006C5357" w:rsidP="00F762A8">
      <w:pPr>
        <w:pStyle w:val="Textbezodsazen"/>
      </w:pPr>
    </w:p>
    <w:p w14:paraId="5D4A7C90" w14:textId="77777777" w:rsidR="00F762A8" w:rsidRDefault="00F762A8" w:rsidP="00F762A8">
      <w:pPr>
        <w:pStyle w:val="Textbezodsazen"/>
      </w:pPr>
    </w:p>
    <w:p w14:paraId="0D9984F2"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558DE937" w14:textId="77777777" w:rsidR="00D0544F" w:rsidRDefault="00D0544F" w:rsidP="00D0544F">
      <w:pPr>
        <w:pStyle w:val="Nadpisbezsl1-1"/>
      </w:pPr>
      <w:r>
        <w:lastRenderedPageBreak/>
        <w:t>Příloha č. 10</w:t>
      </w:r>
    </w:p>
    <w:p w14:paraId="4038D0C0" w14:textId="77777777" w:rsidR="00D0544F" w:rsidRDefault="00D0544F" w:rsidP="00D0544F">
      <w:pPr>
        <w:pStyle w:val="Nadpisbezsl1-2"/>
      </w:pPr>
      <w:r>
        <w:t>Zmocnění Vedoucího Zhotovitele</w:t>
      </w:r>
    </w:p>
    <w:p w14:paraId="5EAD338F" w14:textId="77777777" w:rsidR="006A67D6" w:rsidRDefault="006A67D6" w:rsidP="006A67D6">
      <w:pPr>
        <w:pStyle w:val="Textbezodsazen"/>
      </w:pPr>
    </w:p>
    <w:p w14:paraId="359FDEAD" w14:textId="77777777" w:rsidR="006A67D6" w:rsidRDefault="006A67D6" w:rsidP="006A67D6">
      <w:pPr>
        <w:pStyle w:val="Textbezodsazen"/>
      </w:pPr>
    </w:p>
    <w:p w14:paraId="512E51A3" w14:textId="77777777" w:rsidR="006C5357" w:rsidRDefault="006C5357" w:rsidP="006A67D6">
      <w:pPr>
        <w:pStyle w:val="Textbezodsazen"/>
      </w:pPr>
    </w:p>
    <w:p w14:paraId="78FEBC4B" w14:textId="77777777" w:rsidR="006C5357" w:rsidRDefault="006C5357" w:rsidP="006A67D6">
      <w:pPr>
        <w:pStyle w:val="Textbezodsazen"/>
      </w:pPr>
    </w:p>
    <w:p w14:paraId="5F8A8088" w14:textId="77777777" w:rsidR="006C5357" w:rsidRDefault="006C5357" w:rsidP="006A67D6">
      <w:pPr>
        <w:pStyle w:val="Textbezodsazen"/>
      </w:pPr>
    </w:p>
    <w:p w14:paraId="5F71C1D6" w14:textId="77777777" w:rsidR="006C5357" w:rsidRDefault="006C5357" w:rsidP="006A67D6">
      <w:pPr>
        <w:pStyle w:val="Textbezodsazen"/>
      </w:pPr>
    </w:p>
    <w:p w14:paraId="2A26262E"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87E6E" w16cex:dateUtc="2020-10-19T19:06:00Z"/>
  <w16cex:commentExtensible w16cex:durableId="23387E7D" w16cex:dateUtc="2020-10-19T19:07:00Z"/>
  <w16cex:commentExtensible w16cex:durableId="233880D2" w16cex:dateUtc="2020-10-19T19:13:00Z"/>
  <w16cex:commentExtensible w16cex:durableId="23388241" w16cex:dateUtc="2020-10-19T19:13:00Z"/>
  <w16cex:commentExtensible w16cex:durableId="23388279" w16cex:dateUtc="2020-10-19T19:13:00Z"/>
  <w16cex:commentExtensible w16cex:durableId="23388278" w16cex:dateUtc="2020-10-19T19:13:00Z"/>
  <w16cex:commentExtensible w16cex:durableId="233883C3" w16cex:dateUtc="2020-10-19T19:13:00Z"/>
  <w16cex:commentExtensible w16cex:durableId="233885C1" w16cex:dateUtc="2020-10-19T19:13:00Z"/>
  <w16cex:commentExtensible w16cex:durableId="233885FA" w16cex:dateUtc="2020-10-19T19:13:00Z"/>
  <w16cex:commentExtensible w16cex:durableId="2338872A" w16cex:dateUtc="2020-10-19T1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ACF0EEA" w16cid:durableId="23387E6E"/>
  <w16cid:commentId w16cid:paraId="668CE6FB" w16cid:durableId="23387E7D"/>
  <w16cid:commentId w16cid:paraId="67AAED1D" w16cid:durableId="233880D2"/>
  <w16cid:commentId w16cid:paraId="42E61DB7" w16cid:durableId="23388241"/>
  <w16cid:commentId w16cid:paraId="1603BE45" w16cid:durableId="23388279"/>
  <w16cid:commentId w16cid:paraId="28A707A1" w16cid:durableId="23388278"/>
  <w16cid:commentId w16cid:paraId="3A594A1C" w16cid:durableId="233883C3"/>
  <w16cid:commentId w16cid:paraId="1845D50D" w16cid:durableId="233885C1"/>
  <w16cid:commentId w16cid:paraId="112593BA" w16cid:durableId="233885FA"/>
  <w16cid:commentId w16cid:paraId="5DE1C650" w16cid:durableId="2338872A"/>
  <w16cid:commentId w16cid:paraId="565CE856" w16cid:durableId="23161980"/>
  <w16cid:commentId w16cid:paraId="45A496F7" w16cid:durableId="231619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4002F" w14:textId="77777777" w:rsidR="00E37602" w:rsidRDefault="00E37602" w:rsidP="00962258">
      <w:pPr>
        <w:spacing w:after="0" w:line="240" w:lineRule="auto"/>
      </w:pPr>
      <w:r>
        <w:separator/>
      </w:r>
    </w:p>
  </w:endnote>
  <w:endnote w:type="continuationSeparator" w:id="0">
    <w:p w14:paraId="7778D0B6" w14:textId="77777777" w:rsidR="00E37602" w:rsidRDefault="00E376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183640DE" w14:textId="77777777" w:rsidTr="009626C4">
      <w:tc>
        <w:tcPr>
          <w:tcW w:w="907" w:type="dxa"/>
          <w:tcMar>
            <w:left w:w="0" w:type="dxa"/>
            <w:right w:w="0" w:type="dxa"/>
          </w:tcMar>
          <w:vAlign w:val="bottom"/>
        </w:tcPr>
        <w:p w14:paraId="073DCAFE" w14:textId="66DA28F6"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10</w:t>
          </w:r>
          <w:r>
            <w:rPr>
              <w:rStyle w:val="slostrnky"/>
            </w:rPr>
            <w:fldChar w:fldCharType="end"/>
          </w:r>
        </w:p>
      </w:tc>
      <w:tc>
        <w:tcPr>
          <w:tcW w:w="0" w:type="auto"/>
          <w:vAlign w:val="bottom"/>
        </w:tcPr>
        <w:p w14:paraId="68A134A8" w14:textId="0A2A775F" w:rsidR="00D0070D" w:rsidRPr="003462EB" w:rsidRDefault="00B458BB" w:rsidP="009626C4">
          <w:pPr>
            <w:pStyle w:val="Zpatvlevo"/>
          </w:pPr>
          <w:fldSimple w:instr=" STYLEREF  _Název_akce  \* MERGEFORMAT ">
            <w:r w:rsidR="007B1956" w:rsidRPr="007B1956">
              <w:rPr>
                <w:bCs/>
                <w:noProof/>
              </w:rPr>
              <w:t>„Rekonstrukce žst.</w:t>
            </w:r>
            <w:r w:rsidR="007B1956">
              <w:rPr>
                <w:noProof/>
              </w:rPr>
              <w:t xml:space="preserve"> Děčín východ dolní nádraží“</w:t>
            </w:r>
          </w:fldSimple>
        </w:p>
        <w:p w14:paraId="0B6E0EB1" w14:textId="51F73436" w:rsidR="00D0070D" w:rsidRPr="003462EB" w:rsidRDefault="00D0070D" w:rsidP="00BE15D3">
          <w:pPr>
            <w:pStyle w:val="Zpatvlevo"/>
          </w:pPr>
          <w:r>
            <w:t>Smlouva o dílo na zhotovení DUR, DSP,PDPS+AD</w:t>
          </w:r>
        </w:p>
      </w:tc>
    </w:tr>
  </w:tbl>
  <w:p w14:paraId="746350B3" w14:textId="36A72E5C" w:rsidR="00D0070D" w:rsidRPr="00402B45" w:rsidRDefault="00D0070D">
    <w:pPr>
      <w:pStyle w:val="Zpat"/>
      <w:rPr>
        <w:sz w:val="2"/>
        <w:szCs w:val="2"/>
      </w:rPr>
    </w:pPr>
    <w:r>
      <w:rPr>
        <w:sz w:val="2"/>
        <w:szCs w:val="2"/>
      </w:rPr>
      <w:t>DÚR</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2D494E24" w14:textId="77777777" w:rsidTr="009626C4">
      <w:tc>
        <w:tcPr>
          <w:tcW w:w="907" w:type="dxa"/>
          <w:tcMar>
            <w:left w:w="0" w:type="dxa"/>
            <w:right w:w="0" w:type="dxa"/>
          </w:tcMar>
          <w:vAlign w:val="bottom"/>
        </w:tcPr>
        <w:p w14:paraId="47567ACB" w14:textId="18AF8874" w:rsidR="00D0070D" w:rsidRPr="00B8518B" w:rsidRDefault="00D0070D" w:rsidP="001D60FF">
          <w:pPr>
            <w:pStyle w:val="Zpat"/>
            <w:rPr>
              <w:rStyle w:val="slostrnky"/>
            </w:rPr>
          </w:pPr>
          <w:r>
            <w:rPr>
              <w:rStyle w:val="slostrnky"/>
            </w:rPr>
            <w:t>DUR,</w:t>
          </w: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4</w:t>
          </w:r>
          <w:r>
            <w:rPr>
              <w:rStyle w:val="slostrnky"/>
            </w:rPr>
            <w:fldChar w:fldCharType="end"/>
          </w:r>
        </w:p>
      </w:tc>
      <w:tc>
        <w:tcPr>
          <w:tcW w:w="0" w:type="auto"/>
          <w:vAlign w:val="bottom"/>
        </w:tcPr>
        <w:p w14:paraId="5BB1A811" w14:textId="77777777" w:rsidR="00D0070D" w:rsidRPr="005328CA" w:rsidRDefault="00D0070D" w:rsidP="009626C4">
          <w:pPr>
            <w:pStyle w:val="Zpatvlevo"/>
            <w:rPr>
              <w:b/>
            </w:rPr>
          </w:pPr>
          <w:r w:rsidRPr="005328CA">
            <w:rPr>
              <w:b/>
            </w:rPr>
            <w:t xml:space="preserve">Příloha č. </w:t>
          </w:r>
          <w:r>
            <w:rPr>
              <w:b/>
            </w:rPr>
            <w:t>4</w:t>
          </w:r>
        </w:p>
        <w:p w14:paraId="49898AB6" w14:textId="5C759310" w:rsidR="00D0070D" w:rsidRPr="003462EB" w:rsidRDefault="00B458BB" w:rsidP="009626C4">
          <w:pPr>
            <w:pStyle w:val="Zpatvlevo"/>
          </w:pPr>
          <w:fldSimple w:instr=" STYLEREF  _Název_akce  \* MERGEFORMAT ">
            <w:r w:rsidR="007B1956" w:rsidRPr="007B1956">
              <w:rPr>
                <w:bCs/>
                <w:noProof/>
              </w:rPr>
              <w:t>„Rekonstrukce žst.</w:t>
            </w:r>
            <w:r w:rsidR="007B1956">
              <w:rPr>
                <w:noProof/>
              </w:rPr>
              <w:t xml:space="preserve"> Děčín východ dolní nádraží“</w:t>
            </w:r>
          </w:fldSimple>
        </w:p>
        <w:p w14:paraId="3C9B4F98" w14:textId="476366DB" w:rsidR="00D0070D" w:rsidRPr="003462EB" w:rsidRDefault="00D0070D" w:rsidP="00402B45">
          <w:pPr>
            <w:pStyle w:val="Zpatvlevo"/>
          </w:pPr>
          <w:r>
            <w:t>Smlouva o dílo na zhotovení DUR,  DSP+PDPS+AD</w:t>
          </w:r>
        </w:p>
      </w:tc>
    </w:tr>
  </w:tbl>
  <w:p w14:paraId="70477F56" w14:textId="77777777" w:rsidR="00D0070D" w:rsidRPr="00402B45" w:rsidRDefault="00D0070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308A4BA5" w14:textId="77777777" w:rsidTr="009626C4">
      <w:tc>
        <w:tcPr>
          <w:tcW w:w="0" w:type="auto"/>
          <w:tcMar>
            <w:left w:w="0" w:type="dxa"/>
            <w:right w:w="0" w:type="dxa"/>
          </w:tcMar>
          <w:vAlign w:val="bottom"/>
        </w:tcPr>
        <w:p w14:paraId="7A17D805" w14:textId="77777777" w:rsidR="00D0070D" w:rsidRPr="005328CA" w:rsidRDefault="00D0070D" w:rsidP="009626C4">
          <w:pPr>
            <w:pStyle w:val="Zpatvpravo"/>
            <w:rPr>
              <w:b/>
            </w:rPr>
          </w:pPr>
          <w:r w:rsidRPr="005328CA">
            <w:rPr>
              <w:b/>
            </w:rPr>
            <w:t xml:space="preserve">Příloha č. </w:t>
          </w:r>
          <w:r>
            <w:rPr>
              <w:b/>
            </w:rPr>
            <w:t>4</w:t>
          </w:r>
          <w:r w:rsidRPr="005328CA">
            <w:rPr>
              <w:b/>
            </w:rPr>
            <w:t xml:space="preserve">   </w:t>
          </w:r>
        </w:p>
        <w:p w14:paraId="7FC74189" w14:textId="03E0DAC4"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1A2A1025" w14:textId="35C81903"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5ABA1A28" w14:textId="362E739C"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4</w:t>
          </w:r>
          <w:r>
            <w:rPr>
              <w:rStyle w:val="slostrnky"/>
            </w:rPr>
            <w:fldChar w:fldCharType="end"/>
          </w:r>
        </w:p>
      </w:tc>
    </w:tr>
  </w:tbl>
  <w:p w14:paraId="4484CDFC" w14:textId="77777777" w:rsidR="00D0070D" w:rsidRPr="00B8518B" w:rsidRDefault="00D0070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7FBAA124" w14:textId="77777777" w:rsidTr="009626C4">
      <w:tc>
        <w:tcPr>
          <w:tcW w:w="907" w:type="dxa"/>
          <w:tcMar>
            <w:left w:w="0" w:type="dxa"/>
            <w:right w:w="0" w:type="dxa"/>
          </w:tcMar>
          <w:vAlign w:val="bottom"/>
        </w:tcPr>
        <w:p w14:paraId="565D045D" w14:textId="1FAC983F"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3</w:t>
          </w:r>
          <w:r>
            <w:rPr>
              <w:rStyle w:val="slostrnky"/>
            </w:rPr>
            <w:fldChar w:fldCharType="end"/>
          </w:r>
        </w:p>
      </w:tc>
      <w:tc>
        <w:tcPr>
          <w:tcW w:w="0" w:type="auto"/>
          <w:vAlign w:val="bottom"/>
        </w:tcPr>
        <w:p w14:paraId="497D3E26" w14:textId="77777777" w:rsidR="00D0070D" w:rsidRPr="005328CA" w:rsidRDefault="00D0070D" w:rsidP="009626C4">
          <w:pPr>
            <w:pStyle w:val="Zpatvlevo"/>
            <w:rPr>
              <w:b/>
            </w:rPr>
          </w:pPr>
          <w:r w:rsidRPr="005328CA">
            <w:rPr>
              <w:b/>
            </w:rPr>
            <w:t xml:space="preserve">Příloha č. </w:t>
          </w:r>
          <w:r>
            <w:rPr>
              <w:b/>
            </w:rPr>
            <w:t>5</w:t>
          </w:r>
        </w:p>
        <w:p w14:paraId="64C613E4" w14:textId="714CCA05" w:rsidR="00D0070D" w:rsidRPr="003462EB" w:rsidRDefault="00B458BB"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1DF5F4BC" w14:textId="77777777" w:rsidR="00D0070D" w:rsidRPr="003462EB" w:rsidRDefault="00D0070D" w:rsidP="00402B45">
          <w:pPr>
            <w:pStyle w:val="Zpatvlevo"/>
          </w:pPr>
          <w:r>
            <w:t>Smlouva o dílo na zhotovení DSP+PDPS+AD</w:t>
          </w:r>
        </w:p>
      </w:tc>
    </w:tr>
  </w:tbl>
  <w:p w14:paraId="35C4E1E8" w14:textId="77777777" w:rsidR="00D0070D" w:rsidRPr="00402B45" w:rsidRDefault="00D0070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6AFAD035" w14:textId="77777777" w:rsidTr="00286AD1">
      <w:trPr>
        <w:jc w:val="right"/>
      </w:trPr>
      <w:tc>
        <w:tcPr>
          <w:tcW w:w="0" w:type="auto"/>
          <w:tcMar>
            <w:left w:w="0" w:type="dxa"/>
            <w:right w:w="0" w:type="dxa"/>
          </w:tcMar>
          <w:vAlign w:val="bottom"/>
        </w:tcPr>
        <w:p w14:paraId="7CD70DB1" w14:textId="77777777" w:rsidR="00D0070D" w:rsidRPr="005328CA" w:rsidRDefault="00D0070D" w:rsidP="009626C4">
          <w:pPr>
            <w:pStyle w:val="Zpatvpravo"/>
            <w:rPr>
              <w:b/>
            </w:rPr>
          </w:pPr>
          <w:r w:rsidRPr="005328CA">
            <w:rPr>
              <w:b/>
            </w:rPr>
            <w:t xml:space="preserve">Příloha č. </w:t>
          </w:r>
          <w:r>
            <w:rPr>
              <w:b/>
            </w:rPr>
            <w:t>5</w:t>
          </w:r>
          <w:r w:rsidRPr="005328CA">
            <w:rPr>
              <w:b/>
            </w:rPr>
            <w:t xml:space="preserve">   </w:t>
          </w:r>
        </w:p>
        <w:p w14:paraId="613529C6" w14:textId="0FBC2A63"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4F906F1D" w14:textId="0DD173C7"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730391BC" w14:textId="28D0FA6E"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3</w:t>
          </w:r>
          <w:r>
            <w:rPr>
              <w:rStyle w:val="slostrnky"/>
            </w:rPr>
            <w:fldChar w:fldCharType="end"/>
          </w:r>
        </w:p>
      </w:tc>
    </w:tr>
  </w:tbl>
  <w:p w14:paraId="33126549" w14:textId="77777777" w:rsidR="00D0070D" w:rsidRPr="00B8518B" w:rsidRDefault="00D0070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38DFC5E8" w14:textId="77777777" w:rsidTr="009626C4">
      <w:tc>
        <w:tcPr>
          <w:tcW w:w="907" w:type="dxa"/>
          <w:tcMar>
            <w:left w:w="0" w:type="dxa"/>
            <w:right w:w="0" w:type="dxa"/>
          </w:tcMar>
          <w:vAlign w:val="bottom"/>
        </w:tcPr>
        <w:p w14:paraId="6CB60FAD" w14:textId="6DCA0A44"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4</w:t>
          </w:r>
          <w:r>
            <w:rPr>
              <w:rStyle w:val="slostrnky"/>
            </w:rPr>
            <w:fldChar w:fldCharType="end"/>
          </w:r>
        </w:p>
      </w:tc>
      <w:tc>
        <w:tcPr>
          <w:tcW w:w="0" w:type="auto"/>
          <w:vAlign w:val="bottom"/>
        </w:tcPr>
        <w:p w14:paraId="1F84585F" w14:textId="77777777" w:rsidR="00D0070D" w:rsidRPr="005328CA" w:rsidRDefault="00D0070D" w:rsidP="009626C4">
          <w:pPr>
            <w:pStyle w:val="Zpatvlevo"/>
            <w:rPr>
              <w:b/>
            </w:rPr>
          </w:pPr>
          <w:r w:rsidRPr="005328CA">
            <w:rPr>
              <w:b/>
            </w:rPr>
            <w:t xml:space="preserve">Příloha č. </w:t>
          </w:r>
          <w:r>
            <w:rPr>
              <w:b/>
            </w:rPr>
            <w:t>6</w:t>
          </w:r>
        </w:p>
        <w:p w14:paraId="333F01C4" w14:textId="364CE534" w:rsidR="00D0070D" w:rsidRPr="003462EB" w:rsidRDefault="00B458BB" w:rsidP="009626C4">
          <w:pPr>
            <w:pStyle w:val="Zpatvlevo"/>
          </w:pPr>
          <w:fldSimple w:instr=" STYLEREF  _Název_akce  \* MERGEFORMAT ">
            <w:r w:rsidR="007B1956" w:rsidRPr="007B1956">
              <w:rPr>
                <w:bCs/>
                <w:noProof/>
              </w:rPr>
              <w:t>„Rekonstrukce žst.</w:t>
            </w:r>
            <w:r w:rsidR="007B1956">
              <w:rPr>
                <w:noProof/>
              </w:rPr>
              <w:t xml:space="preserve"> Děčín východ dolní nádraží“</w:t>
            </w:r>
          </w:fldSimple>
        </w:p>
        <w:p w14:paraId="13337A19" w14:textId="255972BA" w:rsidR="00D0070D" w:rsidRPr="003462EB" w:rsidRDefault="00D0070D" w:rsidP="00402B45">
          <w:pPr>
            <w:pStyle w:val="Zpatvlevo"/>
          </w:pPr>
          <w:r>
            <w:t>Smlouva o dílo na zhotovení DUR,DSP+PDPS+AD</w:t>
          </w:r>
        </w:p>
      </w:tc>
    </w:tr>
  </w:tbl>
  <w:p w14:paraId="7BB8314A" w14:textId="77777777" w:rsidR="00D0070D" w:rsidRPr="00402B45" w:rsidRDefault="00D0070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E2E6E20" w14:textId="77777777" w:rsidTr="00286AD1">
      <w:trPr>
        <w:jc w:val="right"/>
      </w:trPr>
      <w:tc>
        <w:tcPr>
          <w:tcW w:w="0" w:type="auto"/>
          <w:tcMar>
            <w:left w:w="0" w:type="dxa"/>
            <w:right w:w="0" w:type="dxa"/>
          </w:tcMar>
          <w:vAlign w:val="bottom"/>
        </w:tcPr>
        <w:p w14:paraId="35566E1E" w14:textId="77777777" w:rsidR="00D0070D" w:rsidRPr="005328CA" w:rsidRDefault="00D0070D" w:rsidP="009626C4">
          <w:pPr>
            <w:pStyle w:val="Zpatvpravo"/>
            <w:rPr>
              <w:b/>
            </w:rPr>
          </w:pPr>
          <w:r w:rsidRPr="005328CA">
            <w:rPr>
              <w:b/>
            </w:rPr>
            <w:t xml:space="preserve">Příloha č. </w:t>
          </w:r>
          <w:r>
            <w:rPr>
              <w:b/>
            </w:rPr>
            <w:t>6</w:t>
          </w:r>
          <w:r w:rsidRPr="005328CA">
            <w:rPr>
              <w:b/>
            </w:rPr>
            <w:t xml:space="preserve">   </w:t>
          </w:r>
        </w:p>
        <w:p w14:paraId="4FCB54F5" w14:textId="5C1AFEBD"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46870F99" w14:textId="7272376C"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466E3D31" w14:textId="43996B33"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4</w:t>
          </w:r>
          <w:r>
            <w:rPr>
              <w:rStyle w:val="slostrnky"/>
            </w:rPr>
            <w:fldChar w:fldCharType="end"/>
          </w:r>
        </w:p>
      </w:tc>
    </w:tr>
  </w:tbl>
  <w:p w14:paraId="264375A1" w14:textId="77777777" w:rsidR="00D0070D" w:rsidRPr="00B8518B" w:rsidRDefault="00D0070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6FD9B0BF" w14:textId="77777777" w:rsidTr="009626C4">
      <w:tc>
        <w:tcPr>
          <w:tcW w:w="907" w:type="dxa"/>
          <w:tcMar>
            <w:left w:w="0" w:type="dxa"/>
            <w:right w:w="0" w:type="dxa"/>
          </w:tcMar>
          <w:vAlign w:val="bottom"/>
        </w:tcPr>
        <w:p w14:paraId="502A4282"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464A6D" w14:textId="77777777" w:rsidR="00D0070D" w:rsidRPr="005328CA" w:rsidRDefault="00D0070D" w:rsidP="009626C4">
          <w:pPr>
            <w:pStyle w:val="Zpatvlevo"/>
            <w:rPr>
              <w:b/>
            </w:rPr>
          </w:pPr>
          <w:r w:rsidRPr="005328CA">
            <w:rPr>
              <w:b/>
            </w:rPr>
            <w:t xml:space="preserve">Příloha č. </w:t>
          </w:r>
          <w:r>
            <w:rPr>
              <w:b/>
            </w:rPr>
            <w:t>7</w:t>
          </w:r>
        </w:p>
        <w:p w14:paraId="23A1D8DE" w14:textId="567E82CD" w:rsidR="00D0070D" w:rsidRPr="003462EB" w:rsidRDefault="00B458BB"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13098901" w14:textId="77777777" w:rsidR="00D0070D" w:rsidRPr="003462EB" w:rsidRDefault="00D0070D" w:rsidP="00402B45">
          <w:pPr>
            <w:pStyle w:val="Zpatvlevo"/>
          </w:pPr>
          <w:r>
            <w:t>Smlouva o dílo na zhotovení DSP+PDPS+AD</w:t>
          </w:r>
        </w:p>
      </w:tc>
    </w:tr>
  </w:tbl>
  <w:p w14:paraId="0D5E70DF" w14:textId="77777777" w:rsidR="00D0070D" w:rsidRPr="00402B45" w:rsidRDefault="00D0070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65574192" w14:textId="77777777" w:rsidTr="00286AD1">
      <w:trPr>
        <w:jc w:val="right"/>
      </w:trPr>
      <w:tc>
        <w:tcPr>
          <w:tcW w:w="0" w:type="auto"/>
          <w:tcMar>
            <w:left w:w="0" w:type="dxa"/>
            <w:right w:w="0" w:type="dxa"/>
          </w:tcMar>
          <w:vAlign w:val="bottom"/>
        </w:tcPr>
        <w:p w14:paraId="1CFC0E22" w14:textId="77777777" w:rsidR="00D0070D" w:rsidRPr="005328CA" w:rsidRDefault="00D0070D" w:rsidP="009626C4">
          <w:pPr>
            <w:pStyle w:val="Zpatvpravo"/>
            <w:rPr>
              <w:b/>
            </w:rPr>
          </w:pPr>
          <w:r w:rsidRPr="005328CA">
            <w:rPr>
              <w:b/>
            </w:rPr>
            <w:t xml:space="preserve">Příloha č. </w:t>
          </w:r>
          <w:r>
            <w:rPr>
              <w:b/>
            </w:rPr>
            <w:t>7</w:t>
          </w:r>
          <w:r w:rsidRPr="005328CA">
            <w:rPr>
              <w:b/>
            </w:rPr>
            <w:t xml:space="preserve">   </w:t>
          </w:r>
        </w:p>
        <w:p w14:paraId="0CB6F84F" w14:textId="41635BC8"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6260ACE3" w14:textId="3359F8D4"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31D57787" w14:textId="5E7710A6"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w:t>
          </w:r>
          <w:r>
            <w:rPr>
              <w:rStyle w:val="slostrnky"/>
            </w:rPr>
            <w:fldChar w:fldCharType="end"/>
          </w:r>
        </w:p>
      </w:tc>
    </w:tr>
  </w:tbl>
  <w:p w14:paraId="5F7B5B79" w14:textId="77777777" w:rsidR="00D0070D" w:rsidRPr="00B8518B" w:rsidRDefault="00D0070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5BCC434B" w14:textId="77777777" w:rsidTr="009626C4">
      <w:tc>
        <w:tcPr>
          <w:tcW w:w="907" w:type="dxa"/>
          <w:tcMar>
            <w:left w:w="0" w:type="dxa"/>
            <w:right w:w="0" w:type="dxa"/>
          </w:tcMar>
          <w:vAlign w:val="bottom"/>
        </w:tcPr>
        <w:p w14:paraId="772AF619" w14:textId="78A238F0"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6302351" w14:textId="77777777" w:rsidR="00D0070D" w:rsidRPr="005328CA" w:rsidRDefault="00D0070D" w:rsidP="009626C4">
          <w:pPr>
            <w:pStyle w:val="Zpatvlevo"/>
            <w:rPr>
              <w:b/>
            </w:rPr>
          </w:pPr>
          <w:r w:rsidRPr="005328CA">
            <w:rPr>
              <w:b/>
            </w:rPr>
            <w:t xml:space="preserve">Příloha č. </w:t>
          </w:r>
          <w:r>
            <w:rPr>
              <w:b/>
            </w:rPr>
            <w:t>8</w:t>
          </w:r>
        </w:p>
        <w:p w14:paraId="3FC7B0D2" w14:textId="20BF1A6B" w:rsidR="00D0070D" w:rsidRPr="003462EB" w:rsidRDefault="00B458BB" w:rsidP="009626C4">
          <w:pPr>
            <w:pStyle w:val="Zpatvlevo"/>
          </w:pPr>
          <w:fldSimple w:instr=" STYLEREF  _Název_akce  \* MERGEFORMAT ">
            <w:r w:rsidR="007B1956" w:rsidRPr="007B1956">
              <w:rPr>
                <w:bCs/>
                <w:noProof/>
              </w:rPr>
              <w:t>„Rekonstrukce žst.</w:t>
            </w:r>
            <w:r w:rsidR="007B1956">
              <w:rPr>
                <w:noProof/>
              </w:rPr>
              <w:t xml:space="preserve"> Děčín východ dolní nádraží“</w:t>
            </w:r>
          </w:fldSimple>
        </w:p>
        <w:p w14:paraId="6AD72C52" w14:textId="630FC93D" w:rsidR="00D0070D" w:rsidRPr="003462EB" w:rsidRDefault="00D0070D" w:rsidP="00402B45">
          <w:pPr>
            <w:pStyle w:val="Zpatvlevo"/>
          </w:pPr>
          <w:r>
            <w:t>Smlouva o dílo na zhotovení DUR, DSP+PDPS+AD</w:t>
          </w:r>
        </w:p>
      </w:tc>
    </w:tr>
  </w:tbl>
  <w:p w14:paraId="463E77AD" w14:textId="77777777" w:rsidR="00D0070D" w:rsidRPr="00402B45" w:rsidRDefault="00D0070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52BBC2B" w14:textId="77777777" w:rsidTr="00286AD1">
      <w:trPr>
        <w:jc w:val="right"/>
      </w:trPr>
      <w:tc>
        <w:tcPr>
          <w:tcW w:w="0" w:type="auto"/>
          <w:tcMar>
            <w:left w:w="0" w:type="dxa"/>
            <w:right w:w="0" w:type="dxa"/>
          </w:tcMar>
          <w:vAlign w:val="bottom"/>
        </w:tcPr>
        <w:p w14:paraId="47BE2C27" w14:textId="77777777" w:rsidR="00D0070D" w:rsidRPr="005328CA" w:rsidRDefault="00D0070D" w:rsidP="009626C4">
          <w:pPr>
            <w:pStyle w:val="Zpatvpravo"/>
            <w:rPr>
              <w:b/>
            </w:rPr>
          </w:pPr>
          <w:r w:rsidRPr="005328CA">
            <w:rPr>
              <w:b/>
            </w:rPr>
            <w:t xml:space="preserve">Příloha č. </w:t>
          </w:r>
          <w:r>
            <w:rPr>
              <w:b/>
            </w:rPr>
            <w:t>8</w:t>
          </w:r>
          <w:r w:rsidRPr="005328CA">
            <w:rPr>
              <w:b/>
            </w:rPr>
            <w:t xml:space="preserve">   </w:t>
          </w:r>
        </w:p>
        <w:p w14:paraId="65B0ABFB" w14:textId="41FCF922"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45C2B7E4" w14:textId="625A93FA"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5A157B65" w14:textId="4CBCA257"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w:t>
          </w:r>
          <w:r>
            <w:rPr>
              <w:rStyle w:val="slostrnky"/>
            </w:rPr>
            <w:fldChar w:fldCharType="end"/>
          </w:r>
        </w:p>
      </w:tc>
    </w:tr>
  </w:tbl>
  <w:p w14:paraId="79DE755D" w14:textId="77777777" w:rsidR="00D0070D" w:rsidRPr="00B8518B" w:rsidRDefault="00D007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9CCC45A" w14:textId="77777777" w:rsidTr="009626C4">
      <w:tc>
        <w:tcPr>
          <w:tcW w:w="0" w:type="auto"/>
          <w:tcMar>
            <w:left w:w="0" w:type="dxa"/>
            <w:right w:w="0" w:type="dxa"/>
          </w:tcMar>
          <w:vAlign w:val="bottom"/>
        </w:tcPr>
        <w:p w14:paraId="4242EA49" w14:textId="2A143E4A" w:rsidR="00D0070D" w:rsidRDefault="00B458BB" w:rsidP="009626C4">
          <w:pPr>
            <w:pStyle w:val="Zpatvpravo"/>
          </w:pPr>
          <w:fldSimple w:instr=" STYLEREF  _Název_akce  \* MERGEFORMAT ">
            <w:r w:rsidR="007B1956" w:rsidRPr="007B1956">
              <w:rPr>
                <w:bCs/>
                <w:noProof/>
              </w:rPr>
              <w:t>„Rekonstrukce žst.</w:t>
            </w:r>
            <w:r w:rsidR="007B1956">
              <w:rPr>
                <w:noProof/>
              </w:rPr>
              <w:t xml:space="preserve"> Děčín východ dolní nádraží“</w:t>
            </w:r>
          </w:fldSimple>
        </w:p>
        <w:p w14:paraId="1C22D67A" w14:textId="3DAEC763" w:rsidR="00D0070D" w:rsidRPr="003462EB" w:rsidRDefault="00D0070D" w:rsidP="00BE15D3">
          <w:pPr>
            <w:pStyle w:val="Zpatvpravo"/>
            <w:rPr>
              <w:rStyle w:val="slostrnky"/>
              <w:b w:val="0"/>
              <w:color w:val="auto"/>
              <w:sz w:val="12"/>
            </w:rPr>
          </w:pPr>
          <w:r>
            <w:t>Smlouva o dílo na zhotovení DUR,DSP,PDPS+AD</w:t>
          </w:r>
        </w:p>
      </w:tc>
      <w:tc>
        <w:tcPr>
          <w:tcW w:w="907" w:type="dxa"/>
          <w:vAlign w:val="bottom"/>
        </w:tcPr>
        <w:p w14:paraId="7F8AC5A2" w14:textId="290B01C0"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10</w:t>
          </w:r>
          <w:r>
            <w:rPr>
              <w:rStyle w:val="slostrnky"/>
            </w:rPr>
            <w:fldChar w:fldCharType="end"/>
          </w:r>
        </w:p>
      </w:tc>
    </w:tr>
  </w:tbl>
  <w:p w14:paraId="0F9564C6" w14:textId="77777777" w:rsidR="00D0070D" w:rsidRPr="00B8518B" w:rsidRDefault="00D0070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02D1E7C8" w14:textId="77777777" w:rsidTr="009626C4">
      <w:tc>
        <w:tcPr>
          <w:tcW w:w="907" w:type="dxa"/>
          <w:tcMar>
            <w:left w:w="0" w:type="dxa"/>
            <w:right w:w="0" w:type="dxa"/>
          </w:tcMar>
          <w:vAlign w:val="bottom"/>
        </w:tcPr>
        <w:p w14:paraId="0E261109"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5683B04" w14:textId="77777777" w:rsidR="00D0070D" w:rsidRPr="005328CA" w:rsidRDefault="00D0070D" w:rsidP="009626C4">
          <w:pPr>
            <w:pStyle w:val="Zpatvlevo"/>
            <w:rPr>
              <w:b/>
            </w:rPr>
          </w:pPr>
          <w:r w:rsidRPr="005328CA">
            <w:rPr>
              <w:b/>
            </w:rPr>
            <w:t xml:space="preserve">Příloha č. </w:t>
          </w:r>
          <w:r>
            <w:rPr>
              <w:b/>
            </w:rPr>
            <w:t>9</w:t>
          </w:r>
        </w:p>
        <w:p w14:paraId="6AAD03DC" w14:textId="69F4676E" w:rsidR="00D0070D" w:rsidRPr="003462EB" w:rsidRDefault="00B458BB"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0A79EEFC" w14:textId="77777777" w:rsidR="00D0070D" w:rsidRPr="003462EB" w:rsidRDefault="00D0070D" w:rsidP="00402B45">
          <w:pPr>
            <w:pStyle w:val="Zpatvlevo"/>
          </w:pPr>
          <w:r>
            <w:t>Smlouva o dílo na zhotovení DSP+PDPS+AD</w:t>
          </w:r>
        </w:p>
      </w:tc>
    </w:tr>
  </w:tbl>
  <w:p w14:paraId="49B599E7" w14:textId="77777777" w:rsidR="00D0070D" w:rsidRPr="00402B45" w:rsidRDefault="00D0070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42E67690" w14:textId="77777777" w:rsidTr="00286AD1">
      <w:trPr>
        <w:jc w:val="right"/>
      </w:trPr>
      <w:tc>
        <w:tcPr>
          <w:tcW w:w="0" w:type="auto"/>
          <w:tcMar>
            <w:left w:w="0" w:type="dxa"/>
            <w:right w:w="0" w:type="dxa"/>
          </w:tcMar>
          <w:vAlign w:val="bottom"/>
        </w:tcPr>
        <w:p w14:paraId="2287B587" w14:textId="77777777" w:rsidR="00D0070D" w:rsidRPr="005328CA" w:rsidRDefault="00D0070D" w:rsidP="009626C4">
          <w:pPr>
            <w:pStyle w:val="Zpatvpravo"/>
            <w:rPr>
              <w:b/>
            </w:rPr>
          </w:pPr>
          <w:r w:rsidRPr="005328CA">
            <w:rPr>
              <w:b/>
            </w:rPr>
            <w:t xml:space="preserve">Příloha č. </w:t>
          </w:r>
          <w:r>
            <w:rPr>
              <w:b/>
            </w:rPr>
            <w:t>9</w:t>
          </w:r>
          <w:r w:rsidRPr="005328CA">
            <w:rPr>
              <w:b/>
            </w:rPr>
            <w:t xml:space="preserve">   </w:t>
          </w:r>
        </w:p>
        <w:p w14:paraId="4B4BCF10" w14:textId="1482C32D"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36537C8B" w14:textId="4CB0F493"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3BDDB145" w14:textId="22B9993C"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w:t>
          </w:r>
          <w:r>
            <w:rPr>
              <w:rStyle w:val="slostrnky"/>
            </w:rPr>
            <w:fldChar w:fldCharType="end"/>
          </w:r>
        </w:p>
      </w:tc>
    </w:tr>
  </w:tbl>
  <w:p w14:paraId="1E5F4BA1" w14:textId="77777777" w:rsidR="00D0070D" w:rsidRPr="00B8518B" w:rsidRDefault="00D0070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783F485D" w14:textId="77777777" w:rsidTr="009626C4">
      <w:tc>
        <w:tcPr>
          <w:tcW w:w="907" w:type="dxa"/>
          <w:tcMar>
            <w:left w:w="0" w:type="dxa"/>
            <w:right w:w="0" w:type="dxa"/>
          </w:tcMar>
          <w:vAlign w:val="bottom"/>
        </w:tcPr>
        <w:p w14:paraId="55BF47F4"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63844C4" w14:textId="77777777" w:rsidR="00D0070D" w:rsidRPr="005328CA" w:rsidRDefault="00D0070D" w:rsidP="009626C4">
          <w:pPr>
            <w:pStyle w:val="Zpatvlevo"/>
            <w:rPr>
              <w:b/>
            </w:rPr>
          </w:pPr>
          <w:r w:rsidRPr="005328CA">
            <w:rPr>
              <w:b/>
            </w:rPr>
            <w:t xml:space="preserve">Příloha č. </w:t>
          </w:r>
          <w:r>
            <w:rPr>
              <w:b/>
            </w:rPr>
            <w:t>10</w:t>
          </w:r>
        </w:p>
        <w:p w14:paraId="57B2E6F9" w14:textId="13178A85" w:rsidR="00D0070D" w:rsidRPr="003462EB" w:rsidRDefault="00B458BB"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0553BB26" w14:textId="77777777" w:rsidR="00D0070D" w:rsidRPr="003462EB" w:rsidRDefault="00D0070D" w:rsidP="00402B45">
          <w:pPr>
            <w:pStyle w:val="Zpatvlevo"/>
          </w:pPr>
          <w:r>
            <w:t>Smlouva o dílo na zhotovení DSP+PDPS+AD</w:t>
          </w:r>
        </w:p>
      </w:tc>
    </w:tr>
  </w:tbl>
  <w:p w14:paraId="2EC81464" w14:textId="77777777" w:rsidR="00D0070D" w:rsidRPr="00402B45" w:rsidRDefault="00D0070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6149557" w14:textId="77777777" w:rsidTr="00286AD1">
      <w:trPr>
        <w:jc w:val="right"/>
      </w:trPr>
      <w:tc>
        <w:tcPr>
          <w:tcW w:w="0" w:type="auto"/>
          <w:tcMar>
            <w:left w:w="0" w:type="dxa"/>
            <w:right w:w="0" w:type="dxa"/>
          </w:tcMar>
          <w:vAlign w:val="bottom"/>
        </w:tcPr>
        <w:p w14:paraId="743730A2" w14:textId="49073D8C" w:rsidR="00D0070D" w:rsidRPr="005328CA" w:rsidRDefault="00D0070D" w:rsidP="009626C4">
          <w:pPr>
            <w:pStyle w:val="Zpatvpravo"/>
            <w:rPr>
              <w:b/>
            </w:rPr>
          </w:pPr>
          <w:r w:rsidRPr="005328CA">
            <w:rPr>
              <w:b/>
            </w:rPr>
            <w:t>Příloha č.</w:t>
          </w:r>
          <w:r>
            <w:rPr>
              <w:b/>
            </w:rPr>
            <w:t>10</w:t>
          </w:r>
          <w:r w:rsidRPr="005328CA">
            <w:rPr>
              <w:b/>
            </w:rPr>
            <w:t xml:space="preserve">   </w:t>
          </w:r>
        </w:p>
        <w:p w14:paraId="0451BBB4" w14:textId="2719E329"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4E9A9DD0" w14:textId="30531A52"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1CA521F6" w14:textId="77E914D2"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w:t>
          </w:r>
          <w:r>
            <w:rPr>
              <w:rStyle w:val="slostrnky"/>
            </w:rPr>
            <w:fldChar w:fldCharType="end"/>
          </w:r>
        </w:p>
      </w:tc>
    </w:tr>
  </w:tbl>
  <w:p w14:paraId="5EB1DC35" w14:textId="77777777" w:rsidR="00D0070D" w:rsidRPr="00B8518B" w:rsidRDefault="00D0070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F5511" w14:textId="77777777" w:rsidR="00D0070D" w:rsidRPr="00B8518B" w:rsidRDefault="00D0070D" w:rsidP="00460660">
    <w:pPr>
      <w:pStyle w:val="Zpat"/>
      <w:rPr>
        <w:sz w:val="2"/>
        <w:szCs w:val="2"/>
      </w:rPr>
    </w:pPr>
  </w:p>
  <w:p w14:paraId="307F4345" w14:textId="77777777" w:rsidR="00D0070D" w:rsidRPr="00B8518B" w:rsidRDefault="00D0070D" w:rsidP="00F9740F">
    <w:pPr>
      <w:pStyle w:val="Zpat"/>
      <w:rPr>
        <w:sz w:val="2"/>
        <w:szCs w:val="2"/>
      </w:rPr>
    </w:pPr>
  </w:p>
  <w:p w14:paraId="1D447C98" w14:textId="7FE1D080" w:rsidR="00D0070D" w:rsidRPr="00253CBA" w:rsidRDefault="00D0070D" w:rsidP="00F9740F">
    <w:pPr>
      <w:pStyle w:val="Zpat"/>
      <w:rPr>
        <w:rFonts w:cs="Calibri"/>
        <w:sz w:val="12"/>
        <w:szCs w:val="12"/>
      </w:rPr>
    </w:pPr>
  </w:p>
  <w:p w14:paraId="676C947B" w14:textId="77777777" w:rsidR="00D0070D" w:rsidRPr="00253CBA" w:rsidRDefault="00D0070D"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4BC3C572" w14:textId="77777777" w:rsidTr="009626C4">
      <w:tc>
        <w:tcPr>
          <w:tcW w:w="907" w:type="dxa"/>
          <w:tcMar>
            <w:left w:w="0" w:type="dxa"/>
            <w:right w:w="0" w:type="dxa"/>
          </w:tcMar>
          <w:vAlign w:val="bottom"/>
        </w:tcPr>
        <w:p w14:paraId="6F98D52B" w14:textId="4252FC4B"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2</w:t>
          </w:r>
          <w:r>
            <w:rPr>
              <w:rStyle w:val="slostrnky"/>
            </w:rPr>
            <w:fldChar w:fldCharType="end"/>
          </w:r>
        </w:p>
      </w:tc>
      <w:tc>
        <w:tcPr>
          <w:tcW w:w="0" w:type="auto"/>
          <w:vAlign w:val="bottom"/>
        </w:tcPr>
        <w:p w14:paraId="5536C110" w14:textId="77777777" w:rsidR="00D0070D" w:rsidRPr="005328CA" w:rsidRDefault="00D0070D" w:rsidP="009626C4">
          <w:pPr>
            <w:pStyle w:val="Zpatvlevo"/>
            <w:rPr>
              <w:b/>
            </w:rPr>
          </w:pPr>
          <w:r w:rsidRPr="005328CA">
            <w:rPr>
              <w:b/>
            </w:rPr>
            <w:t>Příloha č. 1</w:t>
          </w:r>
        </w:p>
        <w:p w14:paraId="30997920" w14:textId="61B3518F" w:rsidR="00D0070D" w:rsidRPr="003462EB" w:rsidRDefault="00B458BB"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0AC89333" w14:textId="77777777" w:rsidR="00D0070D" w:rsidRPr="003462EB" w:rsidRDefault="00D0070D" w:rsidP="00402B45">
          <w:pPr>
            <w:pStyle w:val="Zpatvlevo"/>
          </w:pPr>
          <w:r>
            <w:t>Smlouva o dílo na zhotovení DSP+PDPS+AD</w:t>
          </w:r>
        </w:p>
      </w:tc>
    </w:tr>
  </w:tbl>
  <w:p w14:paraId="307A8FEA" w14:textId="77777777" w:rsidR="00D0070D" w:rsidRPr="00402B45" w:rsidRDefault="00D0070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59B43EE0" w14:textId="77777777" w:rsidTr="009626C4">
      <w:tc>
        <w:tcPr>
          <w:tcW w:w="0" w:type="auto"/>
          <w:tcMar>
            <w:left w:w="0" w:type="dxa"/>
            <w:right w:w="0" w:type="dxa"/>
          </w:tcMar>
          <w:vAlign w:val="bottom"/>
        </w:tcPr>
        <w:p w14:paraId="53AEB00F" w14:textId="77777777" w:rsidR="00D0070D" w:rsidRPr="005328CA" w:rsidRDefault="00D0070D" w:rsidP="009626C4">
          <w:pPr>
            <w:pStyle w:val="Zpatvpravo"/>
            <w:rPr>
              <w:b/>
            </w:rPr>
          </w:pPr>
          <w:r w:rsidRPr="005328CA">
            <w:rPr>
              <w:b/>
            </w:rPr>
            <w:t xml:space="preserve">Příloha č. 1   </w:t>
          </w:r>
        </w:p>
        <w:p w14:paraId="6FA4FF3F" w14:textId="53680107"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27E0FEE3" w14:textId="1575F87A" w:rsidR="00D0070D" w:rsidRPr="003462EB" w:rsidRDefault="00D0070D" w:rsidP="00803C30">
          <w:pPr>
            <w:pStyle w:val="Zpatvpravo"/>
            <w:rPr>
              <w:rStyle w:val="slostrnky"/>
              <w:b w:val="0"/>
              <w:color w:val="auto"/>
              <w:sz w:val="12"/>
            </w:rPr>
          </w:pPr>
          <w:r>
            <w:t>Smlouva o dílo na zhotovení DUR,DSP,PDPS+AD</w:t>
          </w:r>
        </w:p>
      </w:tc>
      <w:tc>
        <w:tcPr>
          <w:tcW w:w="907" w:type="dxa"/>
          <w:vAlign w:val="bottom"/>
        </w:tcPr>
        <w:p w14:paraId="7D9F0CA0" w14:textId="4C5E2CBC"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2</w:t>
          </w:r>
          <w:r>
            <w:rPr>
              <w:rStyle w:val="slostrnky"/>
            </w:rPr>
            <w:fldChar w:fldCharType="end"/>
          </w:r>
        </w:p>
      </w:tc>
    </w:tr>
  </w:tbl>
  <w:p w14:paraId="72DCEED0" w14:textId="77777777" w:rsidR="00D0070D" w:rsidRPr="00B8518B" w:rsidRDefault="00D0070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0630A6CC" w14:textId="77777777" w:rsidTr="009626C4">
      <w:tc>
        <w:tcPr>
          <w:tcW w:w="907" w:type="dxa"/>
          <w:tcMar>
            <w:left w:w="0" w:type="dxa"/>
            <w:right w:w="0" w:type="dxa"/>
          </w:tcMar>
          <w:vAlign w:val="bottom"/>
        </w:tcPr>
        <w:p w14:paraId="3E944593"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93DEC52" w14:textId="77777777" w:rsidR="00D0070D" w:rsidRPr="005328CA" w:rsidRDefault="00D0070D" w:rsidP="009626C4">
          <w:pPr>
            <w:pStyle w:val="Zpatvlevo"/>
            <w:rPr>
              <w:b/>
            </w:rPr>
          </w:pPr>
          <w:r w:rsidRPr="005328CA">
            <w:rPr>
              <w:b/>
            </w:rPr>
            <w:t xml:space="preserve">Příloha č. </w:t>
          </w:r>
          <w:r>
            <w:rPr>
              <w:b/>
            </w:rPr>
            <w:t>2</w:t>
          </w:r>
        </w:p>
        <w:p w14:paraId="379FF06A" w14:textId="347A902B" w:rsidR="00D0070D" w:rsidRPr="003462EB" w:rsidRDefault="00B458BB"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0DD6D832" w14:textId="77777777" w:rsidR="00D0070D" w:rsidRPr="003462EB" w:rsidRDefault="00D0070D" w:rsidP="00402B45">
          <w:pPr>
            <w:pStyle w:val="Zpatvlevo"/>
          </w:pPr>
          <w:r>
            <w:t>Smlouva o dílo na zhotovení DSP+PDPS+AD</w:t>
          </w:r>
        </w:p>
      </w:tc>
    </w:tr>
  </w:tbl>
  <w:p w14:paraId="137B8F2B" w14:textId="77777777" w:rsidR="00D0070D" w:rsidRPr="00402B45" w:rsidRDefault="00D0070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403A72AC" w14:textId="77777777" w:rsidTr="009626C4">
      <w:tc>
        <w:tcPr>
          <w:tcW w:w="0" w:type="auto"/>
          <w:tcMar>
            <w:left w:w="0" w:type="dxa"/>
            <w:right w:w="0" w:type="dxa"/>
          </w:tcMar>
          <w:vAlign w:val="bottom"/>
        </w:tcPr>
        <w:p w14:paraId="7E80C418" w14:textId="77777777" w:rsidR="00D0070D" w:rsidRPr="005328CA" w:rsidRDefault="00D0070D" w:rsidP="009626C4">
          <w:pPr>
            <w:pStyle w:val="Zpatvpravo"/>
            <w:rPr>
              <w:b/>
            </w:rPr>
          </w:pPr>
          <w:r w:rsidRPr="005328CA">
            <w:rPr>
              <w:b/>
            </w:rPr>
            <w:t xml:space="preserve">Příloha č. </w:t>
          </w:r>
          <w:r>
            <w:rPr>
              <w:b/>
            </w:rPr>
            <w:t>2</w:t>
          </w:r>
          <w:r w:rsidRPr="005328CA">
            <w:rPr>
              <w:b/>
            </w:rPr>
            <w:t xml:space="preserve">   </w:t>
          </w:r>
        </w:p>
        <w:p w14:paraId="2CEFD191" w14:textId="171C1FE6"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07478377" w14:textId="44558543" w:rsidR="00D0070D" w:rsidRPr="003462EB" w:rsidRDefault="00D0070D" w:rsidP="00803C30">
          <w:pPr>
            <w:pStyle w:val="Zpatvpravo"/>
            <w:rPr>
              <w:rStyle w:val="slostrnky"/>
              <w:b w:val="0"/>
              <w:color w:val="auto"/>
              <w:sz w:val="12"/>
            </w:rPr>
          </w:pPr>
          <w:r>
            <w:t>Smlouva o dílo na zhotovení DUR,DSP,PDPS+AD</w:t>
          </w:r>
        </w:p>
      </w:tc>
      <w:tc>
        <w:tcPr>
          <w:tcW w:w="907" w:type="dxa"/>
          <w:vAlign w:val="bottom"/>
        </w:tcPr>
        <w:p w14:paraId="5D8B3343" w14:textId="73528E5D"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w:t>
          </w:r>
          <w:r>
            <w:rPr>
              <w:rStyle w:val="slostrnky"/>
            </w:rPr>
            <w:fldChar w:fldCharType="end"/>
          </w:r>
        </w:p>
      </w:tc>
    </w:tr>
  </w:tbl>
  <w:p w14:paraId="1D4E0874" w14:textId="77777777" w:rsidR="00D0070D" w:rsidRPr="00B8518B" w:rsidRDefault="00D0070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7E367A28" w14:textId="77777777" w:rsidTr="009626C4">
      <w:tc>
        <w:tcPr>
          <w:tcW w:w="907" w:type="dxa"/>
          <w:tcMar>
            <w:left w:w="0" w:type="dxa"/>
            <w:right w:w="0" w:type="dxa"/>
          </w:tcMar>
          <w:vAlign w:val="bottom"/>
        </w:tcPr>
        <w:p w14:paraId="095D193D"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9DEF55" w14:textId="77777777" w:rsidR="00D0070D" w:rsidRPr="005328CA" w:rsidRDefault="00D0070D" w:rsidP="009626C4">
          <w:pPr>
            <w:pStyle w:val="Zpatvlevo"/>
            <w:rPr>
              <w:b/>
            </w:rPr>
          </w:pPr>
          <w:r w:rsidRPr="005328CA">
            <w:rPr>
              <w:b/>
            </w:rPr>
            <w:t xml:space="preserve">Příloha č. </w:t>
          </w:r>
          <w:r>
            <w:rPr>
              <w:b/>
            </w:rPr>
            <w:t>3</w:t>
          </w:r>
        </w:p>
        <w:p w14:paraId="6CF3763B" w14:textId="039BF01E" w:rsidR="00D0070D" w:rsidRPr="003462EB" w:rsidRDefault="00B458BB"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530B93EB" w14:textId="77777777" w:rsidR="00D0070D" w:rsidRPr="003462EB" w:rsidRDefault="00D0070D" w:rsidP="00402B45">
          <w:pPr>
            <w:pStyle w:val="Zpatvlevo"/>
          </w:pPr>
          <w:r>
            <w:t>Smlouva o dílo na zhotovení DSP+PDPS+AD</w:t>
          </w:r>
        </w:p>
      </w:tc>
    </w:tr>
  </w:tbl>
  <w:p w14:paraId="0AF93DEE" w14:textId="77777777" w:rsidR="00D0070D" w:rsidRPr="00402B45" w:rsidRDefault="00D0070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641843E9" w14:textId="77777777" w:rsidTr="009626C4">
      <w:tc>
        <w:tcPr>
          <w:tcW w:w="0" w:type="auto"/>
          <w:tcMar>
            <w:left w:w="0" w:type="dxa"/>
            <w:right w:w="0" w:type="dxa"/>
          </w:tcMar>
          <w:vAlign w:val="bottom"/>
        </w:tcPr>
        <w:p w14:paraId="4D69E9ED" w14:textId="77777777" w:rsidR="00D0070D" w:rsidRPr="005328CA" w:rsidRDefault="00D0070D" w:rsidP="009626C4">
          <w:pPr>
            <w:pStyle w:val="Zpatvpravo"/>
            <w:rPr>
              <w:b/>
            </w:rPr>
          </w:pPr>
          <w:r w:rsidRPr="005328CA">
            <w:rPr>
              <w:b/>
            </w:rPr>
            <w:t xml:space="preserve">Příloha č. </w:t>
          </w:r>
          <w:r>
            <w:rPr>
              <w:b/>
            </w:rPr>
            <w:t>3</w:t>
          </w:r>
          <w:r w:rsidRPr="005328CA">
            <w:rPr>
              <w:b/>
            </w:rPr>
            <w:t xml:space="preserve">   </w:t>
          </w:r>
        </w:p>
        <w:p w14:paraId="73400C60" w14:textId="60E13D71" w:rsidR="00D0070D" w:rsidRDefault="00D0070D" w:rsidP="009626C4">
          <w:pPr>
            <w:pStyle w:val="Zpatvpravo"/>
          </w:pPr>
          <w:r>
            <w:t xml:space="preserve"> </w:t>
          </w:r>
          <w:fldSimple w:instr=" STYLEREF  _Název_akce  \* MERGEFORMAT ">
            <w:r w:rsidR="007B1956" w:rsidRPr="007B1956">
              <w:rPr>
                <w:bCs/>
                <w:noProof/>
              </w:rPr>
              <w:t>„Rekonstrukce žst.</w:t>
            </w:r>
            <w:r w:rsidR="007B1956">
              <w:rPr>
                <w:noProof/>
              </w:rPr>
              <w:t xml:space="preserve"> Děčín východ dolní nádraží“</w:t>
            </w:r>
          </w:fldSimple>
        </w:p>
        <w:p w14:paraId="7B27B290" w14:textId="5552D38C" w:rsidR="00D0070D" w:rsidRPr="003462EB" w:rsidRDefault="00D0070D" w:rsidP="00803C30">
          <w:pPr>
            <w:pStyle w:val="Zpatvpravo"/>
            <w:rPr>
              <w:rStyle w:val="slostrnky"/>
              <w:b w:val="0"/>
              <w:color w:val="auto"/>
              <w:sz w:val="12"/>
            </w:rPr>
          </w:pPr>
          <w:r>
            <w:t>Smlouva o dílo na zhotovení DUR,DS,PDPS+AD</w:t>
          </w:r>
        </w:p>
      </w:tc>
      <w:tc>
        <w:tcPr>
          <w:tcW w:w="907" w:type="dxa"/>
          <w:vAlign w:val="bottom"/>
        </w:tcPr>
        <w:p w14:paraId="3CFA2989" w14:textId="4546ED5E"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9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1956">
            <w:rPr>
              <w:rStyle w:val="slostrnky"/>
              <w:noProof/>
            </w:rPr>
            <w:t>1</w:t>
          </w:r>
          <w:r>
            <w:rPr>
              <w:rStyle w:val="slostrnky"/>
            </w:rPr>
            <w:fldChar w:fldCharType="end"/>
          </w:r>
        </w:p>
      </w:tc>
    </w:tr>
  </w:tbl>
  <w:p w14:paraId="11F22501" w14:textId="77777777" w:rsidR="00D0070D" w:rsidRPr="00B8518B" w:rsidRDefault="00D0070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EC7FB" w14:textId="77777777" w:rsidR="00E37602" w:rsidRDefault="00E37602" w:rsidP="00962258">
      <w:pPr>
        <w:spacing w:after="0" w:line="240" w:lineRule="auto"/>
      </w:pPr>
      <w:r>
        <w:separator/>
      </w:r>
    </w:p>
  </w:footnote>
  <w:footnote w:type="continuationSeparator" w:id="0">
    <w:p w14:paraId="7E3EFCDB" w14:textId="77777777" w:rsidR="00E37602" w:rsidRDefault="00E376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70D" w14:paraId="739A82E1" w14:textId="77777777" w:rsidTr="00B22106">
      <w:trPr>
        <w:trHeight w:hRule="exact" w:val="936"/>
      </w:trPr>
      <w:tc>
        <w:tcPr>
          <w:tcW w:w="1361" w:type="dxa"/>
          <w:tcMar>
            <w:left w:w="0" w:type="dxa"/>
            <w:right w:w="0" w:type="dxa"/>
          </w:tcMar>
        </w:tcPr>
        <w:p w14:paraId="681BFE8B" w14:textId="77777777" w:rsidR="00D0070D" w:rsidRPr="00B8518B" w:rsidRDefault="00D0070D" w:rsidP="00FC6389">
          <w:pPr>
            <w:pStyle w:val="Zpat"/>
            <w:rPr>
              <w:rStyle w:val="slostrnky"/>
            </w:rPr>
          </w:pPr>
        </w:p>
      </w:tc>
      <w:tc>
        <w:tcPr>
          <w:tcW w:w="3458" w:type="dxa"/>
          <w:shd w:val="clear" w:color="auto" w:fill="auto"/>
          <w:tcMar>
            <w:left w:w="0" w:type="dxa"/>
            <w:right w:w="0" w:type="dxa"/>
          </w:tcMar>
        </w:tcPr>
        <w:p w14:paraId="15011229" w14:textId="77777777" w:rsidR="00D0070D" w:rsidRDefault="00D0070D" w:rsidP="00FC6389">
          <w:pPr>
            <w:pStyle w:val="Zpat"/>
          </w:pPr>
          <w:r>
            <w:rPr>
              <w:noProof/>
              <w:lang w:eastAsia="cs-CZ"/>
            </w:rPr>
            <w:drawing>
              <wp:anchor distT="0" distB="0" distL="114300" distR="114300" simplePos="0" relativeHeight="251673600" behindDoc="0" locked="1" layoutInCell="1" allowOverlap="1" wp14:anchorId="5A0224F1" wp14:editId="1F50089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5226571" w14:textId="77777777" w:rsidR="00D0070D" w:rsidRPr="00D6163D" w:rsidRDefault="00D0070D" w:rsidP="00FC6389">
          <w:pPr>
            <w:pStyle w:val="Druhdokumentu"/>
          </w:pPr>
        </w:p>
      </w:tc>
    </w:tr>
    <w:tr w:rsidR="00D0070D" w14:paraId="2EEE55E7" w14:textId="77777777" w:rsidTr="00B22106">
      <w:trPr>
        <w:trHeight w:hRule="exact" w:val="936"/>
      </w:trPr>
      <w:tc>
        <w:tcPr>
          <w:tcW w:w="1361" w:type="dxa"/>
          <w:tcMar>
            <w:left w:w="0" w:type="dxa"/>
            <w:right w:w="0" w:type="dxa"/>
          </w:tcMar>
        </w:tcPr>
        <w:p w14:paraId="099BE1FC" w14:textId="77777777" w:rsidR="00D0070D" w:rsidRPr="00B8518B" w:rsidRDefault="00D0070D" w:rsidP="00FC6389">
          <w:pPr>
            <w:pStyle w:val="Zpat"/>
            <w:rPr>
              <w:rStyle w:val="slostrnky"/>
            </w:rPr>
          </w:pPr>
        </w:p>
      </w:tc>
      <w:tc>
        <w:tcPr>
          <w:tcW w:w="3458" w:type="dxa"/>
          <w:shd w:val="clear" w:color="auto" w:fill="auto"/>
          <w:tcMar>
            <w:left w:w="0" w:type="dxa"/>
            <w:right w:w="0" w:type="dxa"/>
          </w:tcMar>
        </w:tcPr>
        <w:p w14:paraId="3C3937EB" w14:textId="77777777" w:rsidR="00D0070D" w:rsidRDefault="00D0070D" w:rsidP="00FC6389">
          <w:pPr>
            <w:pStyle w:val="Zpat"/>
          </w:pPr>
        </w:p>
      </w:tc>
      <w:tc>
        <w:tcPr>
          <w:tcW w:w="5756" w:type="dxa"/>
          <w:shd w:val="clear" w:color="auto" w:fill="auto"/>
          <w:tcMar>
            <w:left w:w="0" w:type="dxa"/>
            <w:right w:w="0" w:type="dxa"/>
          </w:tcMar>
        </w:tcPr>
        <w:p w14:paraId="7A231520" w14:textId="77777777" w:rsidR="00D0070D" w:rsidRPr="00D6163D" w:rsidRDefault="00D0070D" w:rsidP="00FC6389">
          <w:pPr>
            <w:pStyle w:val="Druhdokumentu"/>
          </w:pPr>
        </w:p>
      </w:tc>
    </w:tr>
  </w:tbl>
  <w:p w14:paraId="08623A57" w14:textId="77777777" w:rsidR="00D0070D" w:rsidRPr="00D6163D" w:rsidRDefault="00D0070D" w:rsidP="00FC6389">
    <w:pPr>
      <w:pStyle w:val="Zhlav"/>
      <w:rPr>
        <w:sz w:val="8"/>
        <w:szCs w:val="8"/>
      </w:rPr>
    </w:pPr>
  </w:p>
  <w:p w14:paraId="3B64D0A8" w14:textId="77777777" w:rsidR="00D0070D" w:rsidRPr="00460660" w:rsidRDefault="00D0070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0844A" w14:textId="77777777" w:rsidR="00D0070D" w:rsidRPr="00D6163D" w:rsidRDefault="00D0070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F6259" w14:textId="77777777" w:rsidR="00D0070D" w:rsidRPr="00D6163D" w:rsidRDefault="00D0070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C3D43" w14:textId="77777777" w:rsidR="00D0070D" w:rsidRPr="00D6163D" w:rsidRDefault="00D007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AAFE9" w14:textId="77777777" w:rsidR="00D0070D" w:rsidRDefault="00D007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EC0D" w14:textId="77777777" w:rsidR="00D0070D" w:rsidRPr="00D6163D" w:rsidRDefault="00D0070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4FB4" w14:textId="77777777" w:rsidR="00D0070D" w:rsidRPr="00D6163D" w:rsidRDefault="00D0070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97C7" w14:textId="77777777" w:rsidR="00D0070D" w:rsidRPr="00D6163D" w:rsidRDefault="00D0070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93559" w14:textId="77777777" w:rsidR="00D0070D" w:rsidRPr="00D6163D" w:rsidRDefault="00D0070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93AE7" w14:textId="77777777" w:rsidR="00D0070D" w:rsidRPr="00D6163D" w:rsidRDefault="00D0070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1EBB9" w14:textId="77777777" w:rsidR="00D0070D" w:rsidRPr="00D6163D" w:rsidRDefault="00D0070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29587" w14:textId="77777777" w:rsidR="00D0070D" w:rsidRPr="00D6163D" w:rsidRDefault="00D0070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8A86AA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817BBD"/>
    <w:multiLevelType w:val="hybridMultilevel"/>
    <w:tmpl w:val="5D004048"/>
    <w:lvl w:ilvl="0" w:tplc="00E48AA4">
      <w:start w:val="1"/>
      <w:numFmt w:val="lowerRoman"/>
      <w:lvlText w:val="(%1)"/>
      <w:lvlJc w:val="right"/>
      <w:pPr>
        <w:ind w:left="2611" w:hanging="360"/>
      </w:pPr>
      <w:rPr>
        <w:rFonts w:hint="default"/>
      </w:rPr>
    </w:lvl>
    <w:lvl w:ilvl="1" w:tplc="04050019" w:tentative="1">
      <w:start w:val="1"/>
      <w:numFmt w:val="lowerLetter"/>
      <w:lvlText w:val="%2."/>
      <w:lvlJc w:val="left"/>
      <w:pPr>
        <w:ind w:left="3331" w:hanging="360"/>
      </w:pPr>
    </w:lvl>
    <w:lvl w:ilvl="2" w:tplc="0405001B" w:tentative="1">
      <w:start w:val="1"/>
      <w:numFmt w:val="lowerRoman"/>
      <w:lvlText w:val="%3."/>
      <w:lvlJc w:val="right"/>
      <w:pPr>
        <w:ind w:left="4051" w:hanging="180"/>
      </w:pPr>
    </w:lvl>
    <w:lvl w:ilvl="3" w:tplc="0405000F" w:tentative="1">
      <w:start w:val="1"/>
      <w:numFmt w:val="decimal"/>
      <w:lvlText w:val="%4."/>
      <w:lvlJc w:val="left"/>
      <w:pPr>
        <w:ind w:left="4771" w:hanging="360"/>
      </w:pPr>
    </w:lvl>
    <w:lvl w:ilvl="4" w:tplc="04050019" w:tentative="1">
      <w:start w:val="1"/>
      <w:numFmt w:val="lowerLetter"/>
      <w:lvlText w:val="%5."/>
      <w:lvlJc w:val="left"/>
      <w:pPr>
        <w:ind w:left="5491" w:hanging="360"/>
      </w:pPr>
    </w:lvl>
    <w:lvl w:ilvl="5" w:tplc="0405001B" w:tentative="1">
      <w:start w:val="1"/>
      <w:numFmt w:val="lowerRoman"/>
      <w:lvlText w:val="%6."/>
      <w:lvlJc w:val="right"/>
      <w:pPr>
        <w:ind w:left="6211" w:hanging="180"/>
      </w:pPr>
    </w:lvl>
    <w:lvl w:ilvl="6" w:tplc="0405000F" w:tentative="1">
      <w:start w:val="1"/>
      <w:numFmt w:val="decimal"/>
      <w:lvlText w:val="%7."/>
      <w:lvlJc w:val="left"/>
      <w:pPr>
        <w:ind w:left="6931" w:hanging="360"/>
      </w:pPr>
    </w:lvl>
    <w:lvl w:ilvl="7" w:tplc="04050019" w:tentative="1">
      <w:start w:val="1"/>
      <w:numFmt w:val="lowerLetter"/>
      <w:lvlText w:val="%8."/>
      <w:lvlJc w:val="left"/>
      <w:pPr>
        <w:ind w:left="7651" w:hanging="360"/>
      </w:pPr>
    </w:lvl>
    <w:lvl w:ilvl="8" w:tplc="0405001B" w:tentative="1">
      <w:start w:val="1"/>
      <w:numFmt w:val="lowerRoman"/>
      <w:lvlText w:val="%9."/>
      <w:lvlJc w:val="right"/>
      <w:pPr>
        <w:ind w:left="8371"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A5A4576"/>
    <w:multiLevelType w:val="hybridMultilevel"/>
    <w:tmpl w:val="821C0BB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0D0CFECE"/>
    <w:lvl w:ilvl="0" w:tplc="EA345DAC">
      <w:start w:val="1"/>
      <w:numFmt w:val="lowerLetter"/>
      <w:lvlText w:val="(%1)"/>
      <w:lvlJc w:val="left"/>
      <w:pPr>
        <w:ind w:left="1891" w:hanging="360"/>
      </w:pPr>
      <w:rPr>
        <w:rFonts w:hint="default"/>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C3E26FA"/>
    <w:multiLevelType w:val="hybridMultilevel"/>
    <w:tmpl w:val="2054C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6"/>
  </w:num>
  <w:num w:numId="6">
    <w:abstractNumId w:val="8"/>
  </w:num>
  <w:num w:numId="7">
    <w:abstractNumId w:val="10"/>
  </w:num>
  <w:num w:numId="8">
    <w:abstractNumId w:val="0"/>
  </w:num>
  <w:num w:numId="9">
    <w:abstractNumId w:val="2"/>
  </w:num>
  <w:num w:numId="10">
    <w:abstractNumId w:val="12"/>
  </w:num>
  <w:num w:numId="11">
    <w:abstractNumId w:val="9"/>
  </w:num>
  <w:num w:numId="12">
    <w:abstractNumId w:val="4"/>
  </w:num>
  <w:num w:numId="13">
    <w:abstractNumId w:val="7"/>
  </w:num>
  <w:num w:numId="14">
    <w:abstractNumId w:val="13"/>
  </w:num>
  <w:num w:numId="15">
    <w:abstractNumId w:val="0"/>
  </w:num>
  <w:num w:numId="1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4B50"/>
    <w:rsid w:val="00005D59"/>
    <w:rsid w:val="0001794A"/>
    <w:rsid w:val="00017F3C"/>
    <w:rsid w:val="00020938"/>
    <w:rsid w:val="00021AAB"/>
    <w:rsid w:val="000259BE"/>
    <w:rsid w:val="00031538"/>
    <w:rsid w:val="00032DC0"/>
    <w:rsid w:val="00036C56"/>
    <w:rsid w:val="00041EC8"/>
    <w:rsid w:val="000464B6"/>
    <w:rsid w:val="000537F6"/>
    <w:rsid w:val="00053A8F"/>
    <w:rsid w:val="0006588D"/>
    <w:rsid w:val="000677E7"/>
    <w:rsid w:val="00067A5E"/>
    <w:rsid w:val="000719BB"/>
    <w:rsid w:val="00072998"/>
    <w:rsid w:val="00072A65"/>
    <w:rsid w:val="00072C1E"/>
    <w:rsid w:val="00075B1C"/>
    <w:rsid w:val="0008410C"/>
    <w:rsid w:val="000841E0"/>
    <w:rsid w:val="000853D5"/>
    <w:rsid w:val="00093B07"/>
    <w:rsid w:val="000B3074"/>
    <w:rsid w:val="000B4EB8"/>
    <w:rsid w:val="000C41F2"/>
    <w:rsid w:val="000C4342"/>
    <w:rsid w:val="000C507E"/>
    <w:rsid w:val="000C59CB"/>
    <w:rsid w:val="000C60AB"/>
    <w:rsid w:val="000C7B83"/>
    <w:rsid w:val="000D22C4"/>
    <w:rsid w:val="000D27D1"/>
    <w:rsid w:val="000D4212"/>
    <w:rsid w:val="000D50E2"/>
    <w:rsid w:val="000E1A7F"/>
    <w:rsid w:val="000E2ED0"/>
    <w:rsid w:val="000F4786"/>
    <w:rsid w:val="000F64D7"/>
    <w:rsid w:val="000F6EAB"/>
    <w:rsid w:val="00102B81"/>
    <w:rsid w:val="00102BF5"/>
    <w:rsid w:val="00111608"/>
    <w:rsid w:val="00112864"/>
    <w:rsid w:val="00112CF6"/>
    <w:rsid w:val="00114472"/>
    <w:rsid w:val="00114988"/>
    <w:rsid w:val="00115069"/>
    <w:rsid w:val="001150F2"/>
    <w:rsid w:val="00124751"/>
    <w:rsid w:val="00132396"/>
    <w:rsid w:val="00134AAC"/>
    <w:rsid w:val="00143A42"/>
    <w:rsid w:val="00143EC0"/>
    <w:rsid w:val="00146FDF"/>
    <w:rsid w:val="00155D52"/>
    <w:rsid w:val="001656A2"/>
    <w:rsid w:val="00165977"/>
    <w:rsid w:val="00165F9B"/>
    <w:rsid w:val="001674D5"/>
    <w:rsid w:val="00170EC5"/>
    <w:rsid w:val="0017152F"/>
    <w:rsid w:val="001747C1"/>
    <w:rsid w:val="001751BD"/>
    <w:rsid w:val="001764A3"/>
    <w:rsid w:val="00176567"/>
    <w:rsid w:val="00177D6B"/>
    <w:rsid w:val="001816DD"/>
    <w:rsid w:val="001834E0"/>
    <w:rsid w:val="0018704C"/>
    <w:rsid w:val="00191F90"/>
    <w:rsid w:val="00193A33"/>
    <w:rsid w:val="00196D34"/>
    <w:rsid w:val="001A5B98"/>
    <w:rsid w:val="001A6385"/>
    <w:rsid w:val="001B2FD0"/>
    <w:rsid w:val="001B4D7A"/>
    <w:rsid w:val="001B4E74"/>
    <w:rsid w:val="001C0DE1"/>
    <w:rsid w:val="001C44CC"/>
    <w:rsid w:val="001C645F"/>
    <w:rsid w:val="001D3241"/>
    <w:rsid w:val="001D60FF"/>
    <w:rsid w:val="001D70FF"/>
    <w:rsid w:val="001E080A"/>
    <w:rsid w:val="001E1274"/>
    <w:rsid w:val="001E1B79"/>
    <w:rsid w:val="001E678E"/>
    <w:rsid w:val="001F6881"/>
    <w:rsid w:val="00200844"/>
    <w:rsid w:val="00201582"/>
    <w:rsid w:val="002038D5"/>
    <w:rsid w:val="002071BB"/>
    <w:rsid w:val="00207DF5"/>
    <w:rsid w:val="002152A9"/>
    <w:rsid w:val="00220772"/>
    <w:rsid w:val="002223B6"/>
    <w:rsid w:val="00226056"/>
    <w:rsid w:val="00232622"/>
    <w:rsid w:val="00236DCC"/>
    <w:rsid w:val="00240B81"/>
    <w:rsid w:val="00246274"/>
    <w:rsid w:val="00247D01"/>
    <w:rsid w:val="00250A2C"/>
    <w:rsid w:val="002526AA"/>
    <w:rsid w:val="00253CBA"/>
    <w:rsid w:val="00261A5B"/>
    <w:rsid w:val="00262E5B"/>
    <w:rsid w:val="00264215"/>
    <w:rsid w:val="0026491A"/>
    <w:rsid w:val="00273F50"/>
    <w:rsid w:val="00275942"/>
    <w:rsid w:val="00276AFE"/>
    <w:rsid w:val="002778C4"/>
    <w:rsid w:val="00284669"/>
    <w:rsid w:val="00286AD1"/>
    <w:rsid w:val="00287EE1"/>
    <w:rsid w:val="002949CF"/>
    <w:rsid w:val="002A06D1"/>
    <w:rsid w:val="002A3B57"/>
    <w:rsid w:val="002A52C0"/>
    <w:rsid w:val="002A5468"/>
    <w:rsid w:val="002B0E1C"/>
    <w:rsid w:val="002B1FFF"/>
    <w:rsid w:val="002C31BF"/>
    <w:rsid w:val="002C69A7"/>
    <w:rsid w:val="002D735A"/>
    <w:rsid w:val="002D7FD6"/>
    <w:rsid w:val="002E0CD7"/>
    <w:rsid w:val="002E0CFB"/>
    <w:rsid w:val="002E40C1"/>
    <w:rsid w:val="002E4D1F"/>
    <w:rsid w:val="002E5C7B"/>
    <w:rsid w:val="002F4333"/>
    <w:rsid w:val="00301678"/>
    <w:rsid w:val="003028F6"/>
    <w:rsid w:val="00315C27"/>
    <w:rsid w:val="00320B79"/>
    <w:rsid w:val="003275EB"/>
    <w:rsid w:val="00327612"/>
    <w:rsid w:val="00327EEF"/>
    <w:rsid w:val="0033239F"/>
    <w:rsid w:val="003357CB"/>
    <w:rsid w:val="0034274B"/>
    <w:rsid w:val="0034719F"/>
    <w:rsid w:val="00350742"/>
    <w:rsid w:val="00350A35"/>
    <w:rsid w:val="003511C1"/>
    <w:rsid w:val="003547BC"/>
    <w:rsid w:val="003571D8"/>
    <w:rsid w:val="00357BC6"/>
    <w:rsid w:val="00361422"/>
    <w:rsid w:val="00364336"/>
    <w:rsid w:val="003715E1"/>
    <w:rsid w:val="003739DD"/>
    <w:rsid w:val="0037545D"/>
    <w:rsid w:val="00376B87"/>
    <w:rsid w:val="003808AD"/>
    <w:rsid w:val="003818B8"/>
    <w:rsid w:val="00381EFC"/>
    <w:rsid w:val="00384168"/>
    <w:rsid w:val="00392910"/>
    <w:rsid w:val="00392EB6"/>
    <w:rsid w:val="0039316A"/>
    <w:rsid w:val="003956C6"/>
    <w:rsid w:val="003A197F"/>
    <w:rsid w:val="003B73D6"/>
    <w:rsid w:val="003B7A7F"/>
    <w:rsid w:val="003B7EAF"/>
    <w:rsid w:val="003C33F2"/>
    <w:rsid w:val="003D1A2B"/>
    <w:rsid w:val="003D756E"/>
    <w:rsid w:val="003E420D"/>
    <w:rsid w:val="003E4C13"/>
    <w:rsid w:val="003E6D58"/>
    <w:rsid w:val="003F5723"/>
    <w:rsid w:val="003F7297"/>
    <w:rsid w:val="00402B45"/>
    <w:rsid w:val="004078F3"/>
    <w:rsid w:val="00410704"/>
    <w:rsid w:val="004110E4"/>
    <w:rsid w:val="0041341C"/>
    <w:rsid w:val="00415245"/>
    <w:rsid w:val="00417DF5"/>
    <w:rsid w:val="00423AF4"/>
    <w:rsid w:val="00427794"/>
    <w:rsid w:val="0043527D"/>
    <w:rsid w:val="004436EE"/>
    <w:rsid w:val="0044619A"/>
    <w:rsid w:val="00450F07"/>
    <w:rsid w:val="004537F1"/>
    <w:rsid w:val="00453CD3"/>
    <w:rsid w:val="0046002F"/>
    <w:rsid w:val="00460660"/>
    <w:rsid w:val="00460964"/>
    <w:rsid w:val="0046461C"/>
    <w:rsid w:val="00464BA9"/>
    <w:rsid w:val="00470D04"/>
    <w:rsid w:val="00483969"/>
    <w:rsid w:val="0048539E"/>
    <w:rsid w:val="00486107"/>
    <w:rsid w:val="00486A99"/>
    <w:rsid w:val="00491827"/>
    <w:rsid w:val="004A2081"/>
    <w:rsid w:val="004A4207"/>
    <w:rsid w:val="004C4399"/>
    <w:rsid w:val="004C4EC6"/>
    <w:rsid w:val="004C787C"/>
    <w:rsid w:val="004D09FB"/>
    <w:rsid w:val="004D4530"/>
    <w:rsid w:val="004D7138"/>
    <w:rsid w:val="004E2138"/>
    <w:rsid w:val="004E7A1F"/>
    <w:rsid w:val="004F4B9B"/>
    <w:rsid w:val="004F5564"/>
    <w:rsid w:val="00502690"/>
    <w:rsid w:val="00503D14"/>
    <w:rsid w:val="0050666E"/>
    <w:rsid w:val="00506DE0"/>
    <w:rsid w:val="00511AB9"/>
    <w:rsid w:val="0051366C"/>
    <w:rsid w:val="00517090"/>
    <w:rsid w:val="00523BB5"/>
    <w:rsid w:val="00523EA7"/>
    <w:rsid w:val="005328CA"/>
    <w:rsid w:val="005406EB"/>
    <w:rsid w:val="00541324"/>
    <w:rsid w:val="00545F26"/>
    <w:rsid w:val="00553375"/>
    <w:rsid w:val="005556D1"/>
    <w:rsid w:val="00555884"/>
    <w:rsid w:val="005644C9"/>
    <w:rsid w:val="005736B7"/>
    <w:rsid w:val="00575E5A"/>
    <w:rsid w:val="005767B2"/>
    <w:rsid w:val="00580245"/>
    <w:rsid w:val="00585340"/>
    <w:rsid w:val="00591EF2"/>
    <w:rsid w:val="005A1F44"/>
    <w:rsid w:val="005A27EA"/>
    <w:rsid w:val="005A3013"/>
    <w:rsid w:val="005B178F"/>
    <w:rsid w:val="005D3C39"/>
    <w:rsid w:val="005E0ED4"/>
    <w:rsid w:val="005E17A8"/>
    <w:rsid w:val="005E23BE"/>
    <w:rsid w:val="005E46D4"/>
    <w:rsid w:val="005E648C"/>
    <w:rsid w:val="005F293A"/>
    <w:rsid w:val="005F35E9"/>
    <w:rsid w:val="005F5540"/>
    <w:rsid w:val="005F7A77"/>
    <w:rsid w:val="00601A8C"/>
    <w:rsid w:val="00603B1E"/>
    <w:rsid w:val="00605F56"/>
    <w:rsid w:val="0061068E"/>
    <w:rsid w:val="006115D3"/>
    <w:rsid w:val="0061523A"/>
    <w:rsid w:val="00622D18"/>
    <w:rsid w:val="00633534"/>
    <w:rsid w:val="0063393B"/>
    <w:rsid w:val="00644B90"/>
    <w:rsid w:val="00646681"/>
    <w:rsid w:val="00652F3F"/>
    <w:rsid w:val="0065610E"/>
    <w:rsid w:val="00660AD3"/>
    <w:rsid w:val="0066452F"/>
    <w:rsid w:val="00666BF0"/>
    <w:rsid w:val="00672E23"/>
    <w:rsid w:val="00676157"/>
    <w:rsid w:val="006776B6"/>
    <w:rsid w:val="006853F7"/>
    <w:rsid w:val="006923FD"/>
    <w:rsid w:val="00693150"/>
    <w:rsid w:val="00694EC1"/>
    <w:rsid w:val="006A443C"/>
    <w:rsid w:val="006A5570"/>
    <w:rsid w:val="006A67D6"/>
    <w:rsid w:val="006A689C"/>
    <w:rsid w:val="006B3D79"/>
    <w:rsid w:val="006B4CF5"/>
    <w:rsid w:val="006B6FE4"/>
    <w:rsid w:val="006C2343"/>
    <w:rsid w:val="006C335F"/>
    <w:rsid w:val="006C442A"/>
    <w:rsid w:val="006C5357"/>
    <w:rsid w:val="006D1838"/>
    <w:rsid w:val="006D2718"/>
    <w:rsid w:val="006D3D66"/>
    <w:rsid w:val="006D6E38"/>
    <w:rsid w:val="006E0578"/>
    <w:rsid w:val="006E314D"/>
    <w:rsid w:val="006F21E2"/>
    <w:rsid w:val="006F5462"/>
    <w:rsid w:val="006F6ABD"/>
    <w:rsid w:val="007043B5"/>
    <w:rsid w:val="00705D99"/>
    <w:rsid w:val="00710723"/>
    <w:rsid w:val="007145F3"/>
    <w:rsid w:val="00723ED1"/>
    <w:rsid w:val="007267D8"/>
    <w:rsid w:val="00740AF5"/>
    <w:rsid w:val="00742436"/>
    <w:rsid w:val="00743525"/>
    <w:rsid w:val="00744076"/>
    <w:rsid w:val="00750560"/>
    <w:rsid w:val="007541A2"/>
    <w:rsid w:val="00755818"/>
    <w:rsid w:val="00760192"/>
    <w:rsid w:val="007601E2"/>
    <w:rsid w:val="007616C2"/>
    <w:rsid w:val="0076286B"/>
    <w:rsid w:val="007657D8"/>
    <w:rsid w:val="007666A4"/>
    <w:rsid w:val="00766846"/>
    <w:rsid w:val="00771ABD"/>
    <w:rsid w:val="0077673A"/>
    <w:rsid w:val="007767A4"/>
    <w:rsid w:val="00777749"/>
    <w:rsid w:val="00781983"/>
    <w:rsid w:val="007846E1"/>
    <w:rsid w:val="007847D6"/>
    <w:rsid w:val="0079038B"/>
    <w:rsid w:val="00793AFC"/>
    <w:rsid w:val="007A0D85"/>
    <w:rsid w:val="007A5172"/>
    <w:rsid w:val="007A51C3"/>
    <w:rsid w:val="007A67A0"/>
    <w:rsid w:val="007A6974"/>
    <w:rsid w:val="007B1956"/>
    <w:rsid w:val="007B570C"/>
    <w:rsid w:val="007D2D04"/>
    <w:rsid w:val="007D5323"/>
    <w:rsid w:val="007E4A6E"/>
    <w:rsid w:val="007E502C"/>
    <w:rsid w:val="007F56A7"/>
    <w:rsid w:val="00800851"/>
    <w:rsid w:val="008008FA"/>
    <w:rsid w:val="00802284"/>
    <w:rsid w:val="00803C30"/>
    <w:rsid w:val="008063CD"/>
    <w:rsid w:val="00807DD0"/>
    <w:rsid w:val="00815315"/>
    <w:rsid w:val="008162E3"/>
    <w:rsid w:val="00821D01"/>
    <w:rsid w:val="00822A83"/>
    <w:rsid w:val="00823D64"/>
    <w:rsid w:val="00825397"/>
    <w:rsid w:val="00826B7B"/>
    <w:rsid w:val="008277D4"/>
    <w:rsid w:val="00834E06"/>
    <w:rsid w:val="008422FB"/>
    <w:rsid w:val="00845872"/>
    <w:rsid w:val="00846789"/>
    <w:rsid w:val="008525FD"/>
    <w:rsid w:val="00853349"/>
    <w:rsid w:val="00856639"/>
    <w:rsid w:val="0085754E"/>
    <w:rsid w:val="0086318E"/>
    <w:rsid w:val="00866994"/>
    <w:rsid w:val="00897796"/>
    <w:rsid w:val="008A3568"/>
    <w:rsid w:val="008A4D1B"/>
    <w:rsid w:val="008A6FCD"/>
    <w:rsid w:val="008C2CCB"/>
    <w:rsid w:val="008C50F3"/>
    <w:rsid w:val="008C7AC3"/>
    <w:rsid w:val="008C7EFE"/>
    <w:rsid w:val="008D03B9"/>
    <w:rsid w:val="008D30C7"/>
    <w:rsid w:val="008D5600"/>
    <w:rsid w:val="008D7E3C"/>
    <w:rsid w:val="008E1675"/>
    <w:rsid w:val="008E1AFC"/>
    <w:rsid w:val="008E6FFB"/>
    <w:rsid w:val="008F0179"/>
    <w:rsid w:val="008F18D6"/>
    <w:rsid w:val="008F2C9B"/>
    <w:rsid w:val="008F2FF5"/>
    <w:rsid w:val="008F797B"/>
    <w:rsid w:val="00904780"/>
    <w:rsid w:val="0090635B"/>
    <w:rsid w:val="00912231"/>
    <w:rsid w:val="009150E7"/>
    <w:rsid w:val="00922385"/>
    <w:rsid w:val="009223DF"/>
    <w:rsid w:val="00923070"/>
    <w:rsid w:val="00932FC9"/>
    <w:rsid w:val="00936091"/>
    <w:rsid w:val="00940D8A"/>
    <w:rsid w:val="00945C80"/>
    <w:rsid w:val="00952C68"/>
    <w:rsid w:val="00954362"/>
    <w:rsid w:val="00962258"/>
    <w:rsid w:val="009626C4"/>
    <w:rsid w:val="00964369"/>
    <w:rsid w:val="009670E8"/>
    <w:rsid w:val="009678B7"/>
    <w:rsid w:val="00983064"/>
    <w:rsid w:val="00985537"/>
    <w:rsid w:val="00985574"/>
    <w:rsid w:val="00992D9C"/>
    <w:rsid w:val="00995DA0"/>
    <w:rsid w:val="00996CB8"/>
    <w:rsid w:val="009A300C"/>
    <w:rsid w:val="009B2E97"/>
    <w:rsid w:val="009B4201"/>
    <w:rsid w:val="009B5146"/>
    <w:rsid w:val="009C418E"/>
    <w:rsid w:val="009C442C"/>
    <w:rsid w:val="009D6495"/>
    <w:rsid w:val="009E07F4"/>
    <w:rsid w:val="009E3D0A"/>
    <w:rsid w:val="009E4BAC"/>
    <w:rsid w:val="009F034F"/>
    <w:rsid w:val="009F0867"/>
    <w:rsid w:val="009F309B"/>
    <w:rsid w:val="009F392E"/>
    <w:rsid w:val="009F53C5"/>
    <w:rsid w:val="009F638B"/>
    <w:rsid w:val="00A01095"/>
    <w:rsid w:val="00A01599"/>
    <w:rsid w:val="00A02ED8"/>
    <w:rsid w:val="00A061E9"/>
    <w:rsid w:val="00A0740E"/>
    <w:rsid w:val="00A154D9"/>
    <w:rsid w:val="00A21A01"/>
    <w:rsid w:val="00A301EB"/>
    <w:rsid w:val="00A31817"/>
    <w:rsid w:val="00A32FA4"/>
    <w:rsid w:val="00A40505"/>
    <w:rsid w:val="00A45497"/>
    <w:rsid w:val="00A47A1D"/>
    <w:rsid w:val="00A47F64"/>
    <w:rsid w:val="00A50641"/>
    <w:rsid w:val="00A530BF"/>
    <w:rsid w:val="00A53D32"/>
    <w:rsid w:val="00A5589F"/>
    <w:rsid w:val="00A56376"/>
    <w:rsid w:val="00A60A13"/>
    <w:rsid w:val="00A6177B"/>
    <w:rsid w:val="00A6470A"/>
    <w:rsid w:val="00A66136"/>
    <w:rsid w:val="00A71189"/>
    <w:rsid w:val="00A71660"/>
    <w:rsid w:val="00A7364A"/>
    <w:rsid w:val="00A74DCC"/>
    <w:rsid w:val="00A753ED"/>
    <w:rsid w:val="00A77512"/>
    <w:rsid w:val="00A94351"/>
    <w:rsid w:val="00A94C2F"/>
    <w:rsid w:val="00AA4CBB"/>
    <w:rsid w:val="00AA65FA"/>
    <w:rsid w:val="00AA7351"/>
    <w:rsid w:val="00AA7AB8"/>
    <w:rsid w:val="00AA7DD5"/>
    <w:rsid w:val="00AB1513"/>
    <w:rsid w:val="00AC536F"/>
    <w:rsid w:val="00AD056F"/>
    <w:rsid w:val="00AD0C7B"/>
    <w:rsid w:val="00AD2B64"/>
    <w:rsid w:val="00AD37A9"/>
    <w:rsid w:val="00AD4559"/>
    <w:rsid w:val="00AD5F1A"/>
    <w:rsid w:val="00AD6731"/>
    <w:rsid w:val="00B008D5"/>
    <w:rsid w:val="00B01F58"/>
    <w:rsid w:val="00B02F73"/>
    <w:rsid w:val="00B05B31"/>
    <w:rsid w:val="00B05C49"/>
    <w:rsid w:val="00B05D40"/>
    <w:rsid w:val="00B0619F"/>
    <w:rsid w:val="00B06D17"/>
    <w:rsid w:val="00B12732"/>
    <w:rsid w:val="00B13A26"/>
    <w:rsid w:val="00B14EE0"/>
    <w:rsid w:val="00B155E8"/>
    <w:rsid w:val="00B15D0D"/>
    <w:rsid w:val="00B1660D"/>
    <w:rsid w:val="00B16E78"/>
    <w:rsid w:val="00B215DD"/>
    <w:rsid w:val="00B22106"/>
    <w:rsid w:val="00B22EE9"/>
    <w:rsid w:val="00B27681"/>
    <w:rsid w:val="00B31899"/>
    <w:rsid w:val="00B32638"/>
    <w:rsid w:val="00B32BF8"/>
    <w:rsid w:val="00B350EA"/>
    <w:rsid w:val="00B42F40"/>
    <w:rsid w:val="00B458BB"/>
    <w:rsid w:val="00B5171E"/>
    <w:rsid w:val="00B527B7"/>
    <w:rsid w:val="00B5431A"/>
    <w:rsid w:val="00B54E40"/>
    <w:rsid w:val="00B558D2"/>
    <w:rsid w:val="00B55A39"/>
    <w:rsid w:val="00B57340"/>
    <w:rsid w:val="00B63F52"/>
    <w:rsid w:val="00B72613"/>
    <w:rsid w:val="00B75EE1"/>
    <w:rsid w:val="00B77481"/>
    <w:rsid w:val="00B82CBC"/>
    <w:rsid w:val="00B8518B"/>
    <w:rsid w:val="00B91B86"/>
    <w:rsid w:val="00B92ABC"/>
    <w:rsid w:val="00B935AB"/>
    <w:rsid w:val="00B97CC3"/>
    <w:rsid w:val="00BA449D"/>
    <w:rsid w:val="00BA5D63"/>
    <w:rsid w:val="00BA6689"/>
    <w:rsid w:val="00BA6BE3"/>
    <w:rsid w:val="00BB7AFF"/>
    <w:rsid w:val="00BC06C4"/>
    <w:rsid w:val="00BC0A82"/>
    <w:rsid w:val="00BC2634"/>
    <w:rsid w:val="00BC6C50"/>
    <w:rsid w:val="00BD00CD"/>
    <w:rsid w:val="00BD7E91"/>
    <w:rsid w:val="00BD7F0D"/>
    <w:rsid w:val="00BE148C"/>
    <w:rsid w:val="00BE15D3"/>
    <w:rsid w:val="00BE23C1"/>
    <w:rsid w:val="00BE2CF5"/>
    <w:rsid w:val="00BE58AF"/>
    <w:rsid w:val="00BE76EC"/>
    <w:rsid w:val="00BE7875"/>
    <w:rsid w:val="00BF04EA"/>
    <w:rsid w:val="00BF1952"/>
    <w:rsid w:val="00BF3AB3"/>
    <w:rsid w:val="00C00DD6"/>
    <w:rsid w:val="00C024F1"/>
    <w:rsid w:val="00C02D0A"/>
    <w:rsid w:val="00C03A6E"/>
    <w:rsid w:val="00C03C21"/>
    <w:rsid w:val="00C06534"/>
    <w:rsid w:val="00C151FA"/>
    <w:rsid w:val="00C15A03"/>
    <w:rsid w:val="00C226C0"/>
    <w:rsid w:val="00C274BA"/>
    <w:rsid w:val="00C309BC"/>
    <w:rsid w:val="00C31869"/>
    <w:rsid w:val="00C37459"/>
    <w:rsid w:val="00C3788B"/>
    <w:rsid w:val="00C42FE6"/>
    <w:rsid w:val="00C44853"/>
    <w:rsid w:val="00C44F6A"/>
    <w:rsid w:val="00C45470"/>
    <w:rsid w:val="00C46E3A"/>
    <w:rsid w:val="00C516A6"/>
    <w:rsid w:val="00C6198E"/>
    <w:rsid w:val="00C673A5"/>
    <w:rsid w:val="00C708EA"/>
    <w:rsid w:val="00C70A71"/>
    <w:rsid w:val="00C75500"/>
    <w:rsid w:val="00C778A5"/>
    <w:rsid w:val="00C86A45"/>
    <w:rsid w:val="00C86E14"/>
    <w:rsid w:val="00C95162"/>
    <w:rsid w:val="00CA158F"/>
    <w:rsid w:val="00CA405B"/>
    <w:rsid w:val="00CA4D87"/>
    <w:rsid w:val="00CA69E3"/>
    <w:rsid w:val="00CB4F6D"/>
    <w:rsid w:val="00CB6A37"/>
    <w:rsid w:val="00CB7684"/>
    <w:rsid w:val="00CC7C8F"/>
    <w:rsid w:val="00CC7E77"/>
    <w:rsid w:val="00CD1FC4"/>
    <w:rsid w:val="00CD7384"/>
    <w:rsid w:val="00CE3031"/>
    <w:rsid w:val="00CF7293"/>
    <w:rsid w:val="00D0070D"/>
    <w:rsid w:val="00D0259C"/>
    <w:rsid w:val="00D034A0"/>
    <w:rsid w:val="00D04629"/>
    <w:rsid w:val="00D0544F"/>
    <w:rsid w:val="00D11A3E"/>
    <w:rsid w:val="00D156E0"/>
    <w:rsid w:val="00D21061"/>
    <w:rsid w:val="00D33830"/>
    <w:rsid w:val="00D343A3"/>
    <w:rsid w:val="00D4108E"/>
    <w:rsid w:val="00D4328E"/>
    <w:rsid w:val="00D47C9B"/>
    <w:rsid w:val="00D548E4"/>
    <w:rsid w:val="00D6163D"/>
    <w:rsid w:val="00D67CF3"/>
    <w:rsid w:val="00D8214B"/>
    <w:rsid w:val="00D831A3"/>
    <w:rsid w:val="00D83271"/>
    <w:rsid w:val="00D864DB"/>
    <w:rsid w:val="00D9715A"/>
    <w:rsid w:val="00D97BE3"/>
    <w:rsid w:val="00DA298D"/>
    <w:rsid w:val="00DA3711"/>
    <w:rsid w:val="00DB0EEC"/>
    <w:rsid w:val="00DB6D6A"/>
    <w:rsid w:val="00DD46F3"/>
    <w:rsid w:val="00DE401A"/>
    <w:rsid w:val="00DE56F2"/>
    <w:rsid w:val="00DE68DA"/>
    <w:rsid w:val="00DF116D"/>
    <w:rsid w:val="00E00BFB"/>
    <w:rsid w:val="00E04F42"/>
    <w:rsid w:val="00E11989"/>
    <w:rsid w:val="00E1319E"/>
    <w:rsid w:val="00E16FF7"/>
    <w:rsid w:val="00E222DD"/>
    <w:rsid w:val="00E22FED"/>
    <w:rsid w:val="00E267F4"/>
    <w:rsid w:val="00E26D68"/>
    <w:rsid w:val="00E37602"/>
    <w:rsid w:val="00E3767E"/>
    <w:rsid w:val="00E40E66"/>
    <w:rsid w:val="00E417A9"/>
    <w:rsid w:val="00E435EA"/>
    <w:rsid w:val="00E44045"/>
    <w:rsid w:val="00E466DE"/>
    <w:rsid w:val="00E471D2"/>
    <w:rsid w:val="00E618C4"/>
    <w:rsid w:val="00E63A40"/>
    <w:rsid w:val="00E73154"/>
    <w:rsid w:val="00E7415D"/>
    <w:rsid w:val="00E80126"/>
    <w:rsid w:val="00E878EE"/>
    <w:rsid w:val="00E901A3"/>
    <w:rsid w:val="00E948B2"/>
    <w:rsid w:val="00EA585B"/>
    <w:rsid w:val="00EA6EC7"/>
    <w:rsid w:val="00EB104F"/>
    <w:rsid w:val="00EB35AC"/>
    <w:rsid w:val="00EB3DD6"/>
    <w:rsid w:val="00EB46E5"/>
    <w:rsid w:val="00EB7346"/>
    <w:rsid w:val="00EB743F"/>
    <w:rsid w:val="00EC06F0"/>
    <w:rsid w:val="00EC707C"/>
    <w:rsid w:val="00ED14BD"/>
    <w:rsid w:val="00EE0B90"/>
    <w:rsid w:val="00EF35F6"/>
    <w:rsid w:val="00EF7679"/>
    <w:rsid w:val="00F016C7"/>
    <w:rsid w:val="00F01932"/>
    <w:rsid w:val="00F12DEC"/>
    <w:rsid w:val="00F16EB8"/>
    <w:rsid w:val="00F1715C"/>
    <w:rsid w:val="00F27873"/>
    <w:rsid w:val="00F303FF"/>
    <w:rsid w:val="00F310F8"/>
    <w:rsid w:val="00F31865"/>
    <w:rsid w:val="00F32EBD"/>
    <w:rsid w:val="00F35939"/>
    <w:rsid w:val="00F422D3"/>
    <w:rsid w:val="00F451E4"/>
    <w:rsid w:val="00F45607"/>
    <w:rsid w:val="00F4722B"/>
    <w:rsid w:val="00F47812"/>
    <w:rsid w:val="00F54432"/>
    <w:rsid w:val="00F568F9"/>
    <w:rsid w:val="00F62C83"/>
    <w:rsid w:val="00F659EB"/>
    <w:rsid w:val="00F73ACF"/>
    <w:rsid w:val="00F762A8"/>
    <w:rsid w:val="00F818A4"/>
    <w:rsid w:val="00F8489A"/>
    <w:rsid w:val="00F84DF8"/>
    <w:rsid w:val="00F86BA6"/>
    <w:rsid w:val="00F95FBD"/>
    <w:rsid w:val="00F9740F"/>
    <w:rsid w:val="00FB4272"/>
    <w:rsid w:val="00FB6342"/>
    <w:rsid w:val="00FC5A02"/>
    <w:rsid w:val="00FC6389"/>
    <w:rsid w:val="00FE5E7C"/>
    <w:rsid w:val="00FE6AEC"/>
    <w:rsid w:val="00FF2B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B0732"/>
  <w14:defaultImageDpi w14:val="32767"/>
  <w15:docId w15:val="{6B189E9B-361B-4A4B-A217-C1E2DC39A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0D04"/>
    <w:pPr>
      <w:spacing w:after="200" w:line="276" w:lineRule="auto"/>
    </w:p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9"/>
      </w:numPr>
      <w:spacing w:after="120" w:line="264" w:lineRule="auto"/>
      <w:contextualSpacing w:val="0"/>
      <w:jc w:val="both"/>
    </w:p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8"/>
      </w:numPr>
      <w:spacing w:after="120" w:line="264" w:lineRule="auto"/>
      <w:jc w:val="both"/>
    </w:pPr>
  </w:style>
  <w:style w:type="paragraph" w:customStyle="1" w:styleId="Nadpis1-1">
    <w:name w:val="_Nadpis_1-1"/>
    <w:basedOn w:val="Odstavecseseznamem"/>
    <w:next w:val="Normln"/>
    <w:link w:val="Nadpis1-1Char"/>
    <w:qFormat/>
    <w:rsid w:val="00253CBA"/>
    <w:pPr>
      <w:keepNext/>
      <w:numPr>
        <w:numId w:val="8"/>
      </w:numPr>
      <w:spacing w:before="280" w:after="120" w:line="264" w:lineRule="auto"/>
      <w:outlineLvl w:val="0"/>
    </w:pPr>
    <w:rPr>
      <w:b/>
      <w:caps/>
      <w:sz w:val="22"/>
    </w:rPr>
  </w:style>
  <w:style w:type="paragraph" w:customStyle="1" w:styleId="Odrka1-1">
    <w:name w:val="_Odrážka_1-1_•"/>
    <w:basedOn w:val="Normln"/>
    <w:link w:val="Odrka1-1Char"/>
    <w:qFormat/>
    <w:rsid w:val="00253CBA"/>
    <w:pPr>
      <w:numPr>
        <w:numId w:val="5"/>
      </w:numPr>
      <w:spacing w:after="80" w:line="264" w:lineRule="auto"/>
      <w:jc w:val="both"/>
    </w:pPr>
  </w:style>
  <w:style w:type="character" w:customStyle="1" w:styleId="Text1-1Char">
    <w:name w:val="_Text_1-1 Char"/>
    <w:basedOn w:val="Standardnpsmoodstavce"/>
    <w:link w:val="Text1-1"/>
    <w:rsid w:val="00253CBA"/>
  </w:style>
  <w:style w:type="character" w:customStyle="1" w:styleId="Nadpis1-1Char">
    <w:name w:val="_Nadpis_1-1 Char"/>
    <w:basedOn w:val="Standardnpsmoodstavce"/>
    <w:link w:val="Nadpis1-1"/>
    <w:rsid w:val="00253CBA"/>
    <w:rPr>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6"/>
      </w:numPr>
      <w:spacing w:after="80" w:line="264" w:lineRule="auto"/>
      <w:jc w:val="both"/>
    </w:p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style>
  <w:style w:type="paragraph" w:customStyle="1" w:styleId="Zkratky1">
    <w:name w:val="_Zkratky_1"/>
    <w:basedOn w:val="Normln"/>
    <w:qFormat/>
    <w:rsid w:val="00253CBA"/>
    <w:pPr>
      <w:tabs>
        <w:tab w:val="right" w:leader="dot" w:pos="1134"/>
      </w:tabs>
      <w:spacing w:after="0" w:line="240" w:lineRule="auto"/>
    </w:pPr>
    <w:rPr>
      <w:b/>
      <w:sz w:val="16"/>
    </w:rPr>
  </w:style>
  <w:style w:type="paragraph" w:customStyle="1" w:styleId="Seznam1">
    <w:name w:val="_Seznam_[1]"/>
    <w:basedOn w:val="Normln"/>
    <w:qFormat/>
    <w:rsid w:val="00253CBA"/>
    <w:pPr>
      <w:numPr>
        <w:numId w:val="7"/>
      </w:numPr>
      <w:spacing w:after="60" w:line="264" w:lineRule="auto"/>
      <w:jc w:val="both"/>
    </w:pPr>
    <w:rPr>
      <w:sz w:val="16"/>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0"/>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style>
  <w:style w:type="paragraph" w:customStyle="1" w:styleId="Zpatvpravo">
    <w:name w:val="_Zápatí_vpravo"/>
    <w:basedOn w:val="Zpat"/>
    <w:qFormat/>
    <w:rsid w:val="00253CBA"/>
    <w:pPr>
      <w:jc w:val="right"/>
    </w:pPr>
    <w:rPr>
      <w:sz w:val="12"/>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paragraph" w:customStyle="1" w:styleId="Tabulka-8">
    <w:name w:val="_Tabulka-8"/>
    <w:basedOn w:val="Normln"/>
    <w:qFormat/>
    <w:rsid w:val="00705D99"/>
    <w:pPr>
      <w:spacing w:before="40" w:after="40" w:line="240" w:lineRule="auto"/>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yperlink" Target="https://www.szdc.cz/stavby-zakazky/podklady-pro-zhotovitele/stanoveni-nakladu-staveb" TargetMode="Externa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675C"/>
    <w:rsid w:val="00047CE1"/>
    <w:rsid w:val="00056F4F"/>
    <w:rsid w:val="000620A2"/>
    <w:rsid w:val="000726E2"/>
    <w:rsid w:val="000743F1"/>
    <w:rsid w:val="00122296"/>
    <w:rsid w:val="00126F96"/>
    <w:rsid w:val="00131469"/>
    <w:rsid w:val="00194EF3"/>
    <w:rsid w:val="001E4BBC"/>
    <w:rsid w:val="001E6FB8"/>
    <w:rsid w:val="001F4E6D"/>
    <w:rsid w:val="00206C56"/>
    <w:rsid w:val="00291094"/>
    <w:rsid w:val="00297991"/>
    <w:rsid w:val="00361628"/>
    <w:rsid w:val="003B2847"/>
    <w:rsid w:val="003C391A"/>
    <w:rsid w:val="003F014E"/>
    <w:rsid w:val="003F0FBD"/>
    <w:rsid w:val="00433B17"/>
    <w:rsid w:val="004E1E03"/>
    <w:rsid w:val="005971E8"/>
    <w:rsid w:val="005A49F4"/>
    <w:rsid w:val="005B4A73"/>
    <w:rsid w:val="005B6C0B"/>
    <w:rsid w:val="005C606F"/>
    <w:rsid w:val="005D6E0A"/>
    <w:rsid w:val="005F2870"/>
    <w:rsid w:val="00621ECB"/>
    <w:rsid w:val="006329AD"/>
    <w:rsid w:val="0069144F"/>
    <w:rsid w:val="006A3A88"/>
    <w:rsid w:val="006A65B7"/>
    <w:rsid w:val="006E59AB"/>
    <w:rsid w:val="00700359"/>
    <w:rsid w:val="00737555"/>
    <w:rsid w:val="00744966"/>
    <w:rsid w:val="00751FAA"/>
    <w:rsid w:val="007A0EE9"/>
    <w:rsid w:val="008C13A8"/>
    <w:rsid w:val="00901D86"/>
    <w:rsid w:val="00903A44"/>
    <w:rsid w:val="009327EF"/>
    <w:rsid w:val="00970A1F"/>
    <w:rsid w:val="00972517"/>
    <w:rsid w:val="009B2B47"/>
    <w:rsid w:val="00A36FE1"/>
    <w:rsid w:val="00AD46B0"/>
    <w:rsid w:val="00AE1949"/>
    <w:rsid w:val="00AE7EEF"/>
    <w:rsid w:val="00B25B9C"/>
    <w:rsid w:val="00B25C7E"/>
    <w:rsid w:val="00B66889"/>
    <w:rsid w:val="00BA2722"/>
    <w:rsid w:val="00C41A0E"/>
    <w:rsid w:val="00C61524"/>
    <w:rsid w:val="00C61C17"/>
    <w:rsid w:val="00D02755"/>
    <w:rsid w:val="00D41E56"/>
    <w:rsid w:val="00D75163"/>
    <w:rsid w:val="00DC590B"/>
    <w:rsid w:val="00DF565F"/>
    <w:rsid w:val="00E1723D"/>
    <w:rsid w:val="00EA21CE"/>
    <w:rsid w:val="00EE0426"/>
    <w:rsid w:val="00EF0F09"/>
    <w:rsid w:val="00F05A28"/>
    <w:rsid w:val="00F1246A"/>
    <w:rsid w:val="00F3225F"/>
    <w:rsid w:val="00F47745"/>
    <w:rsid w:val="00FC3A70"/>
    <w:rsid w:val="00FD0D19"/>
    <w:rsid w:val="00FF3F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BF80700-1297-486D-9D3C-D9B163BF1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7</TotalTime>
  <Pages>1</Pages>
  <Words>7513</Words>
  <Characters>44327</Characters>
  <Application>Microsoft Office Word</Application>
  <DocSecurity>0</DocSecurity>
  <Lines>369</Lines>
  <Paragraphs>103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8</cp:revision>
  <cp:lastPrinted>2021-03-01T11:03:00Z</cp:lastPrinted>
  <dcterms:created xsi:type="dcterms:W3CDTF">2021-02-17T10:37:00Z</dcterms:created>
  <dcterms:modified xsi:type="dcterms:W3CDTF">2021-03-01T11:03:00Z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